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F7" w:rsidRPr="00583397" w:rsidRDefault="002A19F7" w:rsidP="002A19F7">
      <w:pPr>
        <w:pStyle w:val="Arbeitsvertragstext"/>
        <w:spacing w:before="240"/>
        <w:jc w:val="center"/>
      </w:pPr>
      <w:r w:rsidRPr="00583397">
        <w:t>Zwischen</w:t>
      </w:r>
    </w:p>
    <w:p w:rsidR="002A19F7" w:rsidRPr="00BD74CA" w:rsidRDefault="002A19F7" w:rsidP="002A19F7">
      <w:pPr>
        <w:pStyle w:val="FormatvorlageArbeitsvertragstextVor24PtNach0Pt"/>
      </w:pPr>
      <w:r w:rsidRPr="00BD74CA">
        <w:t>der Bundesrepublik Deutschland</w:t>
      </w:r>
    </w:p>
    <w:p w:rsidR="002A19F7" w:rsidRPr="00BD74CA" w:rsidRDefault="002A19F7" w:rsidP="002A19F7">
      <w:pPr>
        <w:pStyle w:val="Arbeitsvertragstext"/>
      </w:pPr>
      <w:r w:rsidRPr="00BD74CA">
        <w:t xml:space="preserve">vertreten durch </w:t>
      </w:r>
      <w:r w:rsidRPr="00BD74CA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BD74CA">
        <w:instrText xml:space="preserve"> FORMTEXT </w:instrText>
      </w:r>
      <w:r w:rsidRPr="00BD74CA">
        <w:fldChar w:fldCharType="separate"/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fldChar w:fldCharType="end"/>
      </w:r>
      <w:bookmarkEnd w:id="0"/>
      <w:r w:rsidRPr="00BD74CA">
        <w:t xml:space="preserve"> (</w:t>
      </w:r>
      <w:r w:rsidRPr="007B3BF7">
        <w:t>Arbeitgeber</w:t>
      </w:r>
      <w:r w:rsidRPr="00BD74CA">
        <w:t>)</w:t>
      </w:r>
    </w:p>
    <w:p w:rsidR="002A19F7" w:rsidRPr="00BD74CA" w:rsidRDefault="002A19F7" w:rsidP="00CE349B">
      <w:pPr>
        <w:pStyle w:val="FormatvorlageArbeitsvertragstextVor24PtNach0Pt"/>
        <w:spacing w:before="360"/>
      </w:pPr>
      <w:r w:rsidRPr="00583397">
        <w:t>und</w:t>
      </w:r>
    </w:p>
    <w:p w:rsidR="002A19F7" w:rsidRDefault="002A19F7" w:rsidP="002A19F7">
      <w:pPr>
        <w:pStyle w:val="FormatvorlageArbeitsvertragstextVor24PtNach0Pt"/>
      </w:pPr>
      <w: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bookmarkStart w:id="1" w:name="Dropdown1"/>
      <w:r>
        <w:instrText xml:space="preserve"> FORMDROPDOWN </w:instrText>
      </w:r>
      <w:r w:rsidR="00DC1E25">
        <w:fldChar w:fldCharType="separate"/>
      </w:r>
      <w:r>
        <w:fldChar w:fldCharType="end"/>
      </w:r>
      <w:bookmarkEnd w:id="1"/>
      <w:r w:rsidRPr="00BD74CA">
        <w:t xml:space="preserve"> </w:t>
      </w:r>
      <w:r w:rsidRPr="00BD74CA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BD74CA">
        <w:instrText xml:space="preserve"> FORMTEXT </w:instrText>
      </w:r>
      <w:r w:rsidRPr="00BD74CA">
        <w:fldChar w:fldCharType="separate"/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rPr>
          <w:noProof/>
        </w:rPr>
        <w:t> </w:t>
      </w:r>
      <w:r w:rsidRPr="00BD74CA">
        <w:fldChar w:fldCharType="end"/>
      </w:r>
      <w:bookmarkEnd w:id="2"/>
      <w:r>
        <w:t xml:space="preserve"> (</w:t>
      </w:r>
      <w:r w:rsidR="00DC1E25">
        <w:fldChar w:fldCharType="begin">
          <w:ffData>
            <w:name w:val="Dropdown2"/>
            <w:enabled/>
            <w:calcOnExit w:val="0"/>
            <w:ddList>
              <w:listEntry w:val="Beschäftigte"/>
              <w:listEntry w:val="Beschäftigter"/>
            </w:ddList>
          </w:ffData>
        </w:fldChar>
      </w:r>
      <w:bookmarkStart w:id="3" w:name="Dropdown2"/>
      <w:r w:rsidR="00DC1E25">
        <w:instrText xml:space="preserve"> FORMDROPDOWN </w:instrText>
      </w:r>
      <w:r w:rsidR="00DC1E25">
        <w:fldChar w:fldCharType="end"/>
      </w:r>
      <w:bookmarkEnd w:id="3"/>
      <w:r>
        <w:t>)</w:t>
      </w:r>
    </w:p>
    <w:p w:rsidR="002A19F7" w:rsidRDefault="002A19F7" w:rsidP="002A19F7">
      <w:pPr>
        <w:pStyle w:val="Arbeitsvertragstext"/>
      </w:pPr>
      <w:r>
        <w:t xml:space="preserve">wird folgender </w:t>
      </w:r>
    </w:p>
    <w:p w:rsidR="002A19F7" w:rsidRPr="004F47A0" w:rsidRDefault="002A19F7" w:rsidP="002A19F7">
      <w:pPr>
        <w:pStyle w:val="Arbeitsvertrag"/>
      </w:pPr>
      <w:r w:rsidRPr="004F47A0">
        <w:t>Änderungsvertrag zum Arbeitsvertrag</w:t>
      </w:r>
    </w:p>
    <w:p w:rsidR="002A19F7" w:rsidRPr="00285B63" w:rsidRDefault="002A19F7" w:rsidP="002A19F7">
      <w:pPr>
        <w:pStyle w:val="FormatvorlageArbeitsvertragstextVor24PtNach0Pt"/>
      </w:pPr>
      <w:r w:rsidRPr="00285B63">
        <w:t>geschlossen:</w:t>
      </w:r>
    </w:p>
    <w:p w:rsidR="002A19F7" w:rsidRPr="00285B63" w:rsidRDefault="002A19F7" w:rsidP="002A19F7">
      <w:pPr>
        <w:pStyle w:val="Paragraf"/>
      </w:pPr>
      <w:r w:rsidRPr="00285B63">
        <w:t>§ 1</w:t>
      </w:r>
    </w:p>
    <w:p w:rsidR="002A19F7" w:rsidRPr="00285B63" w:rsidRDefault="002A19F7" w:rsidP="002A19F7">
      <w:pPr>
        <w:pStyle w:val="Arbeitsvertragstext"/>
      </w:pPr>
      <w:r w:rsidRPr="00285B63">
        <w:t xml:space="preserve">Der am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>
        <w:instrText xml:space="preserve"> FORMTEXT </w:instrText>
      </w:r>
      <w:r>
        <w:fldChar w:fldCharType="separate"/>
      </w:r>
      <w:bookmarkStart w:id="5" w:name="_GoBack"/>
      <w:bookmarkEnd w:id="5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  <w:r w:rsidRPr="00285B63">
        <w:t xml:space="preserve">zwischen den Parteien geschlossene Arbeitsvertrag wird ab dem </w:t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</w:t>
      </w:r>
      <w:r w:rsidRPr="00285B63">
        <w:t>nach Maßgabe der folgenden Vorschriften unter Aufrechterhaltung im Übrigen fortgeführt.</w:t>
      </w:r>
    </w:p>
    <w:p w:rsidR="00A26A95" w:rsidRPr="004F380E" w:rsidRDefault="00A26A95" w:rsidP="002A19F7">
      <w:pPr>
        <w:pStyle w:val="Paragraf"/>
      </w:pPr>
      <w:r w:rsidRPr="004F380E">
        <w:t xml:space="preserve">§ </w:t>
      </w:r>
      <w:r w:rsidR="00EA6A71" w:rsidRPr="004F380E">
        <w:t>2</w:t>
      </w:r>
    </w:p>
    <w:p w:rsidR="006C1695" w:rsidRPr="004F380E" w:rsidRDefault="00A26A95" w:rsidP="002A19F7">
      <w:pPr>
        <w:pStyle w:val="Arbeitsvertragstext"/>
        <w:tabs>
          <w:tab w:val="left" w:pos="567"/>
        </w:tabs>
        <w:ind w:left="567" w:hanging="567"/>
      </w:pPr>
      <w:r w:rsidRPr="004F380E">
        <w:t xml:space="preserve">(1) </w:t>
      </w:r>
      <w:r w:rsidR="002A19F7">
        <w:tab/>
      </w:r>
      <w:r w:rsidR="002A19F7">
        <w:fldChar w:fldCharType="begin">
          <w:ffData>
            <w:name w:val="Dropdown3"/>
            <w:enabled/>
            <w:calcOnExit w:val="0"/>
            <w:ddList>
              <w:listEntry w:val="Frau"/>
              <w:listEntry w:val="Herr"/>
            </w:ddList>
          </w:ffData>
        </w:fldChar>
      </w:r>
      <w:bookmarkStart w:id="7" w:name="Dropdown3"/>
      <w:r w:rsidR="002A19F7">
        <w:instrText xml:space="preserve"> FORMDROPDOWN </w:instrText>
      </w:r>
      <w:r w:rsidR="00DC1E25">
        <w:fldChar w:fldCharType="separate"/>
      </w:r>
      <w:r w:rsidR="002A19F7">
        <w:fldChar w:fldCharType="end"/>
      </w:r>
      <w:bookmarkEnd w:id="7"/>
      <w:r w:rsidR="002A19F7">
        <w:t xml:space="preserve"> </w:t>
      </w:r>
      <w:r w:rsidR="002A19F7">
        <w:fldChar w:fldCharType="begin">
          <w:ffData>
            <w:name w:val="Text12"/>
            <w:enabled/>
            <w:calcOnExit w:val="0"/>
            <w:textInput/>
          </w:ffData>
        </w:fldChar>
      </w:r>
      <w:r w:rsidR="002A19F7">
        <w:instrText xml:space="preserve"> FORMTEXT </w:instrText>
      </w:r>
      <w:r w:rsidR="002A19F7">
        <w:fldChar w:fldCharType="separate"/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fldChar w:fldCharType="end"/>
      </w:r>
      <w:r w:rsidRPr="004F380E">
        <w:t xml:space="preserve"> erhält </w:t>
      </w:r>
      <w:r w:rsidR="00775424" w:rsidRPr="004F380E">
        <w:t xml:space="preserve">eine Zulage in Höhe des Unterschiedsbetrages zwischen </w:t>
      </w:r>
      <w:r w:rsidR="00FB1C08" w:rsidRPr="004F380E">
        <w:t>dem bisherigen Entgelt</w:t>
      </w:r>
      <w:r w:rsidR="00EA6A71" w:rsidRPr="004F380E">
        <w:t xml:space="preserve"> (einschließlich etwaiger Entgeltbestandteile für Besitzstände)</w:t>
      </w:r>
      <w:r w:rsidR="00CC6C19" w:rsidRPr="004F380E">
        <w:t xml:space="preserve"> </w:t>
      </w:r>
      <w:r w:rsidR="00FB1C08" w:rsidRPr="004F380E">
        <w:t xml:space="preserve">und den jeweiligen Dienstbezügen </w:t>
      </w:r>
      <w:r w:rsidR="00EA6A71" w:rsidRPr="004F380E">
        <w:t xml:space="preserve">eines Bundesbeamten </w:t>
      </w:r>
      <w:r w:rsidR="00FB1C08" w:rsidRPr="004F380E">
        <w:t>der</w:t>
      </w:r>
      <w:r w:rsidR="00775424" w:rsidRPr="004F380E">
        <w:t xml:space="preserve"> Besoldungsgruppe B 6 </w:t>
      </w:r>
      <w:r w:rsidR="00B83E4B" w:rsidRPr="004F380E">
        <w:t>Bundesbesoldungsordnung (BBesO</w:t>
      </w:r>
      <w:r w:rsidR="00AB2AB5">
        <w:t>)</w:t>
      </w:r>
      <w:r w:rsidR="00FB32C3" w:rsidRPr="004F380E">
        <w:t>.</w:t>
      </w:r>
      <w:r w:rsidR="006C1695" w:rsidRPr="004F380E">
        <w:t xml:space="preserve"> </w:t>
      </w:r>
      <w:r w:rsidR="00161F6B">
        <w:t xml:space="preserve">Die Vorschriften des § 3 Abs. 3 und der §§ 6 bis 10, 15 bis 20, 30 TVöD und des § 44 TVöD </w:t>
      </w:r>
      <w:smartTag w:uri="urn:schemas-microsoft-com:office:smarttags" w:element="PersonName">
        <w:r w:rsidR="00161F6B">
          <w:t>B</w:t>
        </w:r>
      </w:smartTag>
      <w:r w:rsidR="00161F6B">
        <w:t>T-V finden keine Anwendung.</w:t>
      </w:r>
      <w:r w:rsidR="0023011B" w:rsidRPr="004F380E">
        <w:t xml:space="preserve"> </w:t>
      </w:r>
    </w:p>
    <w:p w:rsidR="008D7BC0" w:rsidRDefault="00A26A95" w:rsidP="002A19F7">
      <w:pPr>
        <w:pStyle w:val="Arbeitsvertragstext"/>
        <w:tabs>
          <w:tab w:val="left" w:pos="567"/>
        </w:tabs>
        <w:ind w:left="567" w:hanging="567"/>
      </w:pPr>
      <w:r w:rsidRPr="004F380E">
        <w:t xml:space="preserve">(2) </w:t>
      </w:r>
      <w:r w:rsidR="002A19F7">
        <w:tab/>
      </w:r>
      <w:r w:rsidR="00283173">
        <w:t>Für die Arbeitszei</w:t>
      </w:r>
      <w:r w:rsidR="00AB2AB5">
        <w:t xml:space="preserve">t, </w:t>
      </w:r>
      <w:r w:rsidR="00283173">
        <w:t>die Reise- und Umzugskosten, das Trennungsgeld sowie für die Übernahme und Ausübung von Nebentätigkeiten</w:t>
      </w:r>
      <w:r w:rsidR="00214017" w:rsidRPr="004F380E">
        <w:t xml:space="preserve"> finden die für Bundesbeamte der Besoldungsgruppe B 6 BBesO geltenden Regelungen entsprechende Anwendung. </w:t>
      </w:r>
      <w:r w:rsidR="008D7BC0">
        <w:t>Künftige Änderungen der für den Inhalt dieses Vertrages maßgebenden beamten- und besoldungsrechtlichen Regelungen sind sinngemäß zu berücksichtigen.</w:t>
      </w:r>
    </w:p>
    <w:p w:rsidR="00422CF3" w:rsidRDefault="008D7BC0" w:rsidP="002A19F7">
      <w:pPr>
        <w:pStyle w:val="Arbeitsvertragstext"/>
        <w:tabs>
          <w:tab w:val="left" w:pos="567"/>
        </w:tabs>
        <w:ind w:left="567" w:hanging="567"/>
      </w:pPr>
      <w:r>
        <w:t xml:space="preserve">(3) </w:t>
      </w:r>
      <w:r w:rsidR="002A19F7">
        <w:tab/>
      </w:r>
      <w:r w:rsidR="00214017" w:rsidRPr="004F380E">
        <w:t>Mehrarbeit und Überstunden sind durch das Entgelt abgegolten.</w:t>
      </w:r>
    </w:p>
    <w:p w:rsidR="00A26A95" w:rsidRPr="004F380E" w:rsidRDefault="00A26A95" w:rsidP="009A2E12">
      <w:pPr>
        <w:pStyle w:val="Paragraf"/>
      </w:pPr>
      <w:r w:rsidRPr="004F380E">
        <w:lastRenderedPageBreak/>
        <w:t xml:space="preserve">§ </w:t>
      </w:r>
      <w:r w:rsidR="001A551A" w:rsidRPr="004F380E">
        <w:t>3</w:t>
      </w:r>
    </w:p>
    <w:p w:rsidR="00A26A95" w:rsidRPr="004F380E" w:rsidRDefault="00A26A95" w:rsidP="002A19F7">
      <w:pPr>
        <w:pStyle w:val="Arbeitsvertragstext"/>
        <w:tabs>
          <w:tab w:val="left" w:pos="567"/>
        </w:tabs>
        <w:ind w:left="567" w:hanging="567"/>
      </w:pPr>
      <w:r w:rsidRPr="004F380E">
        <w:t xml:space="preserve">(1) </w:t>
      </w:r>
      <w:r w:rsidR="002A19F7">
        <w:tab/>
      </w:r>
      <w:r w:rsidRPr="004F380E">
        <w:t xml:space="preserve">Dieser Vertrag ist befristet für die Dauer von zwei Jahren. Der Zeitraum der Befristung dient der Erprobung </w:t>
      </w:r>
      <w:r w:rsidR="002A19F7">
        <w:fldChar w:fldCharType="begin">
          <w:ffData>
            <w:name w:val="Dropdown4"/>
            <w:enabled/>
            <w:calcOnExit w:val="0"/>
            <w:ddList>
              <w:listEntry w:val="der"/>
              <w:listEntry w:val="des"/>
            </w:ddList>
          </w:ffData>
        </w:fldChar>
      </w:r>
      <w:bookmarkStart w:id="8" w:name="Dropdown4"/>
      <w:r w:rsidR="002A19F7">
        <w:instrText xml:space="preserve"> FORMDROPDOWN </w:instrText>
      </w:r>
      <w:r w:rsidR="00DC1E25">
        <w:fldChar w:fldCharType="separate"/>
      </w:r>
      <w:r w:rsidR="002A19F7">
        <w:fldChar w:fldCharType="end"/>
      </w:r>
      <w:bookmarkEnd w:id="8"/>
      <w:r w:rsidR="002A19F7">
        <w:t xml:space="preserve"> </w:t>
      </w:r>
      <w:r w:rsidR="0023011B" w:rsidRPr="004F380E">
        <w:t>Beschäftigten</w:t>
      </w:r>
      <w:r w:rsidRPr="004F380E">
        <w:t>. Während der Erprobungszeit kann dieser Vertrag ordentlich gekündigt werden.</w:t>
      </w:r>
    </w:p>
    <w:p w:rsidR="002A19F7" w:rsidRDefault="00A26A95" w:rsidP="002A19F7">
      <w:pPr>
        <w:pStyle w:val="Arbeitsvertragstext"/>
        <w:tabs>
          <w:tab w:val="left" w:pos="567"/>
        </w:tabs>
        <w:ind w:left="567" w:hanging="567"/>
      </w:pPr>
      <w:r w:rsidRPr="004F380E">
        <w:t>(2)</w:t>
      </w:r>
      <w:r w:rsidRPr="004F380E">
        <w:tab/>
      </w:r>
      <w:r w:rsidR="00EA5912" w:rsidRPr="004F380E">
        <w:t>Nach</w:t>
      </w:r>
      <w:r w:rsidR="00D37371">
        <w:t xml:space="preserve"> </w:t>
      </w:r>
      <w:r w:rsidR="00BC6721" w:rsidRPr="004F380E">
        <w:t xml:space="preserve">erfolgreichem Abschluss der Erprobungszeit </w:t>
      </w:r>
      <w:r w:rsidR="00F20469" w:rsidRPr="004F380E">
        <w:t xml:space="preserve">wird unter Verzicht auf die Befristung nach § 3 Abs. 1 ein neuer Änderungsvertrag mit dem vorstehenden Inhalt </w:t>
      </w:r>
      <w:r w:rsidR="005407C7" w:rsidRPr="004F380E">
        <w:t xml:space="preserve">einschließlich § 4 </w:t>
      </w:r>
      <w:r w:rsidR="00F20469" w:rsidRPr="004F380E">
        <w:t>geschlossen; dabei</w:t>
      </w:r>
      <w:r w:rsidR="00D37371">
        <w:t xml:space="preserve"> </w:t>
      </w:r>
      <w:r w:rsidR="009E495B" w:rsidRPr="004F380E">
        <w:t xml:space="preserve">wird </w:t>
      </w:r>
      <w:r w:rsidR="0066014A" w:rsidRPr="004F380E">
        <w:t xml:space="preserve">§ </w:t>
      </w:r>
      <w:r w:rsidR="00F20469" w:rsidRPr="004F380E">
        <w:t>2</w:t>
      </w:r>
      <w:r w:rsidR="0066014A" w:rsidRPr="004F380E">
        <w:t xml:space="preserve"> Abs. 1 ersetzt durch folgen</w:t>
      </w:r>
      <w:r w:rsidR="00F20469" w:rsidRPr="004F380E">
        <w:t>d</w:t>
      </w:r>
      <w:r w:rsidR="0066014A" w:rsidRPr="004F380E">
        <w:t>en Absatz:</w:t>
      </w:r>
      <w:r w:rsidR="00EA5912" w:rsidRPr="004F380E">
        <w:t xml:space="preserve"> </w:t>
      </w:r>
    </w:p>
    <w:p w:rsidR="00A26A95" w:rsidRPr="004F380E" w:rsidRDefault="0066014A" w:rsidP="00CE349B">
      <w:pPr>
        <w:pStyle w:val="Arbeitsvertragstext"/>
        <w:tabs>
          <w:tab w:val="left" w:pos="1134"/>
        </w:tabs>
        <w:spacing w:after="120"/>
        <w:ind w:left="1134" w:hanging="567"/>
      </w:pPr>
      <w:r w:rsidRPr="004F380E">
        <w:t>“</w:t>
      </w:r>
      <w:r w:rsidR="00F20469" w:rsidRPr="004F380E">
        <w:t xml:space="preserve">(1) </w:t>
      </w:r>
      <w:r w:rsidR="002A19F7">
        <w:tab/>
      </w:r>
      <w:r w:rsidR="002A19F7">
        <w:fldChar w:fldCharType="begin">
          <w:ffData>
            <w:name w:val="Dropdown3"/>
            <w:enabled/>
            <w:calcOnExit w:val="0"/>
            <w:ddList>
              <w:listEntry w:val="Frau"/>
              <w:listEntry w:val="Herr"/>
            </w:ddList>
          </w:ffData>
        </w:fldChar>
      </w:r>
      <w:r w:rsidR="002A19F7">
        <w:instrText xml:space="preserve"> FORMDROPDOWN </w:instrText>
      </w:r>
      <w:r w:rsidR="00DC1E25">
        <w:fldChar w:fldCharType="separate"/>
      </w:r>
      <w:r w:rsidR="002A19F7">
        <w:fldChar w:fldCharType="end"/>
      </w:r>
      <w:r w:rsidR="002A19F7">
        <w:t xml:space="preserve"> </w:t>
      </w:r>
      <w:r w:rsidR="002A19F7">
        <w:fldChar w:fldCharType="begin">
          <w:ffData>
            <w:name w:val="Text12"/>
            <w:enabled/>
            <w:calcOnExit w:val="0"/>
            <w:textInput/>
          </w:ffData>
        </w:fldChar>
      </w:r>
      <w:r w:rsidR="002A19F7">
        <w:instrText xml:space="preserve"> FORMTEXT </w:instrText>
      </w:r>
      <w:r w:rsidR="002A19F7">
        <w:fldChar w:fldCharType="separate"/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rPr>
          <w:noProof/>
        </w:rPr>
        <w:t> </w:t>
      </w:r>
      <w:r w:rsidR="002A19F7">
        <w:fldChar w:fldCharType="end"/>
      </w:r>
      <w:r w:rsidR="002A19F7">
        <w:t xml:space="preserve"> </w:t>
      </w:r>
      <w:r w:rsidRPr="004F380E">
        <w:t xml:space="preserve">erhält ein </w:t>
      </w:r>
      <w:r w:rsidR="009E495B" w:rsidRPr="004F380E">
        <w:t>a</w:t>
      </w:r>
      <w:r w:rsidRPr="004F380E">
        <w:t>ußertarifliches Entgelt</w:t>
      </w:r>
      <w:r w:rsidR="00D37371">
        <w:t xml:space="preserve"> </w:t>
      </w:r>
      <w:r w:rsidRPr="004F380E">
        <w:t xml:space="preserve">in Höhe der jeweiligen Dienstbezüge </w:t>
      </w:r>
      <w:r w:rsidR="00F20469" w:rsidRPr="004F380E">
        <w:t xml:space="preserve">eines Bundesbeamten </w:t>
      </w:r>
      <w:r w:rsidRPr="004F380E">
        <w:t xml:space="preserve">der Besoldungsgruppe B 6 </w:t>
      </w:r>
      <w:r w:rsidR="008A6F9E">
        <w:t>B</w:t>
      </w:r>
      <w:r w:rsidRPr="004F380E">
        <w:t>BesO.</w:t>
      </w:r>
      <w:r w:rsidR="005407C7" w:rsidRPr="004F380E">
        <w:t xml:space="preserve"> Die Vorschriften de</w:t>
      </w:r>
      <w:r w:rsidR="00C22566">
        <w:t>s</w:t>
      </w:r>
      <w:r w:rsidR="00087B5C">
        <w:t xml:space="preserve"> </w:t>
      </w:r>
      <w:r w:rsidR="00502430">
        <w:t>§</w:t>
      </w:r>
      <w:r w:rsidR="005407C7" w:rsidRPr="004F380E">
        <w:t xml:space="preserve"> 3 Abs. 3</w:t>
      </w:r>
      <w:r w:rsidR="00C22566">
        <w:t xml:space="preserve"> und der §§</w:t>
      </w:r>
      <w:r w:rsidR="005407C7" w:rsidRPr="004F380E">
        <w:t xml:space="preserve"> 6 bis 10, 15 bis 20, 30 TVöD und</w:t>
      </w:r>
      <w:r w:rsidR="00D37371">
        <w:t xml:space="preserve"> </w:t>
      </w:r>
      <w:r w:rsidR="00395E92">
        <w:t xml:space="preserve">des </w:t>
      </w:r>
      <w:r w:rsidR="009A2E12">
        <w:t>§ </w:t>
      </w:r>
      <w:r w:rsidR="005407C7" w:rsidRPr="004F380E">
        <w:t>44 TVöD BT-V finden keine Anwendung.</w:t>
      </w:r>
      <w:r w:rsidRPr="004F380E">
        <w:t>“</w:t>
      </w:r>
    </w:p>
    <w:p w:rsidR="00502430" w:rsidRDefault="008F7BED" w:rsidP="00CE349B">
      <w:pPr>
        <w:pStyle w:val="Paragraf"/>
        <w:spacing w:before="240" w:after="160"/>
      </w:pPr>
      <w:r>
        <w:t>§ 4</w:t>
      </w:r>
    </w:p>
    <w:p w:rsidR="00502430" w:rsidRPr="002A19F7" w:rsidRDefault="00502430" w:rsidP="002A19F7">
      <w:pPr>
        <w:pStyle w:val="Arbeitsvertragstext"/>
        <w:tabs>
          <w:tab w:val="left" w:pos="567"/>
        </w:tabs>
        <w:ind w:left="567" w:hanging="567"/>
      </w:pPr>
      <w:r w:rsidRPr="002A19F7">
        <w:t>(1)</w:t>
      </w:r>
      <w:r w:rsidRPr="002A19F7">
        <w:tab/>
        <w:t xml:space="preserve">Es wird folgende Nebenabrede vereinbart: </w:t>
      </w:r>
    </w:p>
    <w:p w:rsidR="00502430" w:rsidRPr="002A19F7" w:rsidRDefault="00502430" w:rsidP="002A19F7">
      <w:pPr>
        <w:pStyle w:val="Arbeitsvertragstext"/>
        <w:tabs>
          <w:tab w:val="left" w:pos="567"/>
          <w:tab w:val="left" w:pos="1134"/>
        </w:tabs>
        <w:ind w:left="567"/>
      </w:pPr>
      <w:r w:rsidRPr="002A19F7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2A19F7">
        <w:instrText xml:space="preserve"> FORMCHECKBOX </w:instrText>
      </w:r>
      <w:r w:rsidR="00DC1E25">
        <w:fldChar w:fldCharType="separate"/>
      </w:r>
      <w:r w:rsidRPr="002A19F7">
        <w:fldChar w:fldCharType="end"/>
      </w:r>
      <w:r w:rsidRPr="002A19F7">
        <w:tab/>
      </w:r>
      <w:r w:rsidRPr="002A19F7"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2A19F7">
        <w:instrText xml:space="preserve"> FORMTEXT </w:instrText>
      </w:r>
      <w:r w:rsidRPr="002A19F7">
        <w:fldChar w:fldCharType="separate"/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fldChar w:fldCharType="end"/>
      </w:r>
      <w:bookmarkEnd w:id="9"/>
    </w:p>
    <w:p w:rsidR="00502430" w:rsidRPr="002A19F7" w:rsidRDefault="00055A9C" w:rsidP="002A19F7">
      <w:pPr>
        <w:pStyle w:val="Arbeitsvertragstext"/>
        <w:tabs>
          <w:tab w:val="left" w:pos="567"/>
        </w:tabs>
        <w:ind w:left="567" w:hanging="567"/>
      </w:pPr>
      <w:r w:rsidRPr="002A19F7">
        <w:t>(2</w:t>
      </w:r>
      <w:r w:rsidR="00502430" w:rsidRPr="002A19F7">
        <w:t>)</w:t>
      </w:r>
      <w:r w:rsidR="00502430" w:rsidRPr="002A19F7">
        <w:tab/>
        <w:t>Die Nebenabrede kann mit einer Frist</w:t>
      </w:r>
    </w:p>
    <w:p w:rsidR="00502430" w:rsidRPr="002A19F7" w:rsidRDefault="00502430" w:rsidP="002A19F7">
      <w:pPr>
        <w:pStyle w:val="Arbeitsvertragstext"/>
        <w:tabs>
          <w:tab w:val="left" w:pos="567"/>
          <w:tab w:val="left" w:pos="1134"/>
        </w:tabs>
        <w:ind w:left="567"/>
      </w:pPr>
      <w:r w:rsidRPr="002A19F7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5"/>
      <w:r w:rsidRPr="002A19F7">
        <w:instrText xml:space="preserve"> FORMCHECKBOX </w:instrText>
      </w:r>
      <w:r w:rsidR="00DC1E25">
        <w:fldChar w:fldCharType="separate"/>
      </w:r>
      <w:r w:rsidRPr="002A19F7">
        <w:fldChar w:fldCharType="end"/>
      </w:r>
      <w:bookmarkEnd w:id="10"/>
      <w:r w:rsidRPr="002A19F7">
        <w:tab/>
        <w:t xml:space="preserve">von zwei Wochen zum Monatsschluss </w:t>
      </w:r>
    </w:p>
    <w:p w:rsidR="00502430" w:rsidRPr="002A19F7" w:rsidRDefault="00502430" w:rsidP="002A19F7">
      <w:pPr>
        <w:pStyle w:val="Arbeitsvertragstext"/>
        <w:tabs>
          <w:tab w:val="left" w:pos="567"/>
          <w:tab w:val="left" w:pos="1134"/>
        </w:tabs>
        <w:ind w:left="567"/>
      </w:pPr>
      <w:r w:rsidRPr="002A19F7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6"/>
      <w:r w:rsidRPr="002A19F7">
        <w:instrText xml:space="preserve"> FORMCHECKBOX </w:instrText>
      </w:r>
      <w:r w:rsidR="00DC1E25">
        <w:fldChar w:fldCharType="separate"/>
      </w:r>
      <w:r w:rsidRPr="002A19F7">
        <w:fldChar w:fldCharType="end"/>
      </w:r>
      <w:bookmarkEnd w:id="11"/>
      <w:r w:rsidRPr="002A19F7">
        <w:tab/>
        <w:t xml:space="preserve">von </w:t>
      </w:r>
      <w:r w:rsidRPr="002A19F7">
        <w:fldChar w:fldCharType="begin">
          <w:ffData>
            <w:name w:val="Text10"/>
            <w:enabled/>
            <w:calcOnExit w:val="0"/>
            <w:textInput/>
          </w:ffData>
        </w:fldChar>
      </w:r>
      <w:bookmarkStart w:id="12" w:name="Text10"/>
      <w:r w:rsidRPr="002A19F7">
        <w:instrText xml:space="preserve"> FORMTEXT </w:instrText>
      </w:r>
      <w:r w:rsidRPr="002A19F7">
        <w:fldChar w:fldCharType="separate"/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fldChar w:fldCharType="end"/>
      </w:r>
      <w:bookmarkEnd w:id="12"/>
      <w:r w:rsidRPr="002A19F7">
        <w:t xml:space="preserve"> zum </w:t>
      </w:r>
      <w:r w:rsidRPr="002A19F7">
        <w:fldChar w:fldCharType="begin">
          <w:ffData>
            <w:name w:val="Text11"/>
            <w:enabled/>
            <w:calcOnExit w:val="0"/>
            <w:textInput>
              <w:type w:val="date"/>
            </w:textInput>
          </w:ffData>
        </w:fldChar>
      </w:r>
      <w:bookmarkStart w:id="13" w:name="Text11"/>
      <w:r w:rsidRPr="002A19F7">
        <w:instrText xml:space="preserve"> FORMTEXT </w:instrText>
      </w:r>
      <w:r w:rsidRPr="002A19F7">
        <w:fldChar w:fldCharType="separate"/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t> </w:t>
      </w:r>
      <w:r w:rsidRPr="002A19F7">
        <w:fldChar w:fldCharType="end"/>
      </w:r>
      <w:bookmarkEnd w:id="13"/>
    </w:p>
    <w:p w:rsidR="00502430" w:rsidRPr="002A19F7" w:rsidRDefault="00502430" w:rsidP="002A19F7">
      <w:pPr>
        <w:pStyle w:val="Arbeitsvertragstext"/>
        <w:tabs>
          <w:tab w:val="left" w:pos="567"/>
        </w:tabs>
        <w:ind w:left="567"/>
      </w:pPr>
      <w:r w:rsidRPr="002A19F7">
        <w:t>schriftlich gekündigt werden.</w:t>
      </w:r>
    </w:p>
    <w:p w:rsidR="00502430" w:rsidRDefault="00055A9C" w:rsidP="00CE349B">
      <w:pPr>
        <w:pStyle w:val="Arbeitsvertragstext"/>
        <w:tabs>
          <w:tab w:val="left" w:pos="567"/>
        </w:tabs>
        <w:spacing w:after="120"/>
        <w:ind w:left="567" w:hanging="567"/>
      </w:pPr>
      <w:r w:rsidRPr="002A19F7">
        <w:t>(3)</w:t>
      </w:r>
      <w:r w:rsidRPr="002A19F7">
        <w:tab/>
        <w:t>Die Vereinbarung von Nebenabreden bedar</w:t>
      </w:r>
      <w:r w:rsidR="00CE349B">
        <w:t xml:space="preserve">f der Schriftform (§ 2 Abs. 3 Satz </w:t>
      </w:r>
      <w:r w:rsidRPr="002A19F7">
        <w:t>1 TVöD).</w:t>
      </w:r>
    </w:p>
    <w:p w:rsidR="00A26A95" w:rsidRPr="004F380E" w:rsidRDefault="00B23F53" w:rsidP="00CE349B">
      <w:pPr>
        <w:pStyle w:val="Paragraf"/>
        <w:spacing w:before="240" w:after="160"/>
      </w:pPr>
      <w:r w:rsidRPr="004F380E">
        <w:t>§ 5</w:t>
      </w:r>
    </w:p>
    <w:p w:rsidR="00A26A95" w:rsidRDefault="00A26A95" w:rsidP="008C4A7D">
      <w:pPr>
        <w:pStyle w:val="Arbeitsvertragstext"/>
        <w:spacing w:after="480"/>
      </w:pPr>
      <w:r w:rsidRPr="004F380E">
        <w:t>Jede Vertragspartei erhält eine Ausfertigung dieses Arbeitsvertrages.</w:t>
      </w:r>
    </w:p>
    <w:p w:rsidR="008C4A7D" w:rsidRPr="004F380E" w:rsidRDefault="008C4A7D" w:rsidP="000C4B98">
      <w:pPr>
        <w:pStyle w:val="Arbeitsvertragstext"/>
        <w:spacing w:after="240"/>
      </w:pPr>
      <w:r w:rsidRPr="00DB129E">
        <w:t>(Ort, Datum)</w:t>
      </w:r>
      <w:r w:rsidRPr="008C4A7D">
        <w:t xml:space="preserve"> </w:t>
      </w:r>
      <w:r w:rsidRPr="00DB129E">
        <w:fldChar w:fldCharType="begin">
          <w:ffData>
            <w:name w:val=""/>
            <w:enabled/>
            <w:calcOnExit w:val="0"/>
            <w:textInput/>
          </w:ffData>
        </w:fldChar>
      </w:r>
      <w:r w:rsidRPr="00DB129E">
        <w:instrText xml:space="preserve"> FORMTEXT </w:instrText>
      </w:r>
      <w:r w:rsidRPr="00DB129E">
        <w:fldChar w:fldCharType="separate"/>
      </w:r>
      <w:r w:rsidRPr="00DB129E">
        <w:rPr>
          <w:noProof/>
        </w:rPr>
        <w:t> </w:t>
      </w:r>
      <w:r w:rsidRPr="00DB129E">
        <w:rPr>
          <w:noProof/>
        </w:rPr>
        <w:t> </w:t>
      </w:r>
      <w:r w:rsidRPr="00DB129E">
        <w:rPr>
          <w:noProof/>
        </w:rPr>
        <w:t> </w:t>
      </w:r>
      <w:r w:rsidRPr="00DB129E">
        <w:rPr>
          <w:noProof/>
        </w:rPr>
        <w:t> </w:t>
      </w:r>
      <w:r w:rsidRPr="00DB129E">
        <w:rPr>
          <w:noProof/>
        </w:rPr>
        <w:t> </w:t>
      </w:r>
      <w:r w:rsidRPr="00DB129E">
        <w:fldChar w:fldCharType="end"/>
      </w:r>
    </w:p>
    <w:p w:rsidR="002A19F7" w:rsidRPr="00DB129E" w:rsidRDefault="002A19F7" w:rsidP="008C4A7D">
      <w:pPr>
        <w:tabs>
          <w:tab w:val="left" w:pos="5103"/>
        </w:tabs>
        <w:spacing w:before="1200" w:line="320" w:lineRule="exact"/>
        <w:ind w:left="284"/>
      </w:pPr>
      <w:r w:rsidRPr="00DB129E">
        <w:t>………………………………….</w:t>
      </w:r>
      <w:r w:rsidRPr="00DB129E">
        <w:tab/>
        <w:t>………………………………</w:t>
      </w:r>
    </w:p>
    <w:p w:rsidR="00A26A95" w:rsidRDefault="002A19F7" w:rsidP="000C4B98">
      <w:pPr>
        <w:tabs>
          <w:tab w:val="left" w:pos="5103"/>
        </w:tabs>
        <w:spacing w:line="320" w:lineRule="exact"/>
        <w:ind w:left="284"/>
        <w:rPr>
          <w:sz w:val="20"/>
        </w:rPr>
      </w:pPr>
      <w:r w:rsidRPr="00DB129E">
        <w:t>(Arbeitgeber)</w:t>
      </w:r>
      <w:r w:rsidRPr="00DB129E">
        <w:tab/>
        <w:t>(</w:t>
      </w:r>
      <w:r w:rsidR="00F36FBB">
        <w:fldChar w:fldCharType="begin">
          <w:ffData>
            <w:name w:val="Dropdown8"/>
            <w:enabled/>
            <w:calcOnExit w:val="0"/>
            <w:ddList>
              <w:listEntry w:val="Beschäftigte"/>
              <w:listEntry w:val="Beschäftigter"/>
            </w:ddList>
          </w:ffData>
        </w:fldChar>
      </w:r>
      <w:bookmarkStart w:id="14" w:name="Dropdown8"/>
      <w:r w:rsidR="00F36FBB">
        <w:instrText xml:space="preserve"> FORMDROPDOWN </w:instrText>
      </w:r>
      <w:r w:rsidR="00DC1E25">
        <w:fldChar w:fldCharType="separate"/>
      </w:r>
      <w:r w:rsidR="00F36FBB">
        <w:fldChar w:fldCharType="end"/>
      </w:r>
      <w:bookmarkEnd w:id="14"/>
      <w:r w:rsidRPr="00DB129E">
        <w:t>)</w:t>
      </w:r>
    </w:p>
    <w:sectPr w:rsidR="00A26A95">
      <w:headerReference w:type="default" r:id="rId7"/>
      <w:footerReference w:type="default" r:id="rId8"/>
      <w:pgSz w:w="11907" w:h="16840"/>
      <w:pgMar w:top="1418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F5" w:rsidRDefault="00FD55F5">
      <w:pPr>
        <w:spacing w:line="240" w:lineRule="auto"/>
      </w:pPr>
      <w:r>
        <w:separator/>
      </w:r>
    </w:p>
  </w:endnote>
  <w:endnote w:type="continuationSeparator" w:id="0">
    <w:p w:rsidR="00FD55F5" w:rsidRDefault="00FD55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AB5" w:rsidRDefault="00AB2AB5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F5" w:rsidRDefault="00FD55F5">
      <w:pPr>
        <w:spacing w:line="240" w:lineRule="auto"/>
      </w:pPr>
      <w:r>
        <w:separator/>
      </w:r>
    </w:p>
  </w:footnote>
  <w:footnote w:type="continuationSeparator" w:id="0">
    <w:p w:rsidR="00FD55F5" w:rsidRDefault="00FD55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AB5" w:rsidRDefault="00AB2AB5">
    <w:pPr>
      <w:pStyle w:val="Kopfzeile"/>
      <w:jc w:val="center"/>
    </w:pPr>
    <w:r>
      <w:t xml:space="preserve">- </w:t>
    </w:r>
    <w:r>
      <w:fldChar w:fldCharType="begin"/>
    </w:r>
    <w:r>
      <w:instrText>PAGE</w:instrText>
    </w:r>
    <w:r>
      <w:fldChar w:fldCharType="separate"/>
    </w:r>
    <w:r w:rsidR="00DC1E25">
      <w:rPr>
        <w:noProof/>
      </w:rPr>
      <w:t>2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C0EE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5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0F"/>
    <w:rsid w:val="000005AC"/>
    <w:rsid w:val="00016222"/>
    <w:rsid w:val="00042CD8"/>
    <w:rsid w:val="00055A9C"/>
    <w:rsid w:val="00087B5C"/>
    <w:rsid w:val="000B11B3"/>
    <w:rsid w:val="000C4B98"/>
    <w:rsid w:val="00117862"/>
    <w:rsid w:val="00143D21"/>
    <w:rsid w:val="00161F6B"/>
    <w:rsid w:val="0016304E"/>
    <w:rsid w:val="001A551A"/>
    <w:rsid w:val="00214017"/>
    <w:rsid w:val="00222044"/>
    <w:rsid w:val="002257F3"/>
    <w:rsid w:val="0023011B"/>
    <w:rsid w:val="00260454"/>
    <w:rsid w:val="002755C3"/>
    <w:rsid w:val="00282876"/>
    <w:rsid w:val="00283173"/>
    <w:rsid w:val="002A19F7"/>
    <w:rsid w:val="00314D66"/>
    <w:rsid w:val="00317A9C"/>
    <w:rsid w:val="003770FE"/>
    <w:rsid w:val="00395E92"/>
    <w:rsid w:val="00397EDE"/>
    <w:rsid w:val="003A45C7"/>
    <w:rsid w:val="003B34AA"/>
    <w:rsid w:val="003D3061"/>
    <w:rsid w:val="003E3B18"/>
    <w:rsid w:val="003E4B31"/>
    <w:rsid w:val="00411E26"/>
    <w:rsid w:val="00422CF3"/>
    <w:rsid w:val="00467865"/>
    <w:rsid w:val="00496480"/>
    <w:rsid w:val="004C530D"/>
    <w:rsid w:val="004C6AD8"/>
    <w:rsid w:val="004D62CE"/>
    <w:rsid w:val="004F380E"/>
    <w:rsid w:val="00502430"/>
    <w:rsid w:val="005407C7"/>
    <w:rsid w:val="00545A83"/>
    <w:rsid w:val="00595D48"/>
    <w:rsid w:val="005B6EF7"/>
    <w:rsid w:val="005E06E6"/>
    <w:rsid w:val="00627166"/>
    <w:rsid w:val="0066014A"/>
    <w:rsid w:val="006A04FC"/>
    <w:rsid w:val="006B41B4"/>
    <w:rsid w:val="006B7F99"/>
    <w:rsid w:val="006C1695"/>
    <w:rsid w:val="006E640F"/>
    <w:rsid w:val="007017B3"/>
    <w:rsid w:val="00711424"/>
    <w:rsid w:val="00775424"/>
    <w:rsid w:val="00787878"/>
    <w:rsid w:val="007A5E4C"/>
    <w:rsid w:val="007D784D"/>
    <w:rsid w:val="007E2957"/>
    <w:rsid w:val="008362E9"/>
    <w:rsid w:val="00856EA1"/>
    <w:rsid w:val="00860A79"/>
    <w:rsid w:val="008629BA"/>
    <w:rsid w:val="00871EA5"/>
    <w:rsid w:val="008A6F9E"/>
    <w:rsid w:val="008C4A7D"/>
    <w:rsid w:val="008D68FE"/>
    <w:rsid w:val="008D7BC0"/>
    <w:rsid w:val="008F7BED"/>
    <w:rsid w:val="009131F3"/>
    <w:rsid w:val="009203B9"/>
    <w:rsid w:val="00974F5F"/>
    <w:rsid w:val="009A2E12"/>
    <w:rsid w:val="009E495B"/>
    <w:rsid w:val="00A25FE1"/>
    <w:rsid w:val="00A26A95"/>
    <w:rsid w:val="00A54850"/>
    <w:rsid w:val="00A70679"/>
    <w:rsid w:val="00AA6AF8"/>
    <w:rsid w:val="00AB0ABD"/>
    <w:rsid w:val="00AB2AB5"/>
    <w:rsid w:val="00AC27E7"/>
    <w:rsid w:val="00AF60C8"/>
    <w:rsid w:val="00B12A36"/>
    <w:rsid w:val="00B15FDB"/>
    <w:rsid w:val="00B23F53"/>
    <w:rsid w:val="00B71F06"/>
    <w:rsid w:val="00B76A9E"/>
    <w:rsid w:val="00B83E4B"/>
    <w:rsid w:val="00B956E3"/>
    <w:rsid w:val="00BB4640"/>
    <w:rsid w:val="00BC6721"/>
    <w:rsid w:val="00BE4A3A"/>
    <w:rsid w:val="00C22566"/>
    <w:rsid w:val="00C228D7"/>
    <w:rsid w:val="00C22D54"/>
    <w:rsid w:val="00C2373A"/>
    <w:rsid w:val="00C96822"/>
    <w:rsid w:val="00CC6C19"/>
    <w:rsid w:val="00CE349B"/>
    <w:rsid w:val="00D00C5E"/>
    <w:rsid w:val="00D00C91"/>
    <w:rsid w:val="00D37371"/>
    <w:rsid w:val="00D41105"/>
    <w:rsid w:val="00D479F3"/>
    <w:rsid w:val="00D531F6"/>
    <w:rsid w:val="00D67DC5"/>
    <w:rsid w:val="00DB26D0"/>
    <w:rsid w:val="00DC1E25"/>
    <w:rsid w:val="00E157F3"/>
    <w:rsid w:val="00E24A3F"/>
    <w:rsid w:val="00E43407"/>
    <w:rsid w:val="00E92669"/>
    <w:rsid w:val="00EA5912"/>
    <w:rsid w:val="00EA6A71"/>
    <w:rsid w:val="00ED488A"/>
    <w:rsid w:val="00F05BF0"/>
    <w:rsid w:val="00F20469"/>
    <w:rsid w:val="00F25B3E"/>
    <w:rsid w:val="00F36FBB"/>
    <w:rsid w:val="00FB1C08"/>
    <w:rsid w:val="00FB32C3"/>
    <w:rsid w:val="00FC6D9B"/>
    <w:rsid w:val="00FD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4EB887F4-4C0D-4A99-AEDE-DA87EBF4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ind w:left="454" w:hanging="454"/>
      <w:outlineLvl w:val="0"/>
    </w:pPr>
  </w:style>
  <w:style w:type="paragraph" w:styleId="berschrift2">
    <w:name w:val="heading 2"/>
    <w:basedOn w:val="Standard"/>
    <w:next w:val="Standard"/>
    <w:qFormat/>
    <w:pPr>
      <w:ind w:left="907" w:hanging="454"/>
      <w:outlineLvl w:val="1"/>
    </w:pPr>
  </w:style>
  <w:style w:type="paragraph" w:styleId="berschrift3">
    <w:name w:val="heading 3"/>
    <w:basedOn w:val="Standard"/>
    <w:next w:val="Standardeinzug"/>
    <w:qFormat/>
    <w:pPr>
      <w:ind w:left="1361" w:hanging="454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Verfgung">
    <w:name w:val="Verfügung"/>
    <w:basedOn w:val="Standard"/>
    <w:pPr>
      <w:ind w:hanging="284"/>
    </w:pPr>
  </w:style>
  <w:style w:type="character" w:styleId="Kommentarzeichen">
    <w:name w:val="annotation reference"/>
    <w:semiHidden/>
    <w:rsid w:val="00A26A95"/>
    <w:rPr>
      <w:sz w:val="16"/>
      <w:szCs w:val="16"/>
    </w:rPr>
  </w:style>
  <w:style w:type="paragraph" w:styleId="Kommentartext">
    <w:name w:val="annotation text"/>
    <w:basedOn w:val="Standard"/>
    <w:semiHidden/>
    <w:rsid w:val="00A26A95"/>
    <w:rPr>
      <w:sz w:val="20"/>
    </w:rPr>
  </w:style>
  <w:style w:type="paragraph" w:styleId="Sprechblasentext">
    <w:name w:val="Balloon Text"/>
    <w:basedOn w:val="Standard"/>
    <w:semiHidden/>
    <w:rsid w:val="00A26A95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autoRedefine/>
    <w:rsid w:val="00BE4A3A"/>
  </w:style>
  <w:style w:type="paragraph" w:styleId="Kommentarthema">
    <w:name w:val="annotation subject"/>
    <w:basedOn w:val="Kommentartext"/>
    <w:next w:val="Kommentartext"/>
    <w:semiHidden/>
    <w:rsid w:val="00B12A36"/>
    <w:rPr>
      <w:b/>
      <w:bCs/>
    </w:rPr>
  </w:style>
  <w:style w:type="paragraph" w:customStyle="1" w:styleId="Arbeitsvertragstext">
    <w:name w:val="Arbeitsvertragstext"/>
    <w:basedOn w:val="Standard"/>
    <w:qFormat/>
    <w:rsid w:val="008C4A7D"/>
    <w:pPr>
      <w:spacing w:before="160" w:after="160" w:line="320" w:lineRule="exact"/>
    </w:pPr>
    <w:rPr>
      <w:rFonts w:cs="Arial"/>
    </w:rPr>
  </w:style>
  <w:style w:type="paragraph" w:customStyle="1" w:styleId="FormatvorlageArbeitsvertragstextVor24PtNach0Pt">
    <w:name w:val="Formatvorlage Arbeitsvertragstext + Vor:  24 Pt. Nach:  0 Pt."/>
    <w:basedOn w:val="Arbeitsvertragstext"/>
    <w:rsid w:val="002A19F7"/>
    <w:pPr>
      <w:spacing w:before="480" w:after="0"/>
    </w:pPr>
    <w:rPr>
      <w:rFonts w:cs="Times New Roman"/>
    </w:rPr>
  </w:style>
  <w:style w:type="paragraph" w:customStyle="1" w:styleId="Arbeitsvertrag">
    <w:name w:val="Arbeitsvertrag"/>
    <w:basedOn w:val="Standard"/>
    <w:qFormat/>
    <w:rsid w:val="002A19F7"/>
    <w:pPr>
      <w:spacing w:before="480" w:line="320" w:lineRule="exact"/>
      <w:jc w:val="center"/>
      <w:outlineLvl w:val="0"/>
    </w:pPr>
    <w:rPr>
      <w:b/>
      <w:spacing w:val="60"/>
    </w:rPr>
  </w:style>
  <w:style w:type="paragraph" w:customStyle="1" w:styleId="Paragraf">
    <w:name w:val="Paragraf"/>
    <w:basedOn w:val="berschrift1"/>
    <w:rsid w:val="002A19F7"/>
    <w:pPr>
      <w:keepNext/>
      <w:spacing w:before="360" w:after="240" w:line="240" w:lineRule="auto"/>
      <w:ind w:left="0" w:firstLine="0"/>
      <w:jc w:val="center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iverse01\VorlagensystemW10\BMI\BMI-Vorlagen\BLANKO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BLANKO.DOT</Template>
  <TotalTime>0</TotalTime>
  <Pages>2</Pages>
  <Words>356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MUSTER-ARBEITSVERTRAG</vt:lpstr>
    </vt:vector>
  </TitlesOfParts>
  <Company>Bundesministerium des Innern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MUSTER-ARBEITSVERTRAG</dc:title>
  <dc:creator>Systemverwaltung</dc:creator>
  <cp:lastModifiedBy>Maczkowicz, Katrin</cp:lastModifiedBy>
  <cp:revision>3</cp:revision>
  <cp:lastPrinted>2005-11-16T08:24:00Z</cp:lastPrinted>
  <dcterms:created xsi:type="dcterms:W3CDTF">2019-01-18T09:31:00Z</dcterms:created>
  <dcterms:modified xsi:type="dcterms:W3CDTF">2019-10-08T13:40:00Z</dcterms:modified>
</cp:coreProperties>
</file>