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444" w:rsidRPr="00291444" w:rsidRDefault="00291444" w:rsidP="00814C8B">
      <w:pPr>
        <w:pStyle w:val="berschrift1"/>
        <w:jc w:val="center"/>
      </w:pPr>
      <w:bookmarkStart w:id="0" w:name="_GoBack"/>
      <w:bookmarkEnd w:id="0"/>
      <w:r w:rsidRPr="00291444">
        <w:t xml:space="preserve">Erläuterungen zu den Arbeits- und </w:t>
      </w:r>
      <w:r w:rsidRPr="00814C8B">
        <w:t>Ausbildungsvertragsmustern</w:t>
      </w:r>
    </w:p>
    <w:p w:rsidR="00291444" w:rsidRPr="00291444" w:rsidRDefault="00291444" w:rsidP="00291444">
      <w:pPr>
        <w:pStyle w:val="berschrift2"/>
      </w:pPr>
      <w:r w:rsidRPr="00291444">
        <w:t>I. Grundsätzliches:</w:t>
      </w:r>
    </w:p>
    <w:p w:rsidR="00291444" w:rsidRDefault="00291444" w:rsidP="00291444">
      <w:r>
        <w:t>Es ist jeweils das passende Arbeits- oder Ausbildungsvertragsmuster zu verwenden. Der Anwendungsbereich ergibt sich jeweils aus der Überschrift der Muster.</w:t>
      </w:r>
    </w:p>
    <w:p w:rsidR="00291444" w:rsidRDefault="00291444" w:rsidP="00291444">
      <w:r>
        <w:t>Die Kästchen in den Arbeits- und Ausbildungsvertragsmustern eröffnen entweder eine Wahlmöglichkeit zwischen zwei oder mehreren Alternativen oder auch, ob eine Regelung in den individuellen Arbeits- oder Ausbildungsvertrag aufgenommen we</w:t>
      </w:r>
      <w:r>
        <w:t>r</w:t>
      </w:r>
      <w:r>
        <w:t xml:space="preserve">den soll. Dabei ist Zutreffendes anzukreuzen, nicht Zutreffendes ist zu streichen. </w:t>
      </w:r>
    </w:p>
    <w:p w:rsidR="00291444" w:rsidRDefault="00291444" w:rsidP="00291444">
      <w:r>
        <w:t>Die Ausführungen unter der nachstehenden Ziffer II. beziehen sich auf die Arbeit</w:t>
      </w:r>
      <w:r>
        <w:t>s</w:t>
      </w:r>
      <w:r>
        <w:t>vertragsmuster für die Einstellung auf unbestimmte Zeit (Anlage 2) sowie die befrist</w:t>
      </w:r>
      <w:r>
        <w:t>e</w:t>
      </w:r>
      <w:r>
        <w:t>te Einstellung, und zwar sowohl allgemein (Anlage 3) als auch die befristete Einste</w:t>
      </w:r>
      <w:r>
        <w:t>l</w:t>
      </w:r>
      <w:r>
        <w:t>lung im Anschluss an das Berufsausbildungsverhältnis (Anlage 4, zu den Vorausse</w:t>
      </w:r>
      <w:r>
        <w:t>t</w:t>
      </w:r>
      <w:r>
        <w:t>zungen siehe Rundschreiben vom 3. August 2012 - D5</w:t>
      </w:r>
      <w:r w:rsidR="00086168">
        <w:t xml:space="preserve"> </w:t>
      </w:r>
      <w:r>
        <w:t>-</w:t>
      </w:r>
      <w:r w:rsidR="00086168">
        <w:t xml:space="preserve"> </w:t>
      </w:r>
      <w:r>
        <w:t>220 233</w:t>
      </w:r>
      <w:r w:rsidR="00086168">
        <w:t xml:space="preserve"> </w:t>
      </w:r>
      <w:r>
        <w:t>-</w:t>
      </w:r>
      <w:r w:rsidR="00086168">
        <w:t xml:space="preserve"> </w:t>
      </w:r>
      <w:r>
        <w:t xml:space="preserve">53/7). Gesonderte Hinweise werden, soweit erforderlich, zum Änderungsvertrag (Anlage 5; siehe Ziffer III.) und zu den Ausbildungsverträgen (Anlage 6 und 7; siehe Ziffer IV.) gegeben. </w:t>
      </w:r>
    </w:p>
    <w:p w:rsidR="00291444" w:rsidRDefault="00291444" w:rsidP="00291444">
      <w:pPr>
        <w:pStyle w:val="berschrift2"/>
        <w:spacing w:before="240"/>
      </w:pPr>
      <w:r>
        <w:t xml:space="preserve">II. Arbeitsvertragsmuster für die </w:t>
      </w:r>
      <w:r w:rsidRPr="00291444">
        <w:t>Einstellung</w:t>
      </w:r>
      <w:r>
        <w:t xml:space="preserve"> (Anlagen 2 bis 4):</w:t>
      </w:r>
    </w:p>
    <w:p w:rsidR="00291444" w:rsidRPr="00291444" w:rsidRDefault="00291444" w:rsidP="00814C8B">
      <w:pPr>
        <w:pStyle w:val="berschrift3"/>
        <w:rPr>
          <w:lang w:eastAsia="en-US"/>
        </w:rPr>
      </w:pPr>
      <w:r w:rsidRPr="00291444">
        <w:rPr>
          <w:lang w:eastAsia="en-US"/>
        </w:rPr>
        <w:t xml:space="preserve">Kopf des </w:t>
      </w:r>
      <w:r w:rsidRPr="00814C8B">
        <w:t>Arbeitsvertrages</w:t>
      </w:r>
    </w:p>
    <w:p w:rsidR="00291444" w:rsidRDefault="00291444" w:rsidP="00291444">
      <w:r>
        <w:t>Ein Arbeitsvertrag wird unter Vorbehalt geschlossen, wenn die Wirksamkeit des Ve</w:t>
      </w:r>
      <w:r>
        <w:t>r</w:t>
      </w:r>
      <w:r>
        <w:t>trages z. B. von dem Ergebnis einer Prüfung oder einer ärztlichen Untersuchung a</w:t>
      </w:r>
      <w:r>
        <w:t>b</w:t>
      </w:r>
      <w:r>
        <w:t>hängig gemacht wird.</w:t>
      </w:r>
    </w:p>
    <w:p w:rsidR="00291444" w:rsidRDefault="00291444" w:rsidP="00814C8B">
      <w:pPr>
        <w:pStyle w:val="Formatvorlageberschrift3Links0cmErsteZeile0cm"/>
      </w:pPr>
      <w:r>
        <w:t xml:space="preserve">§ 1 des Arbeitsvertrages </w:t>
      </w:r>
      <w:r>
        <w:br/>
        <w:t>(Arbeitszeitumfang und Dauer des Arbeitsverhältnisses)</w:t>
      </w:r>
    </w:p>
    <w:p w:rsidR="00291444" w:rsidRPr="00291444" w:rsidRDefault="00291444" w:rsidP="00291444">
      <w:pPr>
        <w:spacing w:after="0"/>
        <w:rPr>
          <w:u w:val="single"/>
        </w:rPr>
      </w:pPr>
      <w:r w:rsidRPr="00291444">
        <w:rPr>
          <w:u w:val="single"/>
        </w:rPr>
        <w:t>Teilzeitbeschäftigung:</w:t>
      </w:r>
    </w:p>
    <w:p w:rsidR="00291444" w:rsidRDefault="00291444" w:rsidP="00291444">
      <w:pPr>
        <w:spacing w:before="0"/>
      </w:pPr>
      <w:r>
        <w:t>Der Regelfall einer Teilzeitbeschäftigung ist die individuelle Vereinbarung einer durchschnittlichen Arbeitszeit in einem prozentualen Verhältnis zur regelmäßigen Arbeitszeit vergleichbarer Vollzeitbeschäftigter. Soll ausnahmsweise abweichend von diesem Grundsatz eine feste Stundenzahl – die auch bei einer allgemeinen tarifl</w:t>
      </w:r>
      <w:r>
        <w:t>i</w:t>
      </w:r>
      <w:r>
        <w:t>chen Änderung der regelmäßigen wöchentlichen Arbeitszeit unverändert bleiben soll - für die Teilzeitbeschäftigung vereinbart werden, so ist der Arbeitsvertrag entspr</w:t>
      </w:r>
      <w:r>
        <w:t>e</w:t>
      </w:r>
      <w:r>
        <w:t xml:space="preserve">chend abzuändern. </w:t>
      </w:r>
    </w:p>
    <w:p w:rsidR="00291444" w:rsidRDefault="00291444" w:rsidP="00291444">
      <w:r>
        <w:t>Der Vertrag enthält zudem eine Regelung gemäß § 6 Abs. 5 TVöD, wonach für Tei</w:t>
      </w:r>
      <w:r>
        <w:t>l</w:t>
      </w:r>
      <w:r>
        <w:t>zeitbeschäftigte die Verpflichtung zur Leistung von Bereitschaftsdienst, Rufberei</w:t>
      </w:r>
      <w:r>
        <w:t>t</w:t>
      </w:r>
      <w:r>
        <w:t xml:space="preserve">schaft, Überstunden und Mehrarbeit arbeitsvertraglich zu regeln ist. </w:t>
      </w:r>
    </w:p>
    <w:p w:rsidR="00291444" w:rsidRPr="00291444" w:rsidRDefault="00291444" w:rsidP="00814C8B">
      <w:pPr>
        <w:keepNext/>
        <w:keepLines/>
        <w:spacing w:after="0"/>
        <w:rPr>
          <w:u w:val="single"/>
        </w:rPr>
      </w:pPr>
      <w:r w:rsidRPr="00291444">
        <w:rPr>
          <w:u w:val="single"/>
        </w:rPr>
        <w:lastRenderedPageBreak/>
        <w:t>Befristung:</w:t>
      </w:r>
    </w:p>
    <w:p w:rsidR="00291444" w:rsidRPr="00291444" w:rsidRDefault="00291444" w:rsidP="003A11B1">
      <w:pPr>
        <w:pStyle w:val="FormatvorlageAufzhlungLinks0cmHngend1cm"/>
        <w:keepNext/>
        <w:keepLines/>
        <w:tabs>
          <w:tab w:val="left" w:pos="567"/>
        </w:tabs>
        <w:spacing w:after="0"/>
        <w:ind w:left="567" w:hanging="567"/>
      </w:pPr>
      <w:r w:rsidRPr="00291444">
        <w:rPr>
          <w:u w:val="single"/>
        </w:rPr>
        <w:t>Allgemeines</w:t>
      </w:r>
      <w:r w:rsidRPr="00291444">
        <w:t xml:space="preserve">: </w:t>
      </w:r>
    </w:p>
    <w:p w:rsidR="00291444" w:rsidRDefault="00291444" w:rsidP="003A11B1">
      <w:pPr>
        <w:keepNext/>
        <w:keepLines/>
        <w:tabs>
          <w:tab w:val="left" w:pos="567"/>
        </w:tabs>
        <w:spacing w:before="0"/>
        <w:ind w:left="567"/>
      </w:pPr>
      <w:r>
        <w:t>Für Befristungen von Arbeitsverhältnissen gelten die Regelungen des § 30 TVöD. Demnach sind befristete Arbeitsverträge nach Maßgabe des Teilzeit- und Befristungsgesetzes (</w:t>
      </w:r>
      <w:proofErr w:type="spellStart"/>
      <w:r>
        <w:t>TzBfG</w:t>
      </w:r>
      <w:proofErr w:type="spellEnd"/>
      <w:r>
        <w:t xml:space="preserve">) sowie anderer gesetzlicher Vorschriften über die Befristung von Arbeitsverträgen zulässig (Abs. 1 Satz 1). </w:t>
      </w:r>
    </w:p>
    <w:p w:rsidR="00291444" w:rsidRDefault="00291444" w:rsidP="00814C8B">
      <w:pPr>
        <w:ind w:left="567"/>
      </w:pPr>
      <w:r>
        <w:t xml:space="preserve">Das </w:t>
      </w:r>
      <w:proofErr w:type="spellStart"/>
      <w:r>
        <w:t>TzBfG</w:t>
      </w:r>
      <w:proofErr w:type="spellEnd"/>
      <w:r>
        <w:t xml:space="preserve"> unterscheidet bei befristeten Arbeitsverträgen zwischen kalende</w:t>
      </w:r>
      <w:r>
        <w:t>r</w:t>
      </w:r>
      <w:r>
        <w:t xml:space="preserve">mäßig befristeten und zweckbefristeten Arbeitsverträgen (§ 3 Abs. 1 </w:t>
      </w:r>
      <w:proofErr w:type="spellStart"/>
      <w:r>
        <w:t>TzBfG</w:t>
      </w:r>
      <w:proofErr w:type="spellEnd"/>
      <w:r>
        <w:t xml:space="preserve">). Dabei bedarf die Befristung eines Arbeitsvertrages zu ihrer Wirksamkeit der Schriftform (§ 14 Abs. 4 </w:t>
      </w:r>
      <w:proofErr w:type="spellStart"/>
      <w:r>
        <w:t>TzBfG</w:t>
      </w:r>
      <w:proofErr w:type="spellEnd"/>
      <w:r>
        <w:t>). Das Schriftformerfordernis erfasst nicht die Angabe des Befristungsgrundes (mit/ohne Sachgrund bzw. welcher Sac</w:t>
      </w:r>
      <w:r>
        <w:t>h</w:t>
      </w:r>
      <w:r>
        <w:t xml:space="preserve">grund). </w:t>
      </w:r>
    </w:p>
    <w:p w:rsidR="00291444" w:rsidRPr="00814C8B" w:rsidRDefault="00291444" w:rsidP="003A11B1">
      <w:pPr>
        <w:pStyle w:val="FormatvorlageAufzhlungLinks0cmHngend1cm"/>
        <w:keepNext/>
        <w:keepLines/>
        <w:tabs>
          <w:tab w:val="left" w:pos="567"/>
        </w:tabs>
        <w:spacing w:after="0"/>
        <w:ind w:left="567" w:hanging="567"/>
        <w:rPr>
          <w:u w:val="single"/>
        </w:rPr>
      </w:pPr>
      <w:r w:rsidRPr="00814C8B">
        <w:rPr>
          <w:u w:val="single"/>
        </w:rPr>
        <w:t>Kalendermäßig befristeter Arbeitsvertrag</w:t>
      </w:r>
    </w:p>
    <w:p w:rsidR="00291444" w:rsidRDefault="00291444" w:rsidP="00814C8B">
      <w:pPr>
        <w:spacing w:before="0"/>
        <w:ind w:left="567"/>
      </w:pPr>
      <w:r>
        <w:t>Das kalendermäßig befristete Arbeitsverhältnis endet mit Ablauf der vereinba</w:t>
      </w:r>
      <w:r>
        <w:t>r</w:t>
      </w:r>
      <w:r>
        <w:t xml:space="preserve">ten Zeit (§ 15 Abs. 1 </w:t>
      </w:r>
      <w:proofErr w:type="spellStart"/>
      <w:r>
        <w:t>TzBfG</w:t>
      </w:r>
      <w:proofErr w:type="spellEnd"/>
      <w:r>
        <w:t>).</w:t>
      </w:r>
    </w:p>
    <w:p w:rsidR="00291444" w:rsidRPr="00814C8B" w:rsidRDefault="00291444" w:rsidP="003A11B1">
      <w:pPr>
        <w:pStyle w:val="FormatvorlageAufzhlungLinks0cmHngend1cm"/>
        <w:keepNext/>
        <w:keepLines/>
        <w:tabs>
          <w:tab w:val="left" w:pos="567"/>
        </w:tabs>
        <w:spacing w:after="0"/>
        <w:ind w:left="567" w:hanging="567"/>
        <w:rPr>
          <w:u w:val="single"/>
        </w:rPr>
      </w:pPr>
      <w:r w:rsidRPr="00814C8B">
        <w:rPr>
          <w:u w:val="single"/>
        </w:rPr>
        <w:t>Zweckbefristung</w:t>
      </w:r>
    </w:p>
    <w:p w:rsidR="00291444" w:rsidRDefault="00291444" w:rsidP="00814C8B">
      <w:pPr>
        <w:spacing w:before="0"/>
        <w:ind w:left="567"/>
      </w:pPr>
      <w:r>
        <w:t>Bei der Zweckbefristung ist das Ende des Arbeitsverhältnisses nicht an einen bestimmten Termin gebunden, sondern an das Erreichen eines im Arbeitsve</w:t>
      </w:r>
      <w:r>
        <w:t>r</w:t>
      </w:r>
      <w:r>
        <w:t>trag definierten Zwecks. Der Zweck muss im Arbeitsvertrag so hinreichend u</w:t>
      </w:r>
      <w:r>
        <w:t>m</w:t>
      </w:r>
      <w:r>
        <w:t xml:space="preserve">schrieben sein, dass man zuverlässig feststellen kann, ob er erreicht ist. Der Gesetzgeber verpflichtet den Arbeitgeber, die/den Beschäftigte/n zwei Wochen vor Erreichen des Zwecks schriftlich davon zu unterrichten (§ 15 Abs. 2 </w:t>
      </w:r>
      <w:proofErr w:type="spellStart"/>
      <w:r>
        <w:t>TzBfG</w:t>
      </w:r>
      <w:proofErr w:type="spellEnd"/>
      <w:r>
        <w:t>). Es wird empfohlen, Zweckbefristungen regelmäßig mit einer kalendermäßigen Befristung des Arbeitsverhältnisses zu verbinden.</w:t>
      </w:r>
    </w:p>
    <w:p w:rsidR="00291444" w:rsidRPr="00814C8B" w:rsidRDefault="00291444" w:rsidP="003A11B1">
      <w:pPr>
        <w:pStyle w:val="FormatvorlageAufzhlungLinks0cmHngend1cm"/>
        <w:keepNext/>
        <w:keepLines/>
        <w:tabs>
          <w:tab w:val="left" w:pos="567"/>
        </w:tabs>
        <w:spacing w:after="0"/>
        <w:ind w:left="567" w:hanging="567"/>
        <w:rPr>
          <w:u w:val="single"/>
        </w:rPr>
      </w:pPr>
      <w:r w:rsidRPr="00814C8B">
        <w:rPr>
          <w:u w:val="single"/>
        </w:rPr>
        <w:t xml:space="preserve">Sachgrundlose </w:t>
      </w:r>
      <w:r w:rsidR="00086168">
        <w:rPr>
          <w:u w:val="single"/>
        </w:rPr>
        <w:t>-</w:t>
      </w:r>
      <w:r w:rsidRPr="00814C8B">
        <w:rPr>
          <w:u w:val="single"/>
        </w:rPr>
        <w:t xml:space="preserve"> kalendermäßige - Befristung (§ 14 Abs. 2 </w:t>
      </w:r>
      <w:proofErr w:type="spellStart"/>
      <w:r w:rsidRPr="00814C8B">
        <w:rPr>
          <w:u w:val="single"/>
        </w:rPr>
        <w:t>TzBfG</w:t>
      </w:r>
      <w:proofErr w:type="spellEnd"/>
      <w:r w:rsidRPr="00814C8B">
        <w:rPr>
          <w:u w:val="single"/>
        </w:rPr>
        <w:t>):</w:t>
      </w:r>
    </w:p>
    <w:p w:rsidR="00291444" w:rsidRDefault="00291444" w:rsidP="00814C8B">
      <w:pPr>
        <w:spacing w:before="0"/>
        <w:ind w:left="567"/>
      </w:pPr>
      <w:r>
        <w:t>Ein Arbeitsverhältnis kann ohne Vorliegen eines sachlichen Grundes bis zu e</w:t>
      </w:r>
      <w:r>
        <w:t>i</w:t>
      </w:r>
      <w:r>
        <w:t>ner Dauer von zwei Jahren abgeschlossen werden. Innerhalb der Gesamtdauer von zwei Jahren kann das Arbeitsverhältnis bis zu dreimal verlängert werden. Zu beachten ist, dass bei einer eventuellen Verlängerung innerhalb des Zwe</w:t>
      </w:r>
      <w:r>
        <w:t>i</w:t>
      </w:r>
      <w:r>
        <w:t>jahreszeitraums keine über die bloße Verlängerung hinausgehende Vereinb</w:t>
      </w:r>
      <w:r>
        <w:t>a</w:t>
      </w:r>
      <w:r>
        <w:t>rung getroffen werden darf. Jede darüber hinaus gehende Änderung des A</w:t>
      </w:r>
      <w:r>
        <w:t>r</w:t>
      </w:r>
      <w:r>
        <w:t>beitsverhältnisses (z. B. Art der Tätigkeit/Arbeitszeit) oder der Abschluss eines neuen Arbeitsvertrages anstelle der bloßen Verlängerung führen zu einer u</w:t>
      </w:r>
      <w:r>
        <w:t>n</w:t>
      </w:r>
      <w:r>
        <w:t xml:space="preserve">wirksamen Befristung und in der Folge nach § 16 </w:t>
      </w:r>
      <w:proofErr w:type="spellStart"/>
      <w:r>
        <w:t>TzBfG</w:t>
      </w:r>
      <w:proofErr w:type="spellEnd"/>
      <w:r>
        <w:t xml:space="preserve"> zu einem auf unb</w:t>
      </w:r>
      <w:r>
        <w:t>e</w:t>
      </w:r>
      <w:r>
        <w:t xml:space="preserve">stimmte Zeit abgeschlossenen Arbeitsvertrag. Ebenfalls darf kein vorheriges Arbeitsverhältnis im Sinne des § 14 Abs. 2 </w:t>
      </w:r>
      <w:proofErr w:type="spellStart"/>
      <w:r>
        <w:t>TzBfG</w:t>
      </w:r>
      <w:proofErr w:type="spellEnd"/>
      <w:r>
        <w:t xml:space="preserve"> zu demselben Arbeitgeber bestanden haben. Ein Ausbildungsverhältnis gilt nicht als ein derartiges A</w:t>
      </w:r>
      <w:r>
        <w:t>r</w:t>
      </w:r>
      <w:r>
        <w:t xml:space="preserve">beitsverhältnis. </w:t>
      </w:r>
    </w:p>
    <w:p w:rsidR="00291444" w:rsidRPr="00814C8B" w:rsidRDefault="00291444" w:rsidP="003A11B1">
      <w:pPr>
        <w:pStyle w:val="FormatvorlageAufzhlungLinks0cmHngend1cm"/>
        <w:keepNext/>
        <w:keepLines/>
        <w:tabs>
          <w:tab w:val="left" w:pos="567"/>
        </w:tabs>
        <w:spacing w:after="0"/>
        <w:ind w:left="567" w:hanging="567"/>
        <w:rPr>
          <w:u w:val="single"/>
        </w:rPr>
      </w:pPr>
      <w:r w:rsidRPr="00814C8B">
        <w:rPr>
          <w:u w:val="single"/>
        </w:rPr>
        <w:lastRenderedPageBreak/>
        <w:t>Besonderheiten für Beschäftigte, auf die die Regelungen des Tarifgebiets West Anwendung finden und deren Tätigkeit vor dem 1. Januar 2005 der Rentenve</w:t>
      </w:r>
      <w:r w:rsidRPr="00814C8B">
        <w:rPr>
          <w:u w:val="single"/>
        </w:rPr>
        <w:t>r</w:t>
      </w:r>
      <w:r w:rsidRPr="00814C8B">
        <w:rPr>
          <w:u w:val="single"/>
        </w:rPr>
        <w:t>sicherung der Angestellten unterlegen hätte:</w:t>
      </w:r>
    </w:p>
    <w:p w:rsidR="00291444" w:rsidRDefault="00291444" w:rsidP="003A11B1">
      <w:pPr>
        <w:pStyle w:val="Aufzhlung"/>
        <w:numPr>
          <w:ilvl w:val="0"/>
          <w:numId w:val="13"/>
        </w:numPr>
        <w:tabs>
          <w:tab w:val="left" w:pos="1134"/>
        </w:tabs>
        <w:spacing w:before="60"/>
        <w:ind w:left="1134" w:hanging="567"/>
      </w:pPr>
      <w:r>
        <w:t>Kalendermäßig befristete Arbeitsverträge mit sachlichem Grund sind nur zulässig, wenn die Dauer des einzelnen Vertrages fünf Jahre nicht übe</w:t>
      </w:r>
      <w:r>
        <w:t>r</w:t>
      </w:r>
      <w:r>
        <w:t>steigt (§ 30 Abs. 2 Satz 1 TVöD).</w:t>
      </w:r>
    </w:p>
    <w:p w:rsidR="00291444" w:rsidRDefault="00291444" w:rsidP="003A11B1">
      <w:pPr>
        <w:pStyle w:val="Aufzhlung"/>
        <w:numPr>
          <w:ilvl w:val="0"/>
          <w:numId w:val="13"/>
        </w:numPr>
        <w:tabs>
          <w:tab w:val="left" w:pos="1134"/>
        </w:tabs>
        <w:spacing w:before="60"/>
        <w:ind w:left="1134" w:hanging="567"/>
      </w:pPr>
      <w:r>
        <w:t>Ein befristeter Arbeitsvertrag ohne sachlichen Grund soll in der Regel zwölf Monate nicht unterschreiten; die Vertragsdauer muss mindestens sechs Monate betragen (§ 30 Abs. 3 Satz 1 TVöD).</w:t>
      </w:r>
    </w:p>
    <w:p w:rsidR="00291444" w:rsidRDefault="00291444" w:rsidP="00814C8B">
      <w:pPr>
        <w:spacing w:before="0"/>
        <w:ind w:left="567"/>
      </w:pPr>
      <w:r>
        <w:t>Diese Besonderheiten gelten nicht für Arbeitsverhältnisse, für die die §§ 57a ff. HRG, das Wissenschaftszeitvertragsgesetz oder gesetzliche Nachfolge-regelungen unmittelbar oder entsprechend gelten.</w:t>
      </w:r>
    </w:p>
    <w:p w:rsidR="00291444" w:rsidRPr="00814C8B" w:rsidRDefault="00291444" w:rsidP="00D61E9A">
      <w:pPr>
        <w:pStyle w:val="FormatvorlageAufzhlungLinks0cmHngend1cm"/>
        <w:tabs>
          <w:tab w:val="left" w:pos="567"/>
        </w:tabs>
        <w:spacing w:after="0"/>
        <w:ind w:left="567" w:hanging="567"/>
        <w:rPr>
          <w:u w:val="single"/>
        </w:rPr>
      </w:pPr>
      <w:r w:rsidRPr="00814C8B">
        <w:rPr>
          <w:u w:val="single"/>
        </w:rPr>
        <w:t xml:space="preserve">Befristungen nach § 21 BEEG </w:t>
      </w:r>
    </w:p>
    <w:p w:rsidR="00291444" w:rsidRDefault="00291444" w:rsidP="00D61E9A">
      <w:pPr>
        <w:spacing w:before="0"/>
        <w:ind w:left="567"/>
      </w:pPr>
      <w:r>
        <w:t>Ein sachlicher Grund für die Befristung eines Arbeitsverhältnisses liegt vor, wenn Beschäftigte zur Vertretung einer/eines anderen Beschäftigten für die Dauer eines Beschäftigungsverbot</w:t>
      </w:r>
      <w:r w:rsidR="000F7D44">
        <w:t>s nach dem Mutterschutzgesetz/</w:t>
      </w:r>
      <w:r>
        <w:t>der Elter</w:t>
      </w:r>
      <w:r>
        <w:t>n</w:t>
      </w:r>
      <w:r w:rsidR="000F7D44">
        <w:t>zeit/</w:t>
      </w:r>
      <w:r>
        <w:t>der Arbeitsfreistellung zur Betreuung eines Kindes nach § 21 BEEG eing</w:t>
      </w:r>
      <w:r>
        <w:t>e</w:t>
      </w:r>
      <w:r>
        <w:t>stellt werden. Die Dauer der Befristung des Arbeitsvertrages muss kalenderm</w:t>
      </w:r>
      <w:r>
        <w:t>ä</w:t>
      </w:r>
      <w:r>
        <w:t>ßig bestimmt oder bestimmbar sein oder den rechtlich zulässigen Zweck erke</w:t>
      </w:r>
      <w:r>
        <w:t>n</w:t>
      </w:r>
      <w:r w:rsidR="003015C6">
        <w:t>nen lassen.</w:t>
      </w:r>
    </w:p>
    <w:p w:rsidR="003015C6" w:rsidRPr="00D61E9A" w:rsidRDefault="003015C6" w:rsidP="00D61E9A">
      <w:pPr>
        <w:pStyle w:val="FormatvorlageAufzhlungLinks0cmHngend1cm"/>
        <w:tabs>
          <w:tab w:val="left" w:pos="567"/>
        </w:tabs>
        <w:spacing w:after="0"/>
        <w:ind w:left="567" w:hanging="567"/>
        <w:rPr>
          <w:u w:val="single"/>
        </w:rPr>
      </w:pPr>
      <w:r w:rsidRPr="00D61E9A">
        <w:rPr>
          <w:u w:val="single"/>
        </w:rPr>
        <w:t xml:space="preserve">Befristungen nach </w:t>
      </w:r>
      <w:r w:rsidR="003828CE" w:rsidRPr="00D61E9A">
        <w:rPr>
          <w:u w:val="single"/>
        </w:rPr>
        <w:t>§ 6 Abs. 1 bis 3 PflegeZG, §</w:t>
      </w:r>
      <w:r w:rsidR="00A82797">
        <w:rPr>
          <w:u w:val="single"/>
        </w:rPr>
        <w:t xml:space="preserve"> 2 Abs. 3 FPfZG i. V. m. § 6 Abs. </w:t>
      </w:r>
      <w:r w:rsidR="003828CE" w:rsidRPr="00D61E9A">
        <w:rPr>
          <w:u w:val="single"/>
        </w:rPr>
        <w:t xml:space="preserve">1 bis 3 PflegeZG oder § 2 Abs. 5 Satz 3 </w:t>
      </w:r>
      <w:r w:rsidR="00A82797">
        <w:rPr>
          <w:u w:val="single"/>
        </w:rPr>
        <w:t>i. V. m.</w:t>
      </w:r>
      <w:r w:rsidR="00C37508" w:rsidRPr="00D61E9A">
        <w:rPr>
          <w:u w:val="single"/>
        </w:rPr>
        <w:t xml:space="preserve"> Abs. 3 FPfZG </w:t>
      </w:r>
      <w:r w:rsidR="00A82797">
        <w:rPr>
          <w:u w:val="single"/>
        </w:rPr>
        <w:t>i. V. m.</w:t>
      </w:r>
      <w:r w:rsidR="00C37508" w:rsidRPr="00D61E9A">
        <w:rPr>
          <w:u w:val="single"/>
        </w:rPr>
        <w:t xml:space="preserve"> § 6 Abs. 1 bis 3 PflegeZG</w:t>
      </w:r>
    </w:p>
    <w:p w:rsidR="003015C6" w:rsidRDefault="003015C6" w:rsidP="00D61E9A">
      <w:pPr>
        <w:spacing w:before="0"/>
        <w:ind w:left="567"/>
      </w:pPr>
      <w:r w:rsidRPr="00D61E9A">
        <w:t xml:space="preserve">Ein sachlicher Grund für die Befristung eines Arbeitsverhältnisses liegt zudem vor, wenn Beschäftigte zur Vertretung einer/eines </w:t>
      </w:r>
      <w:r w:rsidR="001E094C" w:rsidRPr="00D61E9A">
        <w:t xml:space="preserve">anderen </w:t>
      </w:r>
      <w:r w:rsidRPr="00D61E9A">
        <w:t xml:space="preserve">Beschäftigten </w:t>
      </w:r>
      <w:r w:rsidR="001E094C" w:rsidRPr="00D61E9A">
        <w:t>für die Dauer einer kurzzeitigen Arbeitsverhinderung nach § 2 PflegeZG oder einer Fre</w:t>
      </w:r>
      <w:r w:rsidR="00C03FC3" w:rsidRPr="00D61E9A">
        <w:t>istellung nach § 3 PflegeZG oder</w:t>
      </w:r>
      <w:r w:rsidR="001E094C" w:rsidRPr="00D61E9A">
        <w:t xml:space="preserve"> § 2 FPfZG eingestellt werden. Die Dauer der Befristung muss auch hier kalendermäßig bestimmt oder bestimmbar sein oder den rechtlich zulässigen Zweck erkennen lassen.</w:t>
      </w:r>
    </w:p>
    <w:p w:rsidR="00291444" w:rsidRPr="00814C8B" w:rsidRDefault="00291444" w:rsidP="00D61E9A">
      <w:pPr>
        <w:pStyle w:val="FormatvorlageAufzhlungLinks0cmHngend1cm"/>
        <w:tabs>
          <w:tab w:val="left" w:pos="567"/>
        </w:tabs>
        <w:spacing w:after="0"/>
        <w:ind w:left="567" w:hanging="567"/>
        <w:rPr>
          <w:u w:val="single"/>
        </w:rPr>
      </w:pPr>
      <w:r w:rsidRPr="00814C8B">
        <w:rPr>
          <w:u w:val="single"/>
        </w:rPr>
        <w:t>Übertragung von Führungspositionen auf Zeit und auf Probe (§§ 31 und 32 TVöD)</w:t>
      </w:r>
    </w:p>
    <w:p w:rsidR="00291444" w:rsidRDefault="00291444" w:rsidP="00D61E9A">
      <w:pPr>
        <w:spacing w:before="0"/>
        <w:ind w:left="567"/>
      </w:pPr>
      <w:r>
        <w:t>Es bestehen keine besonderen Formerfordernisse; die Arbeitsvertragsmuster für befristete Einstellungen finden uneingeschränkt Anwendung.</w:t>
      </w:r>
    </w:p>
    <w:p w:rsidR="00291444" w:rsidRPr="00814C8B" w:rsidRDefault="00291444" w:rsidP="00D61E9A">
      <w:pPr>
        <w:pStyle w:val="FormatvorlageAufzhlungLinks0cmHngend1cm"/>
        <w:tabs>
          <w:tab w:val="left" w:pos="567"/>
        </w:tabs>
        <w:spacing w:after="0"/>
        <w:ind w:left="567" w:hanging="567"/>
        <w:rPr>
          <w:u w:val="single"/>
        </w:rPr>
      </w:pPr>
      <w:r w:rsidRPr="00814C8B">
        <w:rPr>
          <w:u w:val="single"/>
        </w:rPr>
        <w:t>Besonderheiten beim Arbeitsvertragsmuster für die befristete Beschäftigung im Anschluss an das Berufsausbildungsverhältnis</w:t>
      </w:r>
    </w:p>
    <w:p w:rsidR="00291444" w:rsidRDefault="00291444" w:rsidP="00D61E9A">
      <w:pPr>
        <w:spacing w:before="0"/>
        <w:ind w:left="567"/>
      </w:pPr>
      <w:r>
        <w:t xml:space="preserve">Im Falle der Befristung aufgrund § 16a Satz 1 </w:t>
      </w:r>
      <w:proofErr w:type="spellStart"/>
      <w:r>
        <w:t>TVAöD</w:t>
      </w:r>
      <w:proofErr w:type="spellEnd"/>
      <w:r>
        <w:t xml:space="preserve"> ist das Muster für A</w:t>
      </w:r>
      <w:r>
        <w:t>r</w:t>
      </w:r>
      <w:r>
        <w:t xml:space="preserve">beitsverträge mit Beschäftigten, die im Anschluss an das Berufsausbildungs-verhältnis befristet nach § 16a Satz 1 </w:t>
      </w:r>
      <w:proofErr w:type="spellStart"/>
      <w:r>
        <w:t>TVAöD</w:t>
      </w:r>
      <w:proofErr w:type="spellEnd"/>
      <w:r>
        <w:t xml:space="preserve"> - Allgemeiner Teil- eingestellt werden zu verwenden. Die Laufzeit des befristeten Vertrages muss zwölf Mon</w:t>
      </w:r>
      <w:r>
        <w:t>a</w:t>
      </w:r>
      <w:r>
        <w:t xml:space="preserve">te betragen. </w:t>
      </w:r>
    </w:p>
    <w:p w:rsidR="00291444" w:rsidRDefault="00291444" w:rsidP="00814C8B">
      <w:pPr>
        <w:ind w:left="567"/>
      </w:pPr>
      <w:r>
        <w:lastRenderedPageBreak/>
        <w:t xml:space="preserve">Soll die Befristung außerhalb von § 16a </w:t>
      </w:r>
      <w:proofErr w:type="spellStart"/>
      <w:r>
        <w:t>TVAöD</w:t>
      </w:r>
      <w:proofErr w:type="spellEnd"/>
      <w:r>
        <w:t xml:space="preserve"> - Allgemeiner Teil - erfolgen, ist das Muster für befristete Arbeitsverträge zu verwenden. Sofern die Befristung außerhalb von § 16a </w:t>
      </w:r>
      <w:proofErr w:type="spellStart"/>
      <w:r>
        <w:t>TVAöD</w:t>
      </w:r>
      <w:proofErr w:type="spellEnd"/>
      <w:r>
        <w:t xml:space="preserve"> – Allgemeiner Teil – erfolgt, kann auch eine kürz</w:t>
      </w:r>
      <w:r>
        <w:t>e</w:t>
      </w:r>
      <w:r>
        <w:t xml:space="preserve">re oder längere Befristungsdauer als zwölf Monate innerhalb der Höchstdauer von zwei Jahren gemäß § 14 Abs. 2 Satz 1 </w:t>
      </w:r>
      <w:proofErr w:type="spellStart"/>
      <w:r>
        <w:t>TzBfG</w:t>
      </w:r>
      <w:proofErr w:type="spellEnd"/>
      <w:r>
        <w:t xml:space="preserve"> vereinbart werden.</w:t>
      </w:r>
    </w:p>
    <w:p w:rsidR="00291444" w:rsidRDefault="00291444" w:rsidP="00DB316A">
      <w:pPr>
        <w:pStyle w:val="berschrift3"/>
      </w:pPr>
      <w:r>
        <w:t>§ 2 des Arbeitsvertrages (Verweis auf Tarifrecht)</w:t>
      </w:r>
    </w:p>
    <w:p w:rsidR="00291444" w:rsidRDefault="00291444" w:rsidP="00291444">
      <w:r>
        <w:t>Für Beschäftigte des Bundes bestimmt sich das Arbeitsverhältnis nach dem Tarifve</w:t>
      </w:r>
      <w:r>
        <w:t>r</w:t>
      </w:r>
      <w:r>
        <w:t>trag für den öffentlichen Dienst (TVöD), den besonderen Regelungen für die Verwa</w:t>
      </w:r>
      <w:r>
        <w:t>l</w:t>
      </w:r>
      <w:r>
        <w:t>tung (TVöD – Besonderer Teil Verwaltung), dem Tarifvertrag zur Überleitung der B</w:t>
      </w:r>
      <w:r>
        <w:t>e</w:t>
      </w:r>
      <w:r>
        <w:t>schäftigten des Bundes in den TVöD und zur Regelung des Übergangsrechts (TVÜ-Bund) und die diese ergänzenden, ändernden oder ersetzenden Tarifverträge in der für den Bereich des Bundes jeweils geltenden Fassung.</w:t>
      </w:r>
    </w:p>
    <w:p w:rsidR="00291444" w:rsidRDefault="00291444" w:rsidP="00291444">
      <w:r>
        <w:t>Auszuwählen ist, ob die Regelungen für das Tarifgebiet Ost oder West Anwendung finden. Gemäß § 38 Abs. 1 TVöD gelten die Regelungen für das Tarifgebiet Ost für die Beschäftigen, deren Arbeitsverhältnis in dem in Art. 3 des Einigungsvertrages genannten Gebiet begründet worden ist und bei denen der Bezug des Arbeitsve</w:t>
      </w:r>
      <w:r>
        <w:t>r</w:t>
      </w:r>
      <w:r>
        <w:t xml:space="preserve">hältnisses zu diesem Gebiet fortbesteht. </w:t>
      </w:r>
    </w:p>
    <w:p w:rsidR="00291444" w:rsidRDefault="00291444" w:rsidP="00291444">
      <w:r>
        <w:t>Bei Abschluss eines befristeten Arbeitsverhältnisses mit sachlichem Grund nach § 21 BEEG ist folgender Satz aufzunehmen: „Auf das Arbeitsverhältnis findet § 21 Abs. 1 bis 5 BEEG Anwendung.“ Eine entsprechende Option ist in den Arbeitsvertragsmu</w:t>
      </w:r>
      <w:r>
        <w:t>s</w:t>
      </w:r>
      <w:r>
        <w:t>tern für befristete Verträge vorgesehen.</w:t>
      </w:r>
    </w:p>
    <w:p w:rsidR="00291444" w:rsidRDefault="00291444" w:rsidP="00DB316A">
      <w:pPr>
        <w:pStyle w:val="berschrift3"/>
        <w:ind w:left="0" w:firstLine="0"/>
      </w:pPr>
      <w:r>
        <w:t>§ 3 des Arbeitsvertrages (Probezeit und K</w:t>
      </w:r>
      <w:r w:rsidR="00DB316A">
        <w:t>ündigung befristeter Arbeitsver</w:t>
      </w:r>
      <w:r>
        <w:t>häl</w:t>
      </w:r>
      <w:r>
        <w:t>t</w:t>
      </w:r>
      <w:r>
        <w:t>nisse)</w:t>
      </w:r>
    </w:p>
    <w:p w:rsidR="00291444" w:rsidRPr="00DB316A" w:rsidRDefault="00291444" w:rsidP="00DB316A">
      <w:pPr>
        <w:keepNext/>
        <w:keepLines/>
        <w:spacing w:after="0"/>
        <w:rPr>
          <w:u w:val="single"/>
        </w:rPr>
      </w:pPr>
      <w:r w:rsidRPr="00DB316A">
        <w:rPr>
          <w:u w:val="single"/>
        </w:rPr>
        <w:t>Probezeit:</w:t>
      </w:r>
    </w:p>
    <w:p w:rsidR="00291444" w:rsidRDefault="00291444" w:rsidP="00DB316A">
      <w:pPr>
        <w:spacing w:before="0"/>
      </w:pPr>
      <w:r>
        <w:t xml:space="preserve">Nach § 2 Abs. 4 TVöD gelten die ersten 6 Monate der Beschäftigung als Probezeit, soweit nicht eine kürzere Zeit vereinbart ist. </w:t>
      </w:r>
    </w:p>
    <w:p w:rsidR="00291444" w:rsidRDefault="00291444" w:rsidP="00DB316A">
      <w:pPr>
        <w:spacing w:after="0"/>
      </w:pPr>
      <w:r>
        <w:t>Bei befristeten Arbeitsverträgen für Beschäftigte, auf die die Regelungen des Tari</w:t>
      </w:r>
      <w:r>
        <w:t>f</w:t>
      </w:r>
      <w:r>
        <w:t xml:space="preserve">gebietes West Anwendung finden und deren Tätigkeit vor dem 1. Januar 2005 der Rentenversicherung der Angestellten unterlegen hätte, gelten </w:t>
      </w:r>
    </w:p>
    <w:p w:rsidR="00291444" w:rsidRDefault="00DB316A" w:rsidP="00506FED">
      <w:pPr>
        <w:pStyle w:val="Aufzhlung"/>
        <w:spacing w:before="60"/>
        <w:ind w:left="567" w:hanging="567"/>
      </w:pPr>
      <w:r>
        <w:t>b</w:t>
      </w:r>
      <w:r w:rsidR="00291444">
        <w:t xml:space="preserve">ei einer Befristung ohne sachlichen Grund die ersten sechs Wochen </w:t>
      </w:r>
    </w:p>
    <w:p w:rsidR="00291444" w:rsidRDefault="00291444" w:rsidP="00506FED">
      <w:pPr>
        <w:pStyle w:val="Aufzhlung"/>
        <w:spacing w:before="0" w:after="60"/>
        <w:ind w:left="567" w:hanging="567"/>
      </w:pPr>
      <w:r>
        <w:t xml:space="preserve">bei einer Befristung mit sachlichem Grund die ersten 6 Monate </w:t>
      </w:r>
    </w:p>
    <w:p w:rsidR="00291444" w:rsidRDefault="00291444" w:rsidP="00DB316A">
      <w:pPr>
        <w:spacing w:before="0"/>
      </w:pPr>
      <w:r>
        <w:t>als Probezeit (§ 30 Abs. 4 Satz 1 TVöD).</w:t>
      </w:r>
    </w:p>
    <w:p w:rsidR="00291444" w:rsidRDefault="00291444" w:rsidP="00291444">
      <w:r>
        <w:t>Wird die/der Beschäftigte im unmittelbaren Anschluss an ein erfolgreich abgeschlo</w:t>
      </w:r>
      <w:r>
        <w:t>s</w:t>
      </w:r>
      <w:r>
        <w:t>senes Ausbildungsverhältnis nach dem Tarifvertrag für Auszubildende im öffentlichen Dienst (</w:t>
      </w:r>
      <w:proofErr w:type="spellStart"/>
      <w:r>
        <w:t>TVAöD</w:t>
      </w:r>
      <w:proofErr w:type="spellEnd"/>
      <w:r>
        <w:t>) bei derselben Dienststelle oder bei demselben Betrieb eingestellt, entfällt die Probezeit (§ 2 Abs. 4 Satz 2 TVöD). Der Text des § 3 im Arbeitsvertrag</w:t>
      </w:r>
      <w:r>
        <w:t>s</w:t>
      </w:r>
      <w:r>
        <w:t>muster für die befristete Beschäftigung im Anschluss an das Berufsausbildungsve</w:t>
      </w:r>
      <w:r>
        <w:t>r</w:t>
      </w:r>
      <w:r>
        <w:t xml:space="preserve">hältnis enthält deshalb eine entsprechende Formulierung. Im Falle einer Befristung außerhalb des § 16a Satz 1 </w:t>
      </w:r>
      <w:proofErr w:type="spellStart"/>
      <w:r>
        <w:t>TVAöD</w:t>
      </w:r>
      <w:proofErr w:type="spellEnd"/>
      <w:r>
        <w:t xml:space="preserve"> - Allgemeiner Teil</w:t>
      </w:r>
      <w:r w:rsidR="00086168">
        <w:t xml:space="preserve"> </w:t>
      </w:r>
      <w:r>
        <w:t>- sowie bei unbefristeter Ei</w:t>
      </w:r>
      <w:r>
        <w:t>n</w:t>
      </w:r>
      <w:r>
        <w:lastRenderedPageBreak/>
        <w:t>stellung ist diese Formulierung in § 3 des entsprechenden Arbeitsvertragsmusters aufzunehmen.</w:t>
      </w:r>
    </w:p>
    <w:p w:rsidR="00291444" w:rsidRPr="00506FED" w:rsidRDefault="00291444" w:rsidP="00506FED">
      <w:pPr>
        <w:keepNext/>
        <w:keepLines/>
        <w:spacing w:after="0"/>
        <w:rPr>
          <w:u w:val="single"/>
        </w:rPr>
      </w:pPr>
      <w:r w:rsidRPr="00506FED">
        <w:rPr>
          <w:u w:val="single"/>
        </w:rPr>
        <w:t>Kündigung befristeter Arbeitsverhältnisse:</w:t>
      </w:r>
    </w:p>
    <w:p w:rsidR="00291444" w:rsidRDefault="00291444" w:rsidP="00506FED">
      <w:pPr>
        <w:spacing w:before="0"/>
      </w:pPr>
      <w:r>
        <w:t xml:space="preserve">Befristete Arbeitsverhältnisse dürfen gemäß § 15 Abs. 3 </w:t>
      </w:r>
      <w:proofErr w:type="spellStart"/>
      <w:r>
        <w:t>TzBfG</w:t>
      </w:r>
      <w:proofErr w:type="spellEnd"/>
      <w:r>
        <w:t xml:space="preserve"> nur ordentlich g</w:t>
      </w:r>
      <w:r>
        <w:t>e</w:t>
      </w:r>
      <w:r>
        <w:t>kündigt werden, wenn dies tarif- oder arbeitsvertraglich ausdrücklich vereinbart ist. Für befristete Arbeitsverhältnisse nach § 30 Abs. 1 Satz 2 TVöD ist die ordentliche Kündigung ausdrücklich in § 30 Abs. 4 und 5 TVöD vereinbart. Der Satz in § 3 der einschlägigen Arbeitsvertragsmuster ist daher deklaratorisch.</w:t>
      </w:r>
    </w:p>
    <w:p w:rsidR="00291444" w:rsidRDefault="00291444" w:rsidP="00291444">
      <w:r>
        <w:t>Bei befristeten Arbeitsverhältnissen nach § 30 Abs. 1 Satz 1 ist dagegen eine orden</w:t>
      </w:r>
      <w:r>
        <w:t>t</w:t>
      </w:r>
      <w:r>
        <w:t>liche Kündigung im TVöD nicht ausdrücklich vorgesehen. Deshalb ist zwingend der Verweis auf die Kündigungsmöglichkeit nach § 34 Abs. 1 TVöD aufzunehmen.</w:t>
      </w:r>
    </w:p>
    <w:p w:rsidR="00291444" w:rsidRDefault="00291444" w:rsidP="00506FED">
      <w:pPr>
        <w:pStyle w:val="berschrift3"/>
      </w:pPr>
      <w:r>
        <w:t>§ 4 des Arbeitsvertrages (Eingruppierung)</w:t>
      </w:r>
    </w:p>
    <w:p w:rsidR="00291444" w:rsidRDefault="00291444" w:rsidP="00291444">
      <w:r>
        <w:t>Im Arbeitsvertrag ist die maßgebliche Entgeltgruppe anzugeben. Die Entgeltgruppe nach TVöD bestimmt den Rahmen des Direktionsrechts des Arbeitgebers. Deren Aufnahme in den Arbeitsvertrag stellt über die Wiedergabe der tariflichen Regelung hinaus zugleich eine eigenständige Vereinbarung zwischen Beschäftigtem und A</w:t>
      </w:r>
      <w:r>
        <w:t>r</w:t>
      </w:r>
      <w:r>
        <w:t>beitgeber über den Umfang des Direktionsrechts dar. Allgemein beinhaltet das Dire</w:t>
      </w:r>
      <w:r>
        <w:t>k</w:t>
      </w:r>
      <w:r>
        <w:t>tionsrecht des Arbeitgebers die Befugnis, Art, Ort und Umfang der Tätigkeit des oder der Beschäftigten im Einzelnen zu bestimmen. Im Rahmen des Direktionsrechts können - z. B. anlässlich einer Umsetzung - dem Beschäftigten jedoch nur Tätigke</w:t>
      </w:r>
      <w:r>
        <w:t>i</w:t>
      </w:r>
      <w:r>
        <w:t>ten übertragen werden, deren Tätigkeitsmerkmale derselben Entgeltgruppe zugeor</w:t>
      </w:r>
      <w:r>
        <w:t>d</w:t>
      </w:r>
      <w:r>
        <w:t>net sind wie die Tätigkeitsmerkmale der bisher auszuübenden Tätigkeit (ständige Rechtsprechung: BAG vom 23. November 2004 - 2 AZR 38/04; BAG vom 21. N</w:t>
      </w:r>
      <w:r>
        <w:t>o</w:t>
      </w:r>
      <w:r>
        <w:t>vember 2002 - 6 AZR 82/01; BAG vom 24. April 1</w:t>
      </w:r>
      <w:r w:rsidR="00086168">
        <w:t>996 - 4 AZR 976/94, BAG vom 14. </w:t>
      </w:r>
      <w:r>
        <w:t>Dezember 1961 - 5 AZR 180/61). Sind die neuen Tätigkeiten einer höheren En</w:t>
      </w:r>
      <w:r>
        <w:t>t</w:t>
      </w:r>
      <w:r>
        <w:t>geltgruppe zugeordnet, handelt es sich um eine Höhergruppierung und es ist ein neuer Arbeitsvertrag oder ein Änderungsvertrag abzuschließen. Sind die neuen T</w:t>
      </w:r>
      <w:r>
        <w:t>ä</w:t>
      </w:r>
      <w:r>
        <w:t>tigkeiten einer niedrigeren Entgeltgruppe zugeordnet, handelt es sich um eine He</w:t>
      </w:r>
      <w:r>
        <w:t>r</w:t>
      </w:r>
      <w:r>
        <w:t>abgruppierung. Hierfür ist, wenn die oder der Beschäftigte einer Arbeitsvertragsänd</w:t>
      </w:r>
      <w:r>
        <w:t>e</w:t>
      </w:r>
      <w:r>
        <w:t>rung nicht zustimmt, eine Änderungskündigung erforderlich.</w:t>
      </w:r>
    </w:p>
    <w:p w:rsidR="00291444" w:rsidRDefault="00291444" w:rsidP="00506FED">
      <w:pPr>
        <w:pStyle w:val="berschrift3"/>
      </w:pPr>
      <w:r>
        <w:t>§ 5 des Arbeitsvertrages (Nebenabreden)</w:t>
      </w:r>
    </w:p>
    <w:p w:rsidR="00291444" w:rsidRDefault="00291444" w:rsidP="00291444">
      <w:r>
        <w:t>Für den Fall, dass eine vereinbarte Nebenabrede während der Laufzeit des Vertr</w:t>
      </w:r>
      <w:r>
        <w:t>a</w:t>
      </w:r>
      <w:r>
        <w:t>ges nicht gesondert kündbar sein soll, ist Absatz 2 zu streichen und Absatz 3 wird Absatz 2.</w:t>
      </w:r>
    </w:p>
    <w:p w:rsidR="00291444" w:rsidRDefault="00291444" w:rsidP="00291444">
      <w:r>
        <w:t>In Umsetzung von Rechtsprechung des BAG ist in den Musterarbeitsverträgen keine allgemeine Schriftformklausel mehr enthalten. Nicht hiervon betroffen ist hingegen das in § 2 Abs. 3 TVöD tarifvertraglich vereinbarte und nun in § 5 Abs. 3 der Arbeit</w:t>
      </w:r>
      <w:r>
        <w:t>s</w:t>
      </w:r>
      <w:r>
        <w:t xml:space="preserve">vertragsmuster aufgenommene Schriftformerfordernis für Nebenabreden. </w:t>
      </w:r>
    </w:p>
    <w:p w:rsidR="00291444" w:rsidRDefault="00291444" w:rsidP="00506FED">
      <w:pPr>
        <w:pStyle w:val="berschrift2"/>
      </w:pPr>
      <w:r>
        <w:lastRenderedPageBreak/>
        <w:t>III. Arbeitsvertragsmuster Änderungsvertrag (Anlage 5)</w:t>
      </w:r>
    </w:p>
    <w:p w:rsidR="00291444" w:rsidRDefault="00291444" w:rsidP="00291444">
      <w:r>
        <w:t>Das Muster enthält Optionen für eine Änderung des bestehenden Arbeitsvertrags. Die Änderungsoptionen beziehen sich auf die jeweiligen Vorschriften des Mustera</w:t>
      </w:r>
      <w:r>
        <w:t>r</w:t>
      </w:r>
      <w:r>
        <w:t>beitsvertrags. Die Ausführungen unter Ziffer II gelten, soweit sie eine die jeweils vo</w:t>
      </w:r>
      <w:r>
        <w:t>r</w:t>
      </w:r>
      <w:r>
        <w:t>zunehmende Änderung betreffende Frage (z. B. Dauer oder Umfang des Arbeitsve</w:t>
      </w:r>
      <w:r>
        <w:t>r</w:t>
      </w:r>
      <w:r>
        <w:t>hältnisses) betreffen, auch für den Änderungsvertrag.</w:t>
      </w:r>
    </w:p>
    <w:p w:rsidR="00291444" w:rsidRDefault="00291444" w:rsidP="00291444">
      <w:r>
        <w:t>Bei Abschluss eines Änderungsvertrages ist zu beachten, dass der Umfang der vo</w:t>
      </w:r>
      <w:r>
        <w:t>r</w:t>
      </w:r>
      <w:r>
        <w:t>zunehmenden Änderungen vom Stand des bisher verwendeten Arbeitsvertragsmu</w:t>
      </w:r>
      <w:r>
        <w:t>s</w:t>
      </w:r>
      <w:r>
        <w:t>ters abhängt, insbes. ob das bisherige Arbeitsvertragsmuster noch aus der Zeit vor Einführung des TVöD stammt oder aus der Zeit danach. Unabhängig von der Art der Änderung sind jeweils die Absätze des Arbeitsvertragsmusters auszufüllen, die von den Regelungen des Ursprungsarbeitsvertrags abweichen, nicht Zutreffendes ist wegzulassen oder zu streichen.</w:t>
      </w:r>
    </w:p>
    <w:p w:rsidR="00291444" w:rsidRDefault="00291444" w:rsidP="00291444">
      <w:r>
        <w:t>Neu aufgenommen in das Arbeitsvertragsmuster wurden die drei nachstehenden O</w:t>
      </w:r>
      <w:r>
        <w:t>p</w:t>
      </w:r>
      <w:r>
        <w:t>tionen:</w:t>
      </w:r>
    </w:p>
    <w:p w:rsidR="00291444" w:rsidRDefault="00291444" w:rsidP="003A11B1">
      <w:pPr>
        <w:pStyle w:val="Aufzhlung"/>
        <w:tabs>
          <w:tab w:val="left" w:pos="567"/>
        </w:tabs>
        <w:ind w:left="567" w:hanging="567"/>
      </w:pPr>
      <w:r>
        <w:t>Befristete Vereinbarung von Teilzeit (§ 11 Abs. 1 Satz 2 TVöD), mit der Folge, dass nach Ablauf der Frist die vorherige Vereinbarung zur Arbeitszeit wieder auflebt. Die Befristungsdauer kann gemäß § 11 Abs. 1 Satz 2 TVöD bis zu fünf Jahre betragen.</w:t>
      </w:r>
    </w:p>
    <w:p w:rsidR="00291444" w:rsidRDefault="00291444" w:rsidP="003A11B1">
      <w:pPr>
        <w:pStyle w:val="Aufzhlung"/>
        <w:tabs>
          <w:tab w:val="left" w:pos="567"/>
        </w:tabs>
        <w:ind w:left="567" w:hanging="567"/>
      </w:pPr>
      <w:r>
        <w:t>Hinausschieben des tariflich geregelten Beendigungszeitpunkts des Arbeitsve</w:t>
      </w:r>
      <w:r>
        <w:t>r</w:t>
      </w:r>
      <w:r>
        <w:t>hältnisses während des laufenden Arbeitsverhältnisses (Erreichen der Regela</w:t>
      </w:r>
      <w:r>
        <w:t>l</w:t>
      </w:r>
      <w:r>
        <w:t>tersgrenze, § 33 Abs. 1 Buchst. a) TVöD - Ve</w:t>
      </w:r>
      <w:r w:rsidR="00086168">
        <w:t>reinbarung nach § 41 Satz 3 SGB </w:t>
      </w:r>
      <w:r>
        <w:t>VI, vgl. Rundschreiben vom 30. Juni 2014 - D 5 - 31005/24#3 und D 5 - 31007/1#10, S. 5). Im Zusammenhang mit dem zum 1. Juli 2014 neu in Kraft getretenen § 41 Satz 3 SGB VI ist durch die Rechtsprechung noch nicht geklärt, ob gleichzeitig mit der befristeten Verlängerung des Arbeitsvertrages Arbeitsb</w:t>
      </w:r>
      <w:r>
        <w:t>e</w:t>
      </w:r>
      <w:r>
        <w:t xml:space="preserve">dingungen geändert werden können. § 14 Abs. 2 </w:t>
      </w:r>
      <w:proofErr w:type="spellStart"/>
      <w:r>
        <w:t>Tz</w:t>
      </w:r>
      <w:r w:rsidR="00363A82">
        <w:t>B</w:t>
      </w:r>
      <w:r>
        <w:t>fG</w:t>
      </w:r>
      <w:proofErr w:type="spellEnd"/>
      <w:r>
        <w:t xml:space="preserve"> verbietet dies bei sachgrundlosen Befristungen. Um das Risiko einer unwirksamen Befristung und damit einen unbefristeten Arbeitsvertrag auszuschließen, sollte die Entsche</w:t>
      </w:r>
      <w:r>
        <w:t>i</w:t>
      </w:r>
      <w:r>
        <w:t>dung der Gerichte abgewartet werden, bevor eine solche Änderung der A</w:t>
      </w:r>
      <w:r>
        <w:t>r</w:t>
      </w:r>
      <w:r>
        <w:t xml:space="preserve">beitsbedingungen gleichzeitig mit der Befristung vereinbart wird. </w:t>
      </w:r>
      <w:r w:rsidR="00506FED">
        <w:br/>
      </w:r>
      <w:r w:rsidR="00506FED">
        <w:br/>
      </w:r>
      <w:r>
        <w:t>Einzutragen ist der beibehaltene Arbeitszeitumfang, weil dies sonst bei der durch die Änderung vorgenommene Ersetzung von § 1 des Arbeitsvertrags im Arbeitsvertrag nicht mehr ausdrücklich erwähnt wäre. Falls es sich bei dem A</w:t>
      </w:r>
      <w:r>
        <w:t>r</w:t>
      </w:r>
      <w:r>
        <w:t>beitsverhältnis, dessen Beendigungszeitpunkt hinausgeschoben wird, um ein Teilzeitarbeitsverhältnis handelt, ist der bei Teilzeitbeschäftigung in den A</w:t>
      </w:r>
      <w:r>
        <w:t>r</w:t>
      </w:r>
      <w:r>
        <w:t>beitsvertragsmustern enthaltene Satz „Der Teilzeitbeschäftigte ist im Rahmen begründeter dienstlicher Notwendigkeiten zur Leistung von Bereitschaftsdienst, Rufbereitschaft, Überstunden und Mehrarbeit verpflichtet.“ aufzunehmen.</w:t>
      </w:r>
    </w:p>
    <w:p w:rsidR="00291444" w:rsidRDefault="00291444" w:rsidP="003A11B1">
      <w:pPr>
        <w:pStyle w:val="Aufzhlung"/>
        <w:tabs>
          <w:tab w:val="left" w:pos="567"/>
        </w:tabs>
        <w:ind w:left="567" w:hanging="567"/>
      </w:pPr>
      <w:r>
        <w:lastRenderedPageBreak/>
        <w:t>Bei Vereinbarung eines FALTER-Arbeitszeitmodells sowie eines Altersteilzei</w:t>
      </w:r>
      <w:r>
        <w:t>t</w:t>
      </w:r>
      <w:r>
        <w:t>arbeitsverhältnisses sind jeweils besondere Hinweise an die Beschäftigten b</w:t>
      </w:r>
      <w:r>
        <w:t>e</w:t>
      </w:r>
      <w:r>
        <w:t>züglich der Auswirkungen dieser Vertragsänderungen notwendig. Diese Hi</w:t>
      </w:r>
      <w:r>
        <w:t>n</w:t>
      </w:r>
      <w:r>
        <w:t>weise sind am Ende des Änderungsvertragsmusters abgedruckt und jeweils nur dann aufzunehmen, wenn die entsprechende Änderungsvereinbarung getroffen wird.</w:t>
      </w:r>
    </w:p>
    <w:p w:rsidR="00291444" w:rsidRDefault="00291444" w:rsidP="00291444">
      <w:r>
        <w:t>Hinsichtlich der Nebenabrede sind drei Änderungsvarianten vorgesehen, die Ergä</w:t>
      </w:r>
      <w:r>
        <w:t>n</w:t>
      </w:r>
      <w:r>
        <w:t>zung oder Ersetzung einer bereits vereinbarten Nebenabrede, sowie die erstmalige Vereinbarung einer Nebenabrede. Ob bei Ergänzung oder Ersetzung einer verei</w:t>
      </w:r>
      <w:r>
        <w:t>n</w:t>
      </w:r>
      <w:r>
        <w:t>barten Nebenabrede die ggf. bereits vereinbarte gesonderte Kündigungsmöglichkeit auch für die neue Nebenabrede gelten soll, ist zu prüfen. Gegebenenfalls ist eine Regelung zur gesonderten Kündbarkeit (§ 5 Abs. 2 der Musterarbeitsverträge zur Einstellung) anzufügen. Wird erstmals eine Nebenabrede vereinbart, gelten die ob</w:t>
      </w:r>
      <w:r>
        <w:t>i</w:t>
      </w:r>
      <w:r>
        <w:t>gen Ausführungen (unter Ziffer II zu § 5).</w:t>
      </w:r>
    </w:p>
    <w:p w:rsidR="00291444" w:rsidRDefault="00291444" w:rsidP="00291444">
      <w:r>
        <w:t>In Umsetzung der Rechtsprechung des Bundesarbeitsgerichts zur Unwirksamkeit einer doppelten Schriftformklausel in einem Formularvertrag wurde die entspreche</w:t>
      </w:r>
      <w:r>
        <w:t>n</w:t>
      </w:r>
      <w:r>
        <w:t>de Klausel in den Arbeitsvertragsmustern für die Einstellung entfernt (bislang § 6 des Arbeitsvertragsmusters). Das tarifvertraglich vereinbarte Schriftformerfordernis für Nebenabreden aus § 2 Abs. 3 Satz 1 TVöD ist davon nicht betroffen und wurde de</w:t>
      </w:r>
      <w:r>
        <w:t>s</w:t>
      </w:r>
      <w:r>
        <w:t>halb als § 5 Abs. 3 der Arbeitsvertragsmuster neu aufgenommen. Als Folgeänderu</w:t>
      </w:r>
      <w:r>
        <w:t>n</w:t>
      </w:r>
      <w:r>
        <w:t>gen wurden im Arbeitsvertragsmuster „Änderungsvertrag“ die beiden Optionen am Schluss aufgenommen. So kann die vereinbarte Schriftformklausel in § 6 des bish</w:t>
      </w:r>
      <w:r>
        <w:t>e</w:t>
      </w:r>
      <w:r>
        <w:t>rigen Arbeitsvertrags aufgehoben und für Nebenabreden die neue Schriftformklausel als neuer § 5 Abs. 3 des Arbeitsvertrags vereinbart werden.</w:t>
      </w:r>
    </w:p>
    <w:p w:rsidR="00291444" w:rsidRDefault="00291444" w:rsidP="00506FED">
      <w:pPr>
        <w:pStyle w:val="berschrift2"/>
      </w:pPr>
      <w:r>
        <w:t>IV. Muster für Ausbildungsverträge (Anlagen 6 und 7)</w:t>
      </w:r>
    </w:p>
    <w:p w:rsidR="00291444" w:rsidRDefault="00291444" w:rsidP="00291444">
      <w:r>
        <w:t xml:space="preserve">Die Muster für Ausbildungsverträge nach dem </w:t>
      </w:r>
      <w:proofErr w:type="spellStart"/>
      <w:r>
        <w:t>TVAöD</w:t>
      </w:r>
      <w:proofErr w:type="spellEnd"/>
      <w:r>
        <w:t xml:space="preserve"> – Besonderer Teil Pflege – und dem </w:t>
      </w:r>
      <w:proofErr w:type="spellStart"/>
      <w:r>
        <w:t>TVAöD</w:t>
      </w:r>
      <w:proofErr w:type="spellEnd"/>
      <w:r>
        <w:t xml:space="preserve"> – Besonderer Teil BBiG – haben eine eigene, von der Struktur der Musterarbeitsverträge abweichende, Gliederung. Hierzu ist auf folgendes hinzuwe</w:t>
      </w:r>
      <w:r>
        <w:t>i</w:t>
      </w:r>
      <w:r>
        <w:t>sen:</w:t>
      </w:r>
    </w:p>
    <w:p w:rsidR="00291444" w:rsidRDefault="00291444" w:rsidP="003A11B1">
      <w:pPr>
        <w:pStyle w:val="Aufzhlung"/>
        <w:tabs>
          <w:tab w:val="left" w:pos="567"/>
        </w:tabs>
        <w:ind w:left="567" w:hanging="567"/>
      </w:pPr>
      <w:r w:rsidRPr="00506FED">
        <w:rPr>
          <w:b/>
        </w:rPr>
        <w:t>§ 6:</w:t>
      </w:r>
      <w:r>
        <w:t xml:space="preserve"> Einzusetzen ist das bei Abschluss des Ausbildungsvertrages nach § 8 Abs. 1 </w:t>
      </w:r>
      <w:proofErr w:type="spellStart"/>
      <w:r>
        <w:t>TVAöD</w:t>
      </w:r>
      <w:proofErr w:type="spellEnd"/>
      <w:r>
        <w:t xml:space="preserve"> - Besonderer Teil BBiG bzw. Besonderer Teil Pflege - für den Bereich des Bundes maßgebende Ausbildungsentgelt.</w:t>
      </w:r>
    </w:p>
    <w:p w:rsidR="00291444" w:rsidRDefault="00291444" w:rsidP="003A11B1">
      <w:pPr>
        <w:pStyle w:val="Aufzhlung"/>
        <w:tabs>
          <w:tab w:val="left" w:pos="567"/>
        </w:tabs>
        <w:ind w:left="567" w:hanging="567"/>
      </w:pPr>
      <w:r w:rsidRPr="00506FED">
        <w:rPr>
          <w:b/>
        </w:rPr>
        <w:t>§ 7:</w:t>
      </w:r>
      <w:r>
        <w:t xml:space="preserve"> Einzusetzen ist die bei Abschluss des Ausbildungsvertrages nach § 9 </w:t>
      </w:r>
      <w:proofErr w:type="spellStart"/>
      <w:r>
        <w:t>TVAöD</w:t>
      </w:r>
      <w:proofErr w:type="spellEnd"/>
      <w:r>
        <w:t xml:space="preserve"> Besonderer Teil Pflege bzw. </w:t>
      </w:r>
      <w:proofErr w:type="spellStart"/>
      <w:r>
        <w:t>TVAöD</w:t>
      </w:r>
      <w:proofErr w:type="spellEnd"/>
      <w:r>
        <w:t xml:space="preserve"> - Besonderer Teil BBiG - maßg</w:t>
      </w:r>
      <w:r>
        <w:t>e</w:t>
      </w:r>
      <w:r>
        <w:t>bende Dauer des Erholungsurlaubs.</w:t>
      </w:r>
    </w:p>
    <w:p w:rsidR="00121FDF" w:rsidRPr="00310483" w:rsidRDefault="00291444" w:rsidP="003A11B1">
      <w:pPr>
        <w:pStyle w:val="Aufzhlung"/>
        <w:tabs>
          <w:tab w:val="left" w:pos="567"/>
        </w:tabs>
        <w:ind w:left="567" w:hanging="567"/>
      </w:pPr>
      <w:r w:rsidRPr="00506FED">
        <w:rPr>
          <w:b/>
        </w:rPr>
        <w:t>Unterschrift gesetzlicher Vertreter:</w:t>
      </w:r>
      <w:r>
        <w:t xml:space="preserve"> Ist der gesetzliche Vertreter ein Vormund oder Pfleger, verpflichtet er sich, die nach den Vorschriften des Bürgerlichen Gesetzbuches zur Wirksamkeit des Vertrages erforderliche Genehmigung des Vormundschaftsgerichts unverzüglich beizubringen.</w:t>
      </w:r>
    </w:p>
    <w:sectPr w:rsidR="00121FDF" w:rsidRPr="00310483" w:rsidSect="005F1BFA">
      <w:headerReference w:type="default" r:id="rId8"/>
      <w:pgSz w:w="11906" w:h="16838" w:code="9"/>
      <w:pgMar w:top="1418" w:right="1418" w:bottom="1134" w:left="1418"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444" w:rsidRDefault="00291444">
      <w:pPr>
        <w:spacing w:line="240" w:lineRule="auto"/>
      </w:pPr>
      <w:r>
        <w:separator/>
      </w:r>
    </w:p>
  </w:endnote>
  <w:endnote w:type="continuationSeparator" w:id="0">
    <w:p w:rsidR="00291444" w:rsidRDefault="002914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444" w:rsidRDefault="00291444">
      <w:pPr>
        <w:spacing w:line="240" w:lineRule="auto"/>
      </w:pPr>
      <w:r>
        <w:separator/>
      </w:r>
    </w:p>
  </w:footnote>
  <w:footnote w:type="continuationSeparator" w:id="0">
    <w:p w:rsidR="00291444" w:rsidRDefault="002914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FA" w:rsidRPr="005F1BFA" w:rsidRDefault="00CA58F3" w:rsidP="00CA58F3">
    <w:pPr>
      <w:pStyle w:val="Kopfzeile"/>
      <w:jc w:val="center"/>
    </w:pPr>
    <w:r>
      <w:t xml:space="preserve">- </w:t>
    </w:r>
    <w:r>
      <w:fldChar w:fldCharType="begin"/>
    </w:r>
    <w:r>
      <w:instrText>PAGE   \* MERGEFORMAT</w:instrText>
    </w:r>
    <w:r>
      <w:fldChar w:fldCharType="separate"/>
    </w:r>
    <w:r w:rsidR="00413707">
      <w:rPr>
        <w:noProof/>
      </w:rPr>
      <w:t>7</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5D9F"/>
    <w:multiLevelType w:val="multilevel"/>
    <w:tmpl w:val="7A4E5E2A"/>
    <w:numStyleLink w:val="NummerierteListe"/>
  </w:abstractNum>
  <w:abstractNum w:abstractNumId="1">
    <w:nsid w:val="2C7415DD"/>
    <w:multiLevelType w:val="hybridMultilevel"/>
    <w:tmpl w:val="DF32320E"/>
    <w:lvl w:ilvl="0" w:tplc="B3681D9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CF95A0F"/>
    <w:multiLevelType w:val="hybridMultilevel"/>
    <w:tmpl w:val="663C941E"/>
    <w:lvl w:ilvl="0" w:tplc="EA1A867A">
      <w:start w:val="1"/>
      <w:numFmt w:val="bullet"/>
      <w:pStyle w:val="FormatvorlageAufzhlungLinks0cmHngend1cm"/>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C620630"/>
    <w:multiLevelType w:val="multilevel"/>
    <w:tmpl w:val="80862694"/>
    <w:lvl w:ilvl="0">
      <w:start w:val="1"/>
      <w:numFmt w:val="decimal"/>
      <w:lvlText w:val="%1."/>
      <w:lvlJc w:val="left"/>
      <w:pPr>
        <w:tabs>
          <w:tab w:val="num" w:pos="454"/>
        </w:tabs>
        <w:ind w:left="454" w:hanging="454"/>
      </w:pPr>
      <w:rPr>
        <w:rFonts w:ascii="Arial" w:hAnsi="Arial" w:hint="default"/>
        <w:sz w:val="24"/>
      </w:rPr>
    </w:lvl>
    <w:lvl w:ilvl="1">
      <w:start w:val="1"/>
      <w:numFmt w:val="lowerLetter"/>
      <w:lvlText w:val="%2."/>
      <w:lvlJc w:val="left"/>
      <w:pPr>
        <w:tabs>
          <w:tab w:val="num" w:pos="907"/>
        </w:tabs>
        <w:ind w:left="907" w:hanging="453"/>
      </w:pPr>
      <w:rPr>
        <w:rFonts w:hint="default"/>
      </w:rPr>
    </w:lvl>
    <w:lvl w:ilvl="2">
      <w:start w:val="1"/>
      <w:numFmt w:val="lowerRoman"/>
      <w:lvlText w:val="%3."/>
      <w:lvlJc w:val="right"/>
      <w:pPr>
        <w:tabs>
          <w:tab w:val="num" w:pos="1361"/>
        </w:tabs>
        <w:ind w:left="1361" w:hanging="454"/>
      </w:pPr>
      <w:rPr>
        <w:rFonts w:hint="default"/>
      </w:rPr>
    </w:lvl>
    <w:lvl w:ilvl="3">
      <w:start w:val="1"/>
      <w:numFmt w:val="decimal"/>
      <w:lvlText w:val="%4."/>
      <w:lvlJc w:val="left"/>
      <w:pPr>
        <w:tabs>
          <w:tab w:val="num" w:pos="1814"/>
        </w:tabs>
        <w:ind w:left="1814" w:hanging="453"/>
      </w:pPr>
      <w:rPr>
        <w:rFonts w:hint="default"/>
      </w:rPr>
    </w:lvl>
    <w:lvl w:ilvl="4">
      <w:start w:val="1"/>
      <w:numFmt w:val="lowerLetter"/>
      <w:lvlText w:val="%5."/>
      <w:lvlJc w:val="left"/>
      <w:pPr>
        <w:tabs>
          <w:tab w:val="num" w:pos="2268"/>
        </w:tabs>
        <w:ind w:left="2268" w:hanging="454"/>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5BC55B1F"/>
    <w:multiLevelType w:val="multilevel"/>
    <w:tmpl w:val="7A4E5E2A"/>
    <w:styleLink w:val="NummerierteListe"/>
    <w:lvl w:ilvl="0">
      <w:start w:val="1"/>
      <w:numFmt w:val="decimal"/>
      <w:lvlText w:val="%1."/>
      <w:lvlJc w:val="left"/>
      <w:pPr>
        <w:tabs>
          <w:tab w:val="num" w:pos="454"/>
        </w:tabs>
        <w:ind w:left="454" w:hanging="454"/>
      </w:pPr>
      <w:rPr>
        <w:rFonts w:ascii="Arial" w:hAnsi="Arial" w:hint="default"/>
        <w:sz w:val="24"/>
      </w:rPr>
    </w:lvl>
    <w:lvl w:ilvl="1">
      <w:start w:val="1"/>
      <w:numFmt w:val="lowerLetter"/>
      <w:lvlText w:val="%2."/>
      <w:lvlJc w:val="left"/>
      <w:pPr>
        <w:tabs>
          <w:tab w:val="num" w:pos="907"/>
        </w:tabs>
        <w:ind w:left="907" w:hanging="453"/>
      </w:pPr>
      <w:rPr>
        <w:rFonts w:hint="default"/>
      </w:rPr>
    </w:lvl>
    <w:lvl w:ilvl="2">
      <w:start w:val="1"/>
      <w:numFmt w:val="lowerRoman"/>
      <w:lvlText w:val="%3."/>
      <w:lvlJc w:val="right"/>
      <w:pPr>
        <w:tabs>
          <w:tab w:val="num" w:pos="1361"/>
        </w:tabs>
        <w:ind w:left="1361" w:hanging="454"/>
      </w:pPr>
      <w:rPr>
        <w:rFonts w:hint="default"/>
      </w:rPr>
    </w:lvl>
    <w:lvl w:ilvl="3">
      <w:start w:val="1"/>
      <w:numFmt w:val="decimal"/>
      <w:lvlText w:val="%4."/>
      <w:lvlJc w:val="left"/>
      <w:pPr>
        <w:tabs>
          <w:tab w:val="num" w:pos="1814"/>
        </w:tabs>
        <w:ind w:left="1814" w:hanging="453"/>
      </w:pPr>
      <w:rPr>
        <w:rFonts w:hint="default"/>
      </w:rPr>
    </w:lvl>
    <w:lvl w:ilvl="4">
      <w:start w:val="1"/>
      <w:numFmt w:val="lowerLetter"/>
      <w:lvlText w:val="%5."/>
      <w:lvlJc w:val="left"/>
      <w:pPr>
        <w:tabs>
          <w:tab w:val="num" w:pos="2268"/>
        </w:tabs>
        <w:ind w:left="2268" w:hanging="454"/>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nsid w:val="62DF4143"/>
    <w:multiLevelType w:val="hybridMultilevel"/>
    <w:tmpl w:val="DFAAFC70"/>
    <w:lvl w:ilvl="0" w:tplc="E62AA07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BF729C9"/>
    <w:multiLevelType w:val="hybridMultilevel"/>
    <w:tmpl w:val="2DFA33FE"/>
    <w:lvl w:ilvl="0" w:tplc="5C4435B8">
      <w:numFmt w:val="bullet"/>
      <w:lvlText w:val="•"/>
      <w:lvlJc w:val="left"/>
      <w:pPr>
        <w:ind w:left="1080" w:hanging="7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E067C05"/>
    <w:multiLevelType w:val="hybridMultilevel"/>
    <w:tmpl w:val="467209D6"/>
    <w:lvl w:ilvl="0" w:tplc="9A2C38A2">
      <w:start w:val="1"/>
      <w:numFmt w:val="bullet"/>
      <w:lvlText w:val=""/>
      <w:lvlJc w:val="left"/>
      <w:pPr>
        <w:tabs>
          <w:tab w:val="num" w:pos="454"/>
        </w:tabs>
        <w:ind w:left="454" w:hanging="45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7"/>
  </w:num>
  <w:num w:numId="4">
    <w:abstractNumId w:val="3"/>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1"/>
  </w:num>
  <w:num w:numId="14">
    <w:abstractNumId w:val="6"/>
  </w:num>
  <w:num w:numId="15">
    <w:abstractNumId w:val="5"/>
  </w:num>
  <w:num w:numId="16">
    <w:abstractNumId w:val="5"/>
  </w:num>
  <w:num w:numId="17">
    <w:abstractNumId w:val="5"/>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444"/>
    <w:rsid w:val="00086168"/>
    <w:rsid w:val="000F7D44"/>
    <w:rsid w:val="00121FDF"/>
    <w:rsid w:val="001231D5"/>
    <w:rsid w:val="001E094C"/>
    <w:rsid w:val="00291444"/>
    <w:rsid w:val="003015C6"/>
    <w:rsid w:val="00310483"/>
    <w:rsid w:val="00335A7B"/>
    <w:rsid w:val="00354444"/>
    <w:rsid w:val="00363A82"/>
    <w:rsid w:val="003828CE"/>
    <w:rsid w:val="003A11B1"/>
    <w:rsid w:val="003A4E5F"/>
    <w:rsid w:val="00413707"/>
    <w:rsid w:val="00506FED"/>
    <w:rsid w:val="00571629"/>
    <w:rsid w:val="005E2098"/>
    <w:rsid w:val="005F1BFA"/>
    <w:rsid w:val="00785B4D"/>
    <w:rsid w:val="00814C8B"/>
    <w:rsid w:val="00895420"/>
    <w:rsid w:val="00990241"/>
    <w:rsid w:val="009D53AC"/>
    <w:rsid w:val="00A82797"/>
    <w:rsid w:val="00A91EC3"/>
    <w:rsid w:val="00AA7A75"/>
    <w:rsid w:val="00B46E22"/>
    <w:rsid w:val="00BD465F"/>
    <w:rsid w:val="00C03FC3"/>
    <w:rsid w:val="00C06AD7"/>
    <w:rsid w:val="00C30F40"/>
    <w:rsid w:val="00C37508"/>
    <w:rsid w:val="00C60457"/>
    <w:rsid w:val="00C810B5"/>
    <w:rsid w:val="00CA5629"/>
    <w:rsid w:val="00CA58F3"/>
    <w:rsid w:val="00CF30D9"/>
    <w:rsid w:val="00D61E9A"/>
    <w:rsid w:val="00DB316A"/>
    <w:rsid w:val="00E03BEF"/>
    <w:rsid w:val="00EC0DDF"/>
    <w:rsid w:val="00F47935"/>
    <w:rsid w:val="00FE1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1444"/>
    <w:pPr>
      <w:spacing w:before="160" w:after="160" w:line="320" w:lineRule="atLeast"/>
    </w:pPr>
    <w:rPr>
      <w:rFonts w:ascii="Arial" w:hAnsi="Arial"/>
      <w:sz w:val="24"/>
    </w:rPr>
  </w:style>
  <w:style w:type="paragraph" w:styleId="berschrift1">
    <w:name w:val="heading 1"/>
    <w:basedOn w:val="Standard"/>
    <w:next w:val="Standard"/>
    <w:link w:val="berschrift1Zchn"/>
    <w:uiPriority w:val="9"/>
    <w:qFormat/>
    <w:rsid w:val="00291444"/>
    <w:pPr>
      <w:keepNext/>
      <w:keepLines/>
      <w:spacing w:before="360" w:after="240" w:line="240" w:lineRule="auto"/>
      <w:ind w:left="709" w:hanging="709"/>
      <w:outlineLvl w:val="0"/>
    </w:pPr>
    <w:rPr>
      <w:b/>
      <w:bCs/>
      <w:szCs w:val="28"/>
    </w:rPr>
  </w:style>
  <w:style w:type="paragraph" w:styleId="berschrift2">
    <w:name w:val="heading 2"/>
    <w:basedOn w:val="Standard"/>
    <w:next w:val="Standard"/>
    <w:link w:val="berschrift2Zchn"/>
    <w:uiPriority w:val="9"/>
    <w:unhideWhenUsed/>
    <w:qFormat/>
    <w:rsid w:val="00291444"/>
    <w:pPr>
      <w:keepNext/>
      <w:keepLines/>
      <w:spacing w:before="120" w:after="120"/>
      <w:ind w:left="709" w:hanging="709"/>
      <w:outlineLvl w:val="1"/>
    </w:pPr>
    <w:rPr>
      <w:b/>
      <w:bCs/>
      <w:szCs w:val="26"/>
      <w:u w:val="single"/>
    </w:rPr>
  </w:style>
  <w:style w:type="paragraph" w:styleId="berschrift3">
    <w:name w:val="heading 3"/>
    <w:basedOn w:val="Standard"/>
    <w:next w:val="Standard"/>
    <w:link w:val="berschrift3Zchn"/>
    <w:uiPriority w:val="9"/>
    <w:unhideWhenUsed/>
    <w:qFormat/>
    <w:rsid w:val="00291444"/>
    <w:pPr>
      <w:keepNext/>
      <w:keepLines/>
      <w:spacing w:before="120" w:after="120" w:line="360" w:lineRule="atLeast"/>
      <w:ind w:left="709" w:hanging="709"/>
      <w:outlineLvl w:val="2"/>
    </w:pPr>
    <w:rPr>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46E22"/>
    <w:pPr>
      <w:tabs>
        <w:tab w:val="center" w:pos="4536"/>
        <w:tab w:val="right" w:pos="9072"/>
      </w:tabs>
    </w:pPr>
  </w:style>
  <w:style w:type="paragraph" w:styleId="Fuzeile">
    <w:name w:val="footer"/>
    <w:basedOn w:val="Standard"/>
    <w:link w:val="FuzeileZchn"/>
    <w:uiPriority w:val="99"/>
    <w:rsid w:val="00B46E22"/>
    <w:pPr>
      <w:tabs>
        <w:tab w:val="center" w:pos="4536"/>
        <w:tab w:val="right" w:pos="9072"/>
      </w:tabs>
    </w:pPr>
  </w:style>
  <w:style w:type="character" w:styleId="Seitenzahl">
    <w:name w:val="page number"/>
    <w:basedOn w:val="Absatz-Standardschriftart"/>
    <w:rsid w:val="00C810B5"/>
  </w:style>
  <w:style w:type="numbering" w:customStyle="1" w:styleId="NummerierteListe">
    <w:name w:val="Nummerierte Liste"/>
    <w:basedOn w:val="KeineListe"/>
    <w:rsid w:val="00121FDF"/>
    <w:pPr>
      <w:numPr>
        <w:numId w:val="2"/>
      </w:numPr>
    </w:pPr>
  </w:style>
  <w:style w:type="character" w:customStyle="1" w:styleId="berschrift1Zchn">
    <w:name w:val="Überschrift 1 Zchn"/>
    <w:link w:val="berschrift1"/>
    <w:uiPriority w:val="9"/>
    <w:rsid w:val="00291444"/>
    <w:rPr>
      <w:rFonts w:ascii="Arial" w:eastAsia="Times New Roman" w:hAnsi="Arial" w:cs="Times New Roman"/>
      <w:b/>
      <w:bCs/>
      <w:sz w:val="24"/>
      <w:szCs w:val="28"/>
    </w:rPr>
  </w:style>
  <w:style w:type="character" w:customStyle="1" w:styleId="berschrift2Zchn">
    <w:name w:val="Überschrift 2 Zchn"/>
    <w:link w:val="berschrift2"/>
    <w:uiPriority w:val="9"/>
    <w:rsid w:val="00291444"/>
    <w:rPr>
      <w:rFonts w:ascii="Arial" w:eastAsia="Times New Roman" w:hAnsi="Arial" w:cs="Times New Roman"/>
      <w:b/>
      <w:bCs/>
      <w:sz w:val="24"/>
      <w:szCs w:val="26"/>
      <w:u w:val="single"/>
    </w:rPr>
  </w:style>
  <w:style w:type="character" w:customStyle="1" w:styleId="berschrift3Zchn">
    <w:name w:val="Überschrift 3 Zchn"/>
    <w:link w:val="berschrift3"/>
    <w:uiPriority w:val="9"/>
    <w:rsid w:val="00291444"/>
    <w:rPr>
      <w:rFonts w:ascii="Arial" w:eastAsia="Times New Roman" w:hAnsi="Arial" w:cs="Times New Roman"/>
      <w:b/>
      <w:bCs/>
      <w:sz w:val="24"/>
      <w:szCs w:val="22"/>
    </w:rPr>
  </w:style>
  <w:style w:type="paragraph" w:customStyle="1" w:styleId="Aufzhlung">
    <w:name w:val="Aufzählung"/>
    <w:basedOn w:val="Standard"/>
    <w:qFormat/>
    <w:rsid w:val="00DB316A"/>
    <w:pPr>
      <w:numPr>
        <w:numId w:val="15"/>
      </w:numPr>
      <w:spacing w:before="120" w:after="120" w:line="320" w:lineRule="exact"/>
    </w:pPr>
    <w:rPr>
      <w:lang w:eastAsia="en-US"/>
    </w:rPr>
  </w:style>
  <w:style w:type="paragraph" w:customStyle="1" w:styleId="FormatvorlageAufzhlungLinks0cmHngend1cm">
    <w:name w:val="Formatvorlage Aufzählung + Links:  0 cm Hängend:  1 cm"/>
    <w:basedOn w:val="Aufzhlung"/>
    <w:rsid w:val="00291444"/>
    <w:pPr>
      <w:numPr>
        <w:numId w:val="5"/>
      </w:numPr>
    </w:pPr>
  </w:style>
  <w:style w:type="paragraph" w:customStyle="1" w:styleId="Formatvorlageberschrift3Links0cmErsteZeile0cm">
    <w:name w:val="Formatvorlage Überschrift 3 + Links:  0 cm Erste Zeile:  0 cm"/>
    <w:basedOn w:val="berschrift3"/>
    <w:rsid w:val="00814C8B"/>
    <w:pPr>
      <w:spacing w:before="240"/>
      <w:ind w:left="0" w:firstLine="0"/>
    </w:pPr>
    <w:rPr>
      <w:szCs w:val="20"/>
    </w:rPr>
  </w:style>
  <w:style w:type="character" w:customStyle="1" w:styleId="FuzeileZchn">
    <w:name w:val="Fußzeile Zchn"/>
    <w:link w:val="Fuzeile"/>
    <w:uiPriority w:val="99"/>
    <w:rsid w:val="00506FED"/>
    <w:rPr>
      <w:rFonts w:ascii="Arial" w:hAnsi="Arial"/>
      <w:sz w:val="24"/>
    </w:rPr>
  </w:style>
  <w:style w:type="character" w:customStyle="1" w:styleId="KopfzeileZchn">
    <w:name w:val="Kopfzeile Zchn"/>
    <w:link w:val="Kopfzeile"/>
    <w:uiPriority w:val="99"/>
    <w:rsid w:val="00CA58F3"/>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1444"/>
    <w:pPr>
      <w:spacing w:before="160" w:after="160" w:line="320" w:lineRule="atLeast"/>
    </w:pPr>
    <w:rPr>
      <w:rFonts w:ascii="Arial" w:hAnsi="Arial"/>
      <w:sz w:val="24"/>
    </w:rPr>
  </w:style>
  <w:style w:type="paragraph" w:styleId="berschrift1">
    <w:name w:val="heading 1"/>
    <w:basedOn w:val="Standard"/>
    <w:next w:val="Standard"/>
    <w:link w:val="berschrift1Zchn"/>
    <w:uiPriority w:val="9"/>
    <w:qFormat/>
    <w:rsid w:val="00291444"/>
    <w:pPr>
      <w:keepNext/>
      <w:keepLines/>
      <w:spacing w:before="360" w:after="240" w:line="240" w:lineRule="auto"/>
      <w:ind w:left="709" w:hanging="709"/>
      <w:outlineLvl w:val="0"/>
    </w:pPr>
    <w:rPr>
      <w:b/>
      <w:bCs/>
      <w:szCs w:val="28"/>
    </w:rPr>
  </w:style>
  <w:style w:type="paragraph" w:styleId="berschrift2">
    <w:name w:val="heading 2"/>
    <w:basedOn w:val="Standard"/>
    <w:next w:val="Standard"/>
    <w:link w:val="berschrift2Zchn"/>
    <w:uiPriority w:val="9"/>
    <w:unhideWhenUsed/>
    <w:qFormat/>
    <w:rsid w:val="00291444"/>
    <w:pPr>
      <w:keepNext/>
      <w:keepLines/>
      <w:spacing w:before="120" w:after="120"/>
      <w:ind w:left="709" w:hanging="709"/>
      <w:outlineLvl w:val="1"/>
    </w:pPr>
    <w:rPr>
      <w:b/>
      <w:bCs/>
      <w:szCs w:val="26"/>
      <w:u w:val="single"/>
    </w:rPr>
  </w:style>
  <w:style w:type="paragraph" w:styleId="berschrift3">
    <w:name w:val="heading 3"/>
    <w:basedOn w:val="Standard"/>
    <w:next w:val="Standard"/>
    <w:link w:val="berschrift3Zchn"/>
    <w:uiPriority w:val="9"/>
    <w:unhideWhenUsed/>
    <w:qFormat/>
    <w:rsid w:val="00291444"/>
    <w:pPr>
      <w:keepNext/>
      <w:keepLines/>
      <w:spacing w:before="120" w:after="120" w:line="360" w:lineRule="atLeast"/>
      <w:ind w:left="709" w:hanging="709"/>
      <w:outlineLvl w:val="2"/>
    </w:pPr>
    <w:rPr>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46E22"/>
    <w:pPr>
      <w:tabs>
        <w:tab w:val="center" w:pos="4536"/>
        <w:tab w:val="right" w:pos="9072"/>
      </w:tabs>
    </w:pPr>
  </w:style>
  <w:style w:type="paragraph" w:styleId="Fuzeile">
    <w:name w:val="footer"/>
    <w:basedOn w:val="Standard"/>
    <w:link w:val="FuzeileZchn"/>
    <w:uiPriority w:val="99"/>
    <w:rsid w:val="00B46E22"/>
    <w:pPr>
      <w:tabs>
        <w:tab w:val="center" w:pos="4536"/>
        <w:tab w:val="right" w:pos="9072"/>
      </w:tabs>
    </w:pPr>
  </w:style>
  <w:style w:type="character" w:styleId="Seitenzahl">
    <w:name w:val="page number"/>
    <w:basedOn w:val="Absatz-Standardschriftart"/>
    <w:rsid w:val="00C810B5"/>
  </w:style>
  <w:style w:type="numbering" w:customStyle="1" w:styleId="NummerierteListe">
    <w:name w:val="Nummerierte Liste"/>
    <w:basedOn w:val="KeineListe"/>
    <w:rsid w:val="00121FDF"/>
    <w:pPr>
      <w:numPr>
        <w:numId w:val="2"/>
      </w:numPr>
    </w:pPr>
  </w:style>
  <w:style w:type="character" w:customStyle="1" w:styleId="berschrift1Zchn">
    <w:name w:val="Überschrift 1 Zchn"/>
    <w:link w:val="berschrift1"/>
    <w:uiPriority w:val="9"/>
    <w:rsid w:val="00291444"/>
    <w:rPr>
      <w:rFonts w:ascii="Arial" w:eastAsia="Times New Roman" w:hAnsi="Arial" w:cs="Times New Roman"/>
      <w:b/>
      <w:bCs/>
      <w:sz w:val="24"/>
      <w:szCs w:val="28"/>
    </w:rPr>
  </w:style>
  <w:style w:type="character" w:customStyle="1" w:styleId="berschrift2Zchn">
    <w:name w:val="Überschrift 2 Zchn"/>
    <w:link w:val="berschrift2"/>
    <w:uiPriority w:val="9"/>
    <w:rsid w:val="00291444"/>
    <w:rPr>
      <w:rFonts w:ascii="Arial" w:eastAsia="Times New Roman" w:hAnsi="Arial" w:cs="Times New Roman"/>
      <w:b/>
      <w:bCs/>
      <w:sz w:val="24"/>
      <w:szCs w:val="26"/>
      <w:u w:val="single"/>
    </w:rPr>
  </w:style>
  <w:style w:type="character" w:customStyle="1" w:styleId="berschrift3Zchn">
    <w:name w:val="Überschrift 3 Zchn"/>
    <w:link w:val="berschrift3"/>
    <w:uiPriority w:val="9"/>
    <w:rsid w:val="00291444"/>
    <w:rPr>
      <w:rFonts w:ascii="Arial" w:eastAsia="Times New Roman" w:hAnsi="Arial" w:cs="Times New Roman"/>
      <w:b/>
      <w:bCs/>
      <w:sz w:val="24"/>
      <w:szCs w:val="22"/>
    </w:rPr>
  </w:style>
  <w:style w:type="paragraph" w:customStyle="1" w:styleId="Aufzhlung">
    <w:name w:val="Aufzählung"/>
    <w:basedOn w:val="Standard"/>
    <w:qFormat/>
    <w:rsid w:val="00DB316A"/>
    <w:pPr>
      <w:numPr>
        <w:numId w:val="15"/>
      </w:numPr>
      <w:spacing w:before="120" w:after="120" w:line="320" w:lineRule="exact"/>
    </w:pPr>
    <w:rPr>
      <w:lang w:eastAsia="en-US"/>
    </w:rPr>
  </w:style>
  <w:style w:type="paragraph" w:customStyle="1" w:styleId="FormatvorlageAufzhlungLinks0cmHngend1cm">
    <w:name w:val="Formatvorlage Aufzählung + Links:  0 cm Hängend:  1 cm"/>
    <w:basedOn w:val="Aufzhlung"/>
    <w:rsid w:val="00291444"/>
    <w:pPr>
      <w:numPr>
        <w:numId w:val="5"/>
      </w:numPr>
    </w:pPr>
  </w:style>
  <w:style w:type="paragraph" w:customStyle="1" w:styleId="Formatvorlageberschrift3Links0cmErsteZeile0cm">
    <w:name w:val="Formatvorlage Überschrift 3 + Links:  0 cm Erste Zeile:  0 cm"/>
    <w:basedOn w:val="berschrift3"/>
    <w:rsid w:val="00814C8B"/>
    <w:pPr>
      <w:spacing w:before="240"/>
      <w:ind w:left="0" w:firstLine="0"/>
    </w:pPr>
    <w:rPr>
      <w:szCs w:val="20"/>
    </w:rPr>
  </w:style>
  <w:style w:type="character" w:customStyle="1" w:styleId="FuzeileZchn">
    <w:name w:val="Fußzeile Zchn"/>
    <w:link w:val="Fuzeile"/>
    <w:uiPriority w:val="99"/>
    <w:rsid w:val="00506FED"/>
    <w:rPr>
      <w:rFonts w:ascii="Arial" w:hAnsi="Arial"/>
      <w:sz w:val="24"/>
    </w:rPr>
  </w:style>
  <w:style w:type="character" w:customStyle="1" w:styleId="KopfzeileZchn">
    <w:name w:val="Kopfzeile Zchn"/>
    <w:link w:val="Kopfzeile"/>
    <w:uiPriority w:val="99"/>
    <w:rsid w:val="00CA58F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6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65D837B3.dotm</Template>
  <TotalTime>0</TotalTime>
  <Pages>7</Pages>
  <Words>2484</Words>
  <Characters>15656</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Bundesministerium des Innern</Company>
  <LinksUpToDate>false</LinksUpToDate>
  <CharactersWithSpaces>18104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Maczkowicz, Katrin</dc:creator>
  <cp:lastModifiedBy>Maczkowicz, Katrin</cp:lastModifiedBy>
  <cp:revision>2</cp:revision>
  <dcterms:created xsi:type="dcterms:W3CDTF">2017-01-18T14:06:00Z</dcterms:created>
  <dcterms:modified xsi:type="dcterms:W3CDTF">2017-01-18T14:06:00Z</dcterms:modified>
</cp:coreProperties>
</file>