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06E" w:rsidRPr="000074E1" w:rsidRDefault="0094406E" w:rsidP="00BC0D8E">
      <w:pPr>
        <w:pStyle w:val="Arbeitsvertragstext"/>
        <w:spacing w:before="360" w:line="320" w:lineRule="exact"/>
        <w:jc w:val="center"/>
        <w:rPr>
          <w:rFonts w:eastAsia="Times New Roman" w:cs="Arial"/>
          <w:szCs w:val="20"/>
          <w:lang w:eastAsia="de-DE"/>
        </w:rPr>
      </w:pPr>
      <w:r w:rsidRPr="000074E1">
        <w:rPr>
          <w:rFonts w:eastAsia="Times New Roman" w:cs="Arial"/>
          <w:szCs w:val="20"/>
          <w:lang w:eastAsia="de-DE"/>
        </w:rPr>
        <w:t>Zwischen</w:t>
      </w:r>
    </w:p>
    <w:p w:rsidR="0094406E" w:rsidRPr="00FE60F6" w:rsidRDefault="0094406E" w:rsidP="000074E1">
      <w:pPr>
        <w:pStyle w:val="FormatvorlageArbeitsvertragstextVor24PtNach0Pt"/>
      </w:pPr>
      <w:r w:rsidRPr="00FE60F6">
        <w:t>der Bundesrepublik Deutschland</w:t>
      </w:r>
    </w:p>
    <w:p w:rsidR="0094406E" w:rsidRPr="000074E1" w:rsidRDefault="0094406E" w:rsidP="000074E1">
      <w:pPr>
        <w:pStyle w:val="Arbeitsvertragstext"/>
        <w:spacing w:line="320" w:lineRule="exact"/>
        <w:rPr>
          <w:rFonts w:eastAsia="Times New Roman" w:cs="Arial"/>
          <w:szCs w:val="20"/>
          <w:lang w:eastAsia="de-DE"/>
        </w:rPr>
      </w:pPr>
      <w:r w:rsidRPr="000074E1">
        <w:rPr>
          <w:rFonts w:eastAsia="Times New Roman" w:cs="Arial"/>
          <w:szCs w:val="20"/>
          <w:lang w:eastAsia="de-DE"/>
        </w:rPr>
        <w:t>vertreten durch</w:t>
      </w:r>
      <w:r w:rsidR="009077A6" w:rsidRPr="000074E1">
        <w:rPr>
          <w:rFonts w:eastAsia="Times New Roman" w:cs="Arial"/>
          <w:szCs w:val="20"/>
          <w:lang w:eastAsia="de-DE"/>
        </w:rPr>
        <w:t xml:space="preserve"> </w:t>
      </w:r>
      <w:r w:rsidR="00ED49C6" w:rsidRPr="000074E1">
        <w:rPr>
          <w:rFonts w:eastAsia="Times New Roman" w:cs="Arial"/>
          <w:szCs w:val="20"/>
          <w:lang w:eastAsia="de-DE"/>
        </w:rPr>
        <w:fldChar w:fldCharType="begin">
          <w:ffData>
            <w:name w:val="Text1"/>
            <w:enabled/>
            <w:calcOnExit w:val="0"/>
            <w:textInput/>
          </w:ffData>
        </w:fldChar>
      </w:r>
      <w:bookmarkStart w:id="0" w:name="Text1"/>
      <w:r w:rsidR="00ED49C6" w:rsidRPr="000074E1">
        <w:rPr>
          <w:rFonts w:eastAsia="Times New Roman" w:cs="Arial"/>
          <w:szCs w:val="20"/>
          <w:lang w:eastAsia="de-DE"/>
        </w:rPr>
        <w:instrText xml:space="preserve"> FORMTEXT </w:instrText>
      </w:r>
      <w:r w:rsidR="00ED49C6" w:rsidRPr="000074E1">
        <w:rPr>
          <w:rFonts w:eastAsia="Times New Roman" w:cs="Arial"/>
          <w:szCs w:val="20"/>
          <w:lang w:eastAsia="de-DE"/>
        </w:rPr>
      </w:r>
      <w:r w:rsidR="00ED49C6" w:rsidRPr="000074E1">
        <w:rPr>
          <w:rFonts w:eastAsia="Times New Roman" w:cs="Arial"/>
          <w:szCs w:val="20"/>
          <w:lang w:eastAsia="de-DE"/>
        </w:rPr>
        <w:fldChar w:fldCharType="separate"/>
      </w:r>
      <w:bookmarkStart w:id="1" w:name="_GoBack"/>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bookmarkEnd w:id="1"/>
      <w:r w:rsidR="00ED49C6" w:rsidRPr="000074E1">
        <w:rPr>
          <w:rFonts w:eastAsia="Times New Roman" w:cs="Arial"/>
          <w:szCs w:val="20"/>
          <w:lang w:eastAsia="de-DE"/>
        </w:rPr>
        <w:fldChar w:fldCharType="end"/>
      </w:r>
      <w:bookmarkEnd w:id="0"/>
      <w:r w:rsidR="00517371" w:rsidRPr="000074E1">
        <w:rPr>
          <w:rFonts w:eastAsia="Times New Roman" w:cs="Arial"/>
          <w:szCs w:val="20"/>
          <w:lang w:eastAsia="de-DE"/>
        </w:rPr>
        <w:t xml:space="preserve"> </w:t>
      </w:r>
      <w:r w:rsidRPr="000074E1">
        <w:rPr>
          <w:rFonts w:eastAsia="Times New Roman" w:cs="Arial"/>
          <w:szCs w:val="20"/>
          <w:lang w:eastAsia="de-DE"/>
        </w:rPr>
        <w:t>(Arbeitgeber)</w:t>
      </w:r>
    </w:p>
    <w:p w:rsidR="0094406E" w:rsidRPr="00FE60F6" w:rsidRDefault="0094406E" w:rsidP="000074E1">
      <w:pPr>
        <w:pStyle w:val="FormatvorlageArbeitsvertragstextVor24PtNach0Pt"/>
      </w:pPr>
      <w:r w:rsidRPr="00FE60F6">
        <w:t>und</w:t>
      </w:r>
    </w:p>
    <w:p w:rsidR="0094406E" w:rsidRPr="00FE60F6" w:rsidRDefault="00C24C03" w:rsidP="000074E1">
      <w:pPr>
        <w:pStyle w:val="FormatvorlageArbeitsvertragstextVor24PtNach0Pt"/>
      </w:pPr>
      <w:r>
        <w:t>Frau</w:t>
      </w:r>
      <w:r w:rsidR="0094406E" w:rsidRPr="00FE60F6">
        <w:t xml:space="preserve"> </w:t>
      </w:r>
      <w:r w:rsidR="006E0F37">
        <w:fldChar w:fldCharType="begin">
          <w:ffData>
            <w:name w:val="Text13"/>
            <w:enabled/>
            <w:calcOnExit w:val="0"/>
            <w:textInput/>
          </w:ffData>
        </w:fldChar>
      </w:r>
      <w:bookmarkStart w:id="2" w:name="Text13"/>
      <w:r w:rsidR="006E0F37">
        <w:instrText xml:space="preserve"> FORMTEXT </w:instrText>
      </w:r>
      <w:r w:rsidR="006E0F37">
        <w:fldChar w:fldCharType="separate"/>
      </w:r>
      <w:r w:rsidR="006E0F37">
        <w:t> </w:t>
      </w:r>
      <w:r w:rsidR="006E0F37">
        <w:t> </w:t>
      </w:r>
      <w:r w:rsidR="006E0F37">
        <w:t> </w:t>
      </w:r>
      <w:r w:rsidR="006E0F37">
        <w:t> </w:t>
      </w:r>
      <w:r w:rsidR="006E0F37">
        <w:t> </w:t>
      </w:r>
      <w:r w:rsidR="006E0F37">
        <w:fldChar w:fldCharType="end"/>
      </w:r>
      <w:bookmarkEnd w:id="2"/>
    </w:p>
    <w:p w:rsidR="0094406E" w:rsidRPr="000074E1" w:rsidRDefault="0094406E" w:rsidP="000074E1">
      <w:pPr>
        <w:pStyle w:val="Arbeitsvertragstext"/>
        <w:spacing w:line="320" w:lineRule="exact"/>
        <w:rPr>
          <w:rFonts w:eastAsia="Times New Roman" w:cs="Arial"/>
          <w:szCs w:val="20"/>
          <w:lang w:eastAsia="de-DE"/>
        </w:rPr>
      </w:pPr>
      <w:r w:rsidRPr="000074E1">
        <w:rPr>
          <w:rFonts w:eastAsia="Times New Roman" w:cs="Arial"/>
          <w:szCs w:val="20"/>
          <w:lang w:eastAsia="de-DE"/>
        </w:rPr>
        <w:t xml:space="preserve">wohnhaft in </w:t>
      </w:r>
      <w:r w:rsidR="00ED49C6" w:rsidRPr="000074E1">
        <w:rPr>
          <w:rFonts w:eastAsia="Times New Roman" w:cs="Arial"/>
          <w:szCs w:val="20"/>
          <w:lang w:eastAsia="de-DE"/>
        </w:rPr>
        <w:fldChar w:fldCharType="begin">
          <w:ffData>
            <w:name w:val="Text3"/>
            <w:enabled/>
            <w:calcOnExit w:val="0"/>
            <w:textInput/>
          </w:ffData>
        </w:fldChar>
      </w:r>
      <w:bookmarkStart w:id="3" w:name="Text3"/>
      <w:r w:rsidR="00ED49C6" w:rsidRPr="000074E1">
        <w:rPr>
          <w:rFonts w:eastAsia="Times New Roman" w:cs="Arial"/>
          <w:szCs w:val="20"/>
          <w:lang w:eastAsia="de-DE"/>
        </w:rPr>
        <w:instrText xml:space="preserve"> FORMTEXT </w:instrText>
      </w:r>
      <w:r w:rsidR="00ED49C6" w:rsidRPr="000074E1">
        <w:rPr>
          <w:rFonts w:eastAsia="Times New Roman" w:cs="Arial"/>
          <w:szCs w:val="20"/>
          <w:lang w:eastAsia="de-DE"/>
        </w:rPr>
      </w:r>
      <w:r w:rsidR="00ED49C6" w:rsidRPr="000074E1">
        <w:rPr>
          <w:rFonts w:eastAsia="Times New Roman" w:cs="Arial"/>
          <w:szCs w:val="20"/>
          <w:lang w:eastAsia="de-DE"/>
        </w:rPr>
        <w:fldChar w:fldCharType="separate"/>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ED49C6" w:rsidRPr="000074E1">
        <w:rPr>
          <w:rFonts w:eastAsia="Times New Roman" w:cs="Arial"/>
          <w:szCs w:val="20"/>
          <w:lang w:eastAsia="de-DE"/>
        </w:rPr>
        <w:fldChar w:fldCharType="end"/>
      </w:r>
      <w:bookmarkEnd w:id="3"/>
    </w:p>
    <w:p w:rsidR="0094406E" w:rsidRPr="000074E1" w:rsidRDefault="0094406E" w:rsidP="000074E1">
      <w:pPr>
        <w:pStyle w:val="Arbeitsvertragstext"/>
        <w:spacing w:line="320" w:lineRule="exact"/>
        <w:rPr>
          <w:rFonts w:eastAsia="Times New Roman" w:cs="Arial"/>
          <w:szCs w:val="20"/>
          <w:lang w:eastAsia="de-DE"/>
        </w:rPr>
      </w:pPr>
      <w:r w:rsidRPr="000074E1">
        <w:rPr>
          <w:rFonts w:eastAsia="Times New Roman" w:cs="Arial"/>
          <w:szCs w:val="20"/>
          <w:lang w:eastAsia="de-DE"/>
        </w:rPr>
        <w:t xml:space="preserve">geboren am: </w:t>
      </w:r>
      <w:r w:rsidR="007657F1" w:rsidRPr="000074E1">
        <w:rPr>
          <w:rFonts w:eastAsia="Times New Roman" w:cs="Arial"/>
          <w:szCs w:val="20"/>
          <w:lang w:eastAsia="de-DE"/>
        </w:rPr>
        <w:fldChar w:fldCharType="begin">
          <w:ffData>
            <w:name w:val="Text4"/>
            <w:enabled/>
            <w:calcOnExit w:val="0"/>
            <w:textInput/>
          </w:ffData>
        </w:fldChar>
      </w:r>
      <w:bookmarkStart w:id="4" w:name="Text4"/>
      <w:r w:rsidR="007657F1" w:rsidRPr="000074E1">
        <w:rPr>
          <w:rFonts w:eastAsia="Times New Roman" w:cs="Arial"/>
          <w:szCs w:val="20"/>
          <w:lang w:eastAsia="de-DE"/>
        </w:rPr>
        <w:instrText xml:space="preserve"> FORMTEXT </w:instrText>
      </w:r>
      <w:r w:rsidR="007657F1" w:rsidRPr="000074E1">
        <w:rPr>
          <w:rFonts w:eastAsia="Times New Roman" w:cs="Arial"/>
          <w:szCs w:val="20"/>
          <w:lang w:eastAsia="de-DE"/>
        </w:rPr>
      </w:r>
      <w:r w:rsidR="007657F1" w:rsidRPr="000074E1">
        <w:rPr>
          <w:rFonts w:eastAsia="Times New Roman" w:cs="Arial"/>
          <w:szCs w:val="20"/>
          <w:lang w:eastAsia="de-DE"/>
        </w:rPr>
        <w:fldChar w:fldCharType="separate"/>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7657F1" w:rsidRPr="000074E1">
        <w:rPr>
          <w:rFonts w:eastAsia="Times New Roman" w:cs="Arial"/>
          <w:szCs w:val="20"/>
          <w:lang w:eastAsia="de-DE"/>
        </w:rPr>
        <w:fldChar w:fldCharType="end"/>
      </w:r>
      <w:bookmarkEnd w:id="4"/>
      <w:r w:rsidR="00ED49C6" w:rsidRPr="000074E1">
        <w:rPr>
          <w:rFonts w:eastAsia="Times New Roman" w:cs="Arial"/>
          <w:szCs w:val="20"/>
          <w:lang w:eastAsia="de-DE"/>
        </w:rPr>
        <w:t xml:space="preserve"> </w:t>
      </w:r>
      <w:r w:rsidRPr="000074E1">
        <w:rPr>
          <w:rFonts w:eastAsia="Times New Roman" w:cs="Arial"/>
          <w:szCs w:val="20"/>
          <w:lang w:eastAsia="de-DE"/>
        </w:rPr>
        <w:t>(</w:t>
      </w:r>
      <w:r w:rsidR="00C24C03">
        <w:rPr>
          <w:rFonts w:eastAsia="Times New Roman" w:cs="Arial"/>
          <w:szCs w:val="20"/>
          <w:lang w:eastAsia="de-DE"/>
        </w:rPr>
        <w:t>Beschäftigte</w:t>
      </w:r>
      <w:r w:rsidR="00517371" w:rsidRPr="000074E1">
        <w:rPr>
          <w:rFonts w:eastAsia="Times New Roman" w:cs="Arial"/>
          <w:szCs w:val="20"/>
          <w:lang w:eastAsia="de-DE"/>
        </w:rPr>
        <w:t>)</w:t>
      </w:r>
    </w:p>
    <w:p w:rsidR="00D73416" w:rsidRPr="000074E1" w:rsidRDefault="0094406E" w:rsidP="002F5C58">
      <w:pPr>
        <w:pStyle w:val="Arbeitsvertragstext"/>
        <w:spacing w:line="320" w:lineRule="exact"/>
        <w:rPr>
          <w:rFonts w:eastAsia="Times New Roman" w:cs="Arial"/>
          <w:szCs w:val="20"/>
          <w:lang w:eastAsia="de-DE"/>
        </w:rPr>
      </w:pPr>
      <w:r w:rsidRPr="000074E1">
        <w:rPr>
          <w:rFonts w:eastAsia="Times New Roman" w:cs="Arial"/>
          <w:szCs w:val="20"/>
          <w:lang w:eastAsia="de-DE"/>
        </w:rPr>
        <w:t xml:space="preserve">wird </w:t>
      </w:r>
      <w:r w:rsidR="001E0EF0" w:rsidRPr="000074E1">
        <w:rPr>
          <w:rFonts w:eastAsia="Times New Roman" w:cs="Arial"/>
          <w:szCs w:val="20"/>
          <w:lang w:eastAsia="de-DE"/>
        </w:rPr>
        <w:t>in Abänderung des Arbeitsvertrages vom</w:t>
      </w:r>
      <w:r w:rsidRPr="000074E1">
        <w:rPr>
          <w:rFonts w:eastAsia="Times New Roman" w:cs="Arial"/>
          <w:szCs w:val="20"/>
          <w:lang w:eastAsia="de-DE"/>
        </w:rPr>
        <w:t xml:space="preserve"> </w:t>
      </w:r>
      <w:r w:rsidR="00ED49C6" w:rsidRPr="000074E1">
        <w:rPr>
          <w:rFonts w:eastAsia="Times New Roman" w:cs="Arial"/>
          <w:szCs w:val="20"/>
          <w:lang w:eastAsia="de-DE"/>
        </w:rPr>
        <w:fldChar w:fldCharType="begin">
          <w:ffData>
            <w:name w:val="Text5"/>
            <w:enabled/>
            <w:calcOnExit w:val="0"/>
            <w:textInput/>
          </w:ffData>
        </w:fldChar>
      </w:r>
      <w:bookmarkStart w:id="5" w:name="Text5"/>
      <w:r w:rsidR="00ED49C6" w:rsidRPr="000074E1">
        <w:rPr>
          <w:rFonts w:eastAsia="Times New Roman" w:cs="Arial"/>
          <w:szCs w:val="20"/>
          <w:lang w:eastAsia="de-DE"/>
        </w:rPr>
        <w:instrText xml:space="preserve"> FORMTEXT </w:instrText>
      </w:r>
      <w:r w:rsidR="00ED49C6" w:rsidRPr="000074E1">
        <w:rPr>
          <w:rFonts w:eastAsia="Times New Roman" w:cs="Arial"/>
          <w:szCs w:val="20"/>
          <w:lang w:eastAsia="de-DE"/>
        </w:rPr>
      </w:r>
      <w:r w:rsidR="00ED49C6" w:rsidRPr="000074E1">
        <w:rPr>
          <w:rFonts w:eastAsia="Times New Roman" w:cs="Arial"/>
          <w:szCs w:val="20"/>
          <w:lang w:eastAsia="de-DE"/>
        </w:rPr>
        <w:fldChar w:fldCharType="separate"/>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173DDF" w:rsidRPr="000074E1">
        <w:rPr>
          <w:rFonts w:eastAsia="Times New Roman" w:cs="Arial"/>
          <w:szCs w:val="20"/>
          <w:lang w:eastAsia="de-DE"/>
        </w:rPr>
        <w:t> </w:t>
      </w:r>
      <w:r w:rsidR="00ED49C6" w:rsidRPr="000074E1">
        <w:rPr>
          <w:rFonts w:eastAsia="Times New Roman" w:cs="Arial"/>
          <w:szCs w:val="20"/>
          <w:lang w:eastAsia="de-DE"/>
        </w:rPr>
        <w:fldChar w:fldCharType="end"/>
      </w:r>
      <w:bookmarkEnd w:id="5"/>
    </w:p>
    <w:p w:rsidR="00C96DDB" w:rsidRDefault="00D73416" w:rsidP="000074E1">
      <w:pPr>
        <w:pStyle w:val="Arbeitsvertragstext"/>
        <w:spacing w:line="320" w:lineRule="exact"/>
        <w:rPr>
          <w:rFonts w:eastAsia="Times New Roman" w:cs="Arial"/>
          <w:szCs w:val="20"/>
          <w:lang w:eastAsia="de-DE"/>
        </w:rPr>
      </w:pPr>
      <w:r w:rsidRPr="000074E1">
        <w:rPr>
          <w:rFonts w:eastAsia="Times New Roman" w:cs="Arial"/>
          <w:szCs w:val="20"/>
          <w:lang w:eastAsia="de-DE"/>
        </w:rPr>
        <w:fldChar w:fldCharType="begin">
          <w:ffData>
            <w:name w:val="Kontrollkästchen18"/>
            <w:enabled/>
            <w:calcOnExit w:val="0"/>
            <w:checkBox>
              <w:sizeAuto/>
              <w:default w:val="0"/>
              <w:checked w:val="0"/>
            </w:checkBox>
          </w:ffData>
        </w:fldChar>
      </w:r>
      <w:bookmarkStart w:id="6" w:name="Kontrollkästchen18"/>
      <w:r w:rsidRPr="000074E1">
        <w:rPr>
          <w:rFonts w:eastAsia="Times New Roman" w:cs="Arial"/>
          <w:szCs w:val="20"/>
          <w:lang w:eastAsia="de-DE"/>
        </w:rPr>
        <w:instrText xml:space="preserve"> FORMCHECKBOX </w:instrText>
      </w:r>
      <w:r w:rsidR="004500DC">
        <w:rPr>
          <w:rFonts w:eastAsia="Times New Roman" w:cs="Arial"/>
          <w:szCs w:val="20"/>
          <w:lang w:eastAsia="de-DE"/>
        </w:rPr>
      </w:r>
      <w:r w:rsidR="004500DC">
        <w:rPr>
          <w:rFonts w:eastAsia="Times New Roman" w:cs="Arial"/>
          <w:szCs w:val="20"/>
          <w:lang w:eastAsia="de-DE"/>
        </w:rPr>
        <w:fldChar w:fldCharType="separate"/>
      </w:r>
      <w:r w:rsidRPr="000074E1">
        <w:rPr>
          <w:rFonts w:eastAsia="Times New Roman" w:cs="Arial"/>
          <w:szCs w:val="20"/>
          <w:lang w:eastAsia="de-DE"/>
        </w:rPr>
        <w:fldChar w:fldCharType="end"/>
      </w:r>
      <w:bookmarkEnd w:id="6"/>
      <w:r w:rsidRPr="000074E1">
        <w:rPr>
          <w:rFonts w:eastAsia="Times New Roman" w:cs="Arial"/>
          <w:szCs w:val="20"/>
          <w:lang w:eastAsia="de-DE"/>
        </w:rPr>
        <w:t xml:space="preserve"> in der Fassung des Änderungsvertrages vom </w:t>
      </w:r>
      <w:r w:rsidR="00681161">
        <w:rPr>
          <w:rFonts w:eastAsia="Times New Roman" w:cs="Arial"/>
          <w:szCs w:val="20"/>
          <w:lang w:eastAsia="de-DE"/>
        </w:rPr>
        <w:fldChar w:fldCharType="begin">
          <w:ffData>
            <w:name w:val="Text14"/>
            <w:enabled/>
            <w:calcOnExit w:val="0"/>
            <w:textInput/>
          </w:ffData>
        </w:fldChar>
      </w:r>
      <w:bookmarkStart w:id="7" w:name="Text14"/>
      <w:r w:rsidR="00681161">
        <w:rPr>
          <w:rFonts w:eastAsia="Times New Roman" w:cs="Arial"/>
          <w:szCs w:val="20"/>
          <w:lang w:eastAsia="de-DE"/>
        </w:rPr>
        <w:instrText xml:space="preserve"> FORMTEXT </w:instrText>
      </w:r>
      <w:r w:rsidR="00681161">
        <w:rPr>
          <w:rFonts w:eastAsia="Times New Roman" w:cs="Arial"/>
          <w:szCs w:val="20"/>
          <w:lang w:eastAsia="de-DE"/>
        </w:rPr>
      </w:r>
      <w:r w:rsidR="00681161">
        <w:rPr>
          <w:rFonts w:eastAsia="Times New Roman" w:cs="Arial"/>
          <w:szCs w:val="20"/>
          <w:lang w:eastAsia="de-DE"/>
        </w:rPr>
        <w:fldChar w:fldCharType="separate"/>
      </w:r>
      <w:r w:rsidR="00681161">
        <w:rPr>
          <w:rFonts w:eastAsia="Times New Roman" w:cs="Arial"/>
          <w:noProof/>
          <w:szCs w:val="20"/>
          <w:lang w:eastAsia="de-DE"/>
        </w:rPr>
        <w:t> </w:t>
      </w:r>
      <w:r w:rsidR="00681161">
        <w:rPr>
          <w:rFonts w:eastAsia="Times New Roman" w:cs="Arial"/>
          <w:noProof/>
          <w:szCs w:val="20"/>
          <w:lang w:eastAsia="de-DE"/>
        </w:rPr>
        <w:t> </w:t>
      </w:r>
      <w:r w:rsidR="00681161">
        <w:rPr>
          <w:rFonts w:eastAsia="Times New Roman" w:cs="Arial"/>
          <w:noProof/>
          <w:szCs w:val="20"/>
          <w:lang w:eastAsia="de-DE"/>
        </w:rPr>
        <w:t> </w:t>
      </w:r>
      <w:r w:rsidR="00681161">
        <w:rPr>
          <w:rFonts w:eastAsia="Times New Roman" w:cs="Arial"/>
          <w:noProof/>
          <w:szCs w:val="20"/>
          <w:lang w:eastAsia="de-DE"/>
        </w:rPr>
        <w:t> </w:t>
      </w:r>
      <w:r w:rsidR="00681161">
        <w:rPr>
          <w:rFonts w:eastAsia="Times New Roman" w:cs="Arial"/>
          <w:noProof/>
          <w:szCs w:val="20"/>
          <w:lang w:eastAsia="de-DE"/>
        </w:rPr>
        <w:t> </w:t>
      </w:r>
      <w:r w:rsidR="00681161">
        <w:rPr>
          <w:rFonts w:eastAsia="Times New Roman" w:cs="Arial"/>
          <w:szCs w:val="20"/>
          <w:lang w:eastAsia="de-DE"/>
        </w:rPr>
        <w:fldChar w:fldCharType="end"/>
      </w:r>
      <w:bookmarkEnd w:id="7"/>
      <w:r w:rsidR="00681161">
        <w:rPr>
          <w:rFonts w:eastAsia="Times New Roman" w:cs="Arial"/>
          <w:szCs w:val="20"/>
          <w:lang w:eastAsia="de-DE"/>
        </w:rPr>
        <w:t xml:space="preserve"> </w:t>
      </w:r>
    </w:p>
    <w:p w:rsidR="00C96DDB" w:rsidRDefault="004846E7" w:rsidP="00C96DDB">
      <w:pPr>
        <w:pStyle w:val="Arbeitsvertragstext"/>
        <w:tabs>
          <w:tab w:val="left" w:pos="567"/>
        </w:tabs>
        <w:ind w:left="567" w:hanging="567"/>
        <w:rPr>
          <w:rFonts w:cs="Arial"/>
        </w:rPr>
      </w:pPr>
      <w:r>
        <w:rPr>
          <w:rFonts w:cs="Arial"/>
        </w:rPr>
        <w:t>folgender</w:t>
      </w:r>
    </w:p>
    <w:p w:rsidR="000074E1" w:rsidRDefault="007B4111" w:rsidP="000074E1">
      <w:pPr>
        <w:pStyle w:val="Arbeitsvertrag"/>
      </w:pPr>
      <w:r>
        <w:t>Änderung</w:t>
      </w:r>
      <w:r w:rsidR="000074E1">
        <w:t>svertrag</w:t>
      </w:r>
    </w:p>
    <w:p w:rsidR="0094406E" w:rsidRPr="00FE60F6" w:rsidRDefault="0094406E" w:rsidP="009C10D0">
      <w:pPr>
        <w:pStyle w:val="FormatvorlageArbeitsvertragstextVor24PtNach0Pt"/>
      </w:pPr>
      <w:r w:rsidRPr="00FE60F6">
        <w:t>geschlossen:</w:t>
      </w:r>
    </w:p>
    <w:p w:rsidR="00681161" w:rsidRPr="000074E1" w:rsidRDefault="0094406E" w:rsidP="00681161">
      <w:pPr>
        <w:pStyle w:val="Paragraf"/>
      </w:pPr>
      <w:r w:rsidRPr="00FE60F6">
        <w:t>§ 1</w:t>
      </w:r>
    </w:p>
    <w:p w:rsidR="0094406E" w:rsidRPr="00681161" w:rsidRDefault="00D73416" w:rsidP="002F5C58">
      <w:pPr>
        <w:pStyle w:val="Arbeitsvertragstext"/>
        <w:tabs>
          <w:tab w:val="left" w:pos="567"/>
        </w:tabs>
        <w:ind w:left="567" w:hanging="567"/>
        <w:rPr>
          <w:szCs w:val="24"/>
        </w:rPr>
      </w:pPr>
      <w:r w:rsidRPr="00681161">
        <w:rPr>
          <w:szCs w:val="24"/>
        </w:rPr>
        <w:t>(1)</w:t>
      </w:r>
      <w:r w:rsidRPr="00681161">
        <w:rPr>
          <w:szCs w:val="24"/>
        </w:rPr>
        <w:tab/>
        <w:t xml:space="preserve">§ 1 wird durch folgende Vereinbarung ersetzt: </w:t>
      </w:r>
    </w:p>
    <w:p w:rsidR="00ED49C6" w:rsidRPr="00681161" w:rsidRDefault="00C24C03" w:rsidP="00681161">
      <w:pPr>
        <w:pStyle w:val="Arbeitsvertragstext"/>
        <w:ind w:left="567"/>
      </w:pPr>
      <w:r>
        <w:t>Frau</w:t>
      </w:r>
      <w:r w:rsidR="0094406E" w:rsidRPr="00681161">
        <w:t xml:space="preserve"> </w:t>
      </w:r>
      <w:r w:rsidR="00ED49C6" w:rsidRPr="00681161">
        <w:fldChar w:fldCharType="begin">
          <w:ffData>
            <w:name w:val="Text6"/>
            <w:enabled/>
            <w:calcOnExit w:val="0"/>
            <w:textInput/>
          </w:ffData>
        </w:fldChar>
      </w:r>
      <w:bookmarkStart w:id="8" w:name="Text6"/>
      <w:r w:rsidR="00ED49C6" w:rsidRPr="00681161">
        <w:instrText xml:space="preserve"> FORMTEXT </w:instrText>
      </w:r>
      <w:r w:rsidR="00ED49C6" w:rsidRPr="00681161">
        <w:fldChar w:fldCharType="separate"/>
      </w:r>
      <w:r w:rsidR="00173DDF" w:rsidRPr="00681161">
        <w:rPr>
          <w:noProof/>
        </w:rPr>
        <w:t> </w:t>
      </w:r>
      <w:r w:rsidR="00173DDF" w:rsidRPr="00681161">
        <w:rPr>
          <w:noProof/>
        </w:rPr>
        <w:t> </w:t>
      </w:r>
      <w:r w:rsidR="00173DDF" w:rsidRPr="00681161">
        <w:rPr>
          <w:noProof/>
        </w:rPr>
        <w:t> </w:t>
      </w:r>
      <w:r w:rsidR="00173DDF" w:rsidRPr="00681161">
        <w:rPr>
          <w:noProof/>
        </w:rPr>
        <w:t> </w:t>
      </w:r>
      <w:r w:rsidR="00173DDF" w:rsidRPr="00681161">
        <w:rPr>
          <w:noProof/>
        </w:rPr>
        <w:t> </w:t>
      </w:r>
      <w:r w:rsidR="00ED49C6" w:rsidRPr="00681161">
        <w:fldChar w:fldCharType="end"/>
      </w:r>
      <w:bookmarkEnd w:id="8"/>
    </w:p>
    <w:p w:rsidR="004846E7" w:rsidRDefault="0094406E" w:rsidP="004846E7">
      <w:pPr>
        <w:pStyle w:val="Arbeitsvertragstext"/>
        <w:ind w:left="567"/>
        <w:rPr>
          <w:rFonts w:eastAsia="Times New Roman" w:cs="Arial"/>
          <w:szCs w:val="20"/>
          <w:lang w:eastAsia="de-DE"/>
        </w:rPr>
      </w:pPr>
      <w:r w:rsidRPr="00681161">
        <w:t xml:space="preserve">wird </w:t>
      </w:r>
      <w:r w:rsidR="005E2F24">
        <w:t>in der Zeit</w:t>
      </w:r>
      <w:r w:rsidR="00BF4381">
        <w:t xml:space="preserve"> </w:t>
      </w:r>
      <w:r w:rsidR="00BF4381" w:rsidRPr="00681161">
        <w:t>vom</w:t>
      </w:r>
      <w:r w:rsidR="000922E6">
        <w:t> </w:t>
      </w:r>
      <w:r w:rsidR="00BF4381" w:rsidRPr="00681161">
        <w:fldChar w:fldCharType="begin">
          <w:ffData>
            <w:name w:val="Text12"/>
            <w:enabled/>
            <w:calcOnExit w:val="0"/>
            <w:textInput>
              <w:type w:val="number"/>
            </w:textInput>
          </w:ffData>
        </w:fldChar>
      </w:r>
      <w:r w:rsidR="00BF4381" w:rsidRPr="00681161">
        <w:instrText xml:space="preserve"> FORMTEXT </w:instrText>
      </w:r>
      <w:r w:rsidR="00BF4381" w:rsidRPr="00681161">
        <w:fldChar w:fldCharType="separate"/>
      </w:r>
      <w:r w:rsidR="00BF4381" w:rsidRPr="00681161">
        <w:t> </w:t>
      </w:r>
      <w:r w:rsidR="00BF4381" w:rsidRPr="00681161">
        <w:t> </w:t>
      </w:r>
      <w:r w:rsidR="00BF4381" w:rsidRPr="00681161">
        <w:t> </w:t>
      </w:r>
      <w:r w:rsidR="00BF4381" w:rsidRPr="00681161">
        <w:t> </w:t>
      </w:r>
      <w:r w:rsidR="00BF4381" w:rsidRPr="00681161">
        <w:t> </w:t>
      </w:r>
      <w:r w:rsidR="00BF4381" w:rsidRPr="00681161">
        <w:fldChar w:fldCharType="end"/>
      </w:r>
      <w:r w:rsidR="00BF4381">
        <w:t xml:space="preserve"> bis</w:t>
      </w:r>
      <w:r w:rsidR="000922E6">
        <w:t> </w:t>
      </w:r>
      <w:r w:rsidR="00BF4381" w:rsidRPr="00681161">
        <w:fldChar w:fldCharType="begin">
          <w:ffData>
            <w:name w:val="Text12"/>
            <w:enabled/>
            <w:calcOnExit w:val="0"/>
            <w:textInput>
              <w:type w:val="number"/>
            </w:textInput>
          </w:ffData>
        </w:fldChar>
      </w:r>
      <w:r w:rsidR="00BF4381" w:rsidRPr="00681161">
        <w:instrText xml:space="preserve"> FORMTEXT </w:instrText>
      </w:r>
      <w:r w:rsidR="00BF4381" w:rsidRPr="00681161">
        <w:fldChar w:fldCharType="separate"/>
      </w:r>
      <w:r w:rsidR="00BF4381" w:rsidRPr="00681161">
        <w:t> </w:t>
      </w:r>
      <w:r w:rsidR="00BF4381" w:rsidRPr="00681161">
        <w:t> </w:t>
      </w:r>
      <w:r w:rsidR="00BF4381" w:rsidRPr="00681161">
        <w:t> </w:t>
      </w:r>
      <w:r w:rsidR="00BF4381" w:rsidRPr="00681161">
        <w:t> </w:t>
      </w:r>
      <w:r w:rsidR="00BF4381" w:rsidRPr="00681161">
        <w:t> </w:t>
      </w:r>
      <w:r w:rsidR="00BF4381" w:rsidRPr="00681161">
        <w:fldChar w:fldCharType="end"/>
      </w:r>
      <w:r w:rsidR="004846E7">
        <w:t xml:space="preserve"> </w:t>
      </w:r>
      <w:r w:rsidR="004846E7" w:rsidRPr="00472D72">
        <w:rPr>
          <w:rFonts w:cs="Arial"/>
        </w:rPr>
        <w:t>auf der Grundlage des</w:t>
      </w:r>
      <w:r w:rsidR="000922E6" w:rsidRPr="000922E6">
        <w:rPr>
          <w:rFonts w:cs="Arial"/>
        </w:rPr>
        <w:t xml:space="preserve"> </w:t>
      </w:r>
      <w:r w:rsidR="004846E7">
        <w:br/>
      </w:r>
    </w:p>
    <w:p w:rsidR="0094406E" w:rsidRPr="004846E7" w:rsidRDefault="004846E7" w:rsidP="004846E7">
      <w:pPr>
        <w:pStyle w:val="Arbeitsvertragstext"/>
        <w:ind w:left="1134" w:hanging="567"/>
        <w:rPr>
          <w:rFonts w:cs="Arial"/>
        </w:rPr>
      </w:pPr>
      <w:r w:rsidRPr="00681161">
        <w:rPr>
          <w:szCs w:val="24"/>
        </w:rPr>
        <w:fldChar w:fldCharType="begin">
          <w:ffData>
            <w:name w:val="Kontrollkästchen17"/>
            <w:enabled/>
            <w:calcOnExit w:val="0"/>
            <w:checkBox>
              <w:sizeAuto/>
              <w:default w:val="0"/>
              <w:checked w:val="0"/>
            </w:checkBox>
          </w:ffData>
        </w:fldChar>
      </w:r>
      <w:r w:rsidRPr="00681161">
        <w:rPr>
          <w:szCs w:val="24"/>
        </w:rPr>
        <w:instrText xml:space="preserve"> FORMCHECKBOX </w:instrText>
      </w:r>
      <w:r w:rsidR="004500DC">
        <w:rPr>
          <w:szCs w:val="24"/>
        </w:rPr>
      </w:r>
      <w:r w:rsidR="004500DC">
        <w:rPr>
          <w:szCs w:val="24"/>
        </w:rPr>
        <w:fldChar w:fldCharType="separate"/>
      </w:r>
      <w:r w:rsidRPr="00681161">
        <w:rPr>
          <w:szCs w:val="24"/>
        </w:rPr>
        <w:fldChar w:fldCharType="end"/>
      </w:r>
      <w:r>
        <w:rPr>
          <w:szCs w:val="24"/>
        </w:rPr>
        <w:tab/>
      </w:r>
      <w:r w:rsidR="0057008D">
        <w:rPr>
          <w:rFonts w:cs="Arial"/>
        </w:rPr>
        <w:t xml:space="preserve">Gesetzes über die </w:t>
      </w:r>
      <w:r>
        <w:rPr>
          <w:rFonts w:cs="Arial"/>
        </w:rPr>
        <w:t xml:space="preserve">Pflegezeit (Pflegezeitgesetz - PflegeZG) vom </w:t>
      </w:r>
      <w:r>
        <w:t>28. Mai 2008 (BGBl.</w:t>
      </w:r>
      <w:r>
        <w:rPr>
          <w:rFonts w:cs="Arial"/>
        </w:rPr>
        <w:t> </w:t>
      </w:r>
      <w:r>
        <w:t>I S.</w:t>
      </w:r>
      <w:r>
        <w:rPr>
          <w:rFonts w:cs="Arial"/>
        </w:rPr>
        <w:t> </w:t>
      </w:r>
      <w:r>
        <w:t xml:space="preserve">874, 896) in der jeweils geltenden Fassung </w:t>
      </w:r>
      <w:r>
        <w:rPr>
          <w:rFonts w:cs="Arial"/>
        </w:rPr>
        <w:t>sowie</w:t>
      </w:r>
      <w:r w:rsidRPr="00472D72">
        <w:rPr>
          <w:rFonts w:cs="Arial"/>
        </w:rPr>
        <w:t xml:space="preserve"> der beigefügten Hinweise </w:t>
      </w:r>
      <w:r w:rsidR="000922E6">
        <w:t>während der teilweisen Freistellung von der Arbeit</w:t>
      </w:r>
      <w:r w:rsidR="000922E6">
        <w:t>s</w:t>
      </w:r>
      <w:r w:rsidR="000922E6">
        <w:t xml:space="preserve">leistung </w:t>
      </w:r>
      <w:r w:rsidR="00C96DDB">
        <w:t>im Rahmen der</w:t>
      </w:r>
    </w:p>
    <w:p w:rsidR="002928F0" w:rsidRDefault="002928F0" w:rsidP="004846E7">
      <w:pPr>
        <w:pStyle w:val="Arbeitsvertragstext"/>
        <w:tabs>
          <w:tab w:val="left" w:pos="1134"/>
        </w:tabs>
        <w:ind w:left="1701" w:hanging="567"/>
      </w:pPr>
      <w:r w:rsidRPr="00681161">
        <w:fldChar w:fldCharType="begin">
          <w:ffData>
            <w:name w:val="Kontrollkästchen14"/>
            <w:enabled/>
            <w:calcOnExit w:val="0"/>
            <w:checkBox>
              <w:sizeAuto/>
              <w:default w:val="0"/>
            </w:checkBox>
          </w:ffData>
        </w:fldChar>
      </w:r>
      <w:r w:rsidRPr="00681161">
        <w:instrText xml:space="preserve"> FORMCHECKBOX </w:instrText>
      </w:r>
      <w:r w:rsidR="004500DC">
        <w:fldChar w:fldCharType="separate"/>
      </w:r>
      <w:r w:rsidRPr="00681161">
        <w:fldChar w:fldCharType="end"/>
      </w:r>
      <w:r w:rsidRPr="00681161">
        <w:t xml:space="preserve"> </w:t>
      </w:r>
      <w:r w:rsidRPr="00681161">
        <w:tab/>
      </w:r>
      <w:r>
        <w:t xml:space="preserve">Pflegezeit </w:t>
      </w:r>
      <w:r w:rsidR="008C36B4">
        <w:t>für die Pflege in</w:t>
      </w:r>
      <w:r>
        <w:t xml:space="preserve"> </w:t>
      </w:r>
      <w:r w:rsidR="008C36B4">
        <w:t>häuslicher Umgebung</w:t>
      </w:r>
      <w:r>
        <w:t xml:space="preserve"> </w:t>
      </w:r>
      <w:r w:rsidR="00C428CA">
        <w:t xml:space="preserve">nach </w:t>
      </w:r>
      <w:r>
        <w:t>§ 3 Abs</w:t>
      </w:r>
      <w:r w:rsidR="008C36B4">
        <w:t>. 1</w:t>
      </w:r>
    </w:p>
    <w:p w:rsidR="002928F0" w:rsidRDefault="002928F0" w:rsidP="004846E7">
      <w:pPr>
        <w:pStyle w:val="Arbeitsvertragstext"/>
        <w:tabs>
          <w:tab w:val="left" w:pos="1134"/>
        </w:tabs>
        <w:ind w:left="1701" w:hanging="567"/>
      </w:pPr>
      <w:r w:rsidRPr="00681161">
        <w:fldChar w:fldCharType="begin">
          <w:ffData>
            <w:name w:val="Kontrollkästchen14"/>
            <w:enabled/>
            <w:calcOnExit w:val="0"/>
            <w:checkBox>
              <w:sizeAuto/>
              <w:default w:val="0"/>
            </w:checkBox>
          </w:ffData>
        </w:fldChar>
      </w:r>
      <w:r w:rsidRPr="00681161">
        <w:instrText xml:space="preserve"> FORMCHECKBOX </w:instrText>
      </w:r>
      <w:r w:rsidR="004500DC">
        <w:fldChar w:fldCharType="separate"/>
      </w:r>
      <w:r w:rsidRPr="00681161">
        <w:fldChar w:fldCharType="end"/>
      </w:r>
      <w:r w:rsidRPr="00681161">
        <w:t xml:space="preserve"> </w:t>
      </w:r>
      <w:r w:rsidRPr="00681161">
        <w:tab/>
      </w:r>
      <w:r w:rsidR="00FC2E25">
        <w:t>Betreuung m</w:t>
      </w:r>
      <w:r w:rsidR="008C36B4">
        <w:t xml:space="preserve">inderjähriger </w:t>
      </w:r>
      <w:r w:rsidR="00FC2E25">
        <w:t xml:space="preserve">Angehöriger </w:t>
      </w:r>
      <w:r w:rsidR="008C36B4">
        <w:t>in häuslicher oder außerhäu</w:t>
      </w:r>
      <w:r w:rsidR="008C36B4">
        <w:t>s</w:t>
      </w:r>
      <w:r w:rsidR="008C36B4">
        <w:t>licher Umg</w:t>
      </w:r>
      <w:r w:rsidR="004846E7">
        <w:t>e</w:t>
      </w:r>
      <w:r w:rsidR="008C36B4">
        <w:t xml:space="preserve">bung </w:t>
      </w:r>
      <w:r w:rsidR="00C428CA">
        <w:t xml:space="preserve">nach </w:t>
      </w:r>
      <w:r>
        <w:t>§</w:t>
      </w:r>
      <w:r w:rsidR="008C36B4">
        <w:t> </w:t>
      </w:r>
      <w:r>
        <w:t>3 Abs</w:t>
      </w:r>
      <w:r w:rsidR="008C36B4">
        <w:t>. </w:t>
      </w:r>
      <w:r w:rsidR="00C428CA">
        <w:t>5</w:t>
      </w:r>
    </w:p>
    <w:p w:rsidR="004846E7" w:rsidRDefault="008C36B4" w:rsidP="004846E7">
      <w:pPr>
        <w:pStyle w:val="Arbeitsvertragstext"/>
        <w:tabs>
          <w:tab w:val="left" w:pos="1134"/>
        </w:tabs>
        <w:ind w:left="1701" w:hanging="567"/>
      </w:pPr>
      <w:r w:rsidRPr="00681161">
        <w:fldChar w:fldCharType="begin">
          <w:ffData>
            <w:name w:val="Kontrollkästchen14"/>
            <w:enabled/>
            <w:calcOnExit w:val="0"/>
            <w:checkBox>
              <w:sizeAuto/>
              <w:default w:val="0"/>
            </w:checkBox>
          </w:ffData>
        </w:fldChar>
      </w:r>
      <w:r w:rsidRPr="00681161">
        <w:instrText xml:space="preserve"> FORMCHECKBOX </w:instrText>
      </w:r>
      <w:r w:rsidR="004500DC">
        <w:fldChar w:fldCharType="separate"/>
      </w:r>
      <w:r w:rsidRPr="00681161">
        <w:fldChar w:fldCharType="end"/>
      </w:r>
      <w:r w:rsidRPr="00681161">
        <w:t xml:space="preserve"> </w:t>
      </w:r>
      <w:r w:rsidRPr="00681161">
        <w:tab/>
      </w:r>
      <w:r>
        <w:t xml:space="preserve">Begleitung in der letzten Lebensphase </w:t>
      </w:r>
      <w:r w:rsidR="00C428CA">
        <w:t xml:space="preserve">nach </w:t>
      </w:r>
      <w:r>
        <w:t>§ 3 Abs. </w:t>
      </w:r>
      <w:r w:rsidR="00C428CA">
        <w:t>6</w:t>
      </w:r>
    </w:p>
    <w:p w:rsidR="004846E7" w:rsidRPr="004846E7" w:rsidRDefault="004846E7" w:rsidP="004846E7">
      <w:pPr>
        <w:pStyle w:val="Arbeitsvertragstext"/>
        <w:ind w:left="1134" w:hanging="567"/>
        <w:rPr>
          <w:szCs w:val="24"/>
        </w:rPr>
      </w:pPr>
      <w:r w:rsidRPr="00681161">
        <w:rPr>
          <w:szCs w:val="24"/>
        </w:rPr>
        <w:fldChar w:fldCharType="begin">
          <w:ffData>
            <w:name w:val="Kontrollkästchen17"/>
            <w:enabled/>
            <w:calcOnExit w:val="0"/>
            <w:checkBox>
              <w:sizeAuto/>
              <w:default w:val="0"/>
            </w:checkBox>
          </w:ffData>
        </w:fldChar>
      </w:r>
      <w:r w:rsidRPr="00681161">
        <w:rPr>
          <w:szCs w:val="24"/>
        </w:rPr>
        <w:instrText xml:space="preserve"> FORMCHECKBOX </w:instrText>
      </w:r>
      <w:r w:rsidR="004500DC">
        <w:rPr>
          <w:szCs w:val="24"/>
        </w:rPr>
      </w:r>
      <w:r w:rsidR="004500DC">
        <w:rPr>
          <w:szCs w:val="24"/>
        </w:rPr>
        <w:fldChar w:fldCharType="separate"/>
      </w:r>
      <w:r w:rsidRPr="00681161">
        <w:rPr>
          <w:szCs w:val="24"/>
        </w:rPr>
        <w:fldChar w:fldCharType="end"/>
      </w:r>
      <w:r>
        <w:rPr>
          <w:szCs w:val="24"/>
        </w:rPr>
        <w:tab/>
      </w:r>
      <w:r w:rsidR="0057008D">
        <w:rPr>
          <w:rFonts w:cs="Arial"/>
        </w:rPr>
        <w:t xml:space="preserve">Gesetzes über die </w:t>
      </w:r>
      <w:r w:rsidRPr="004846E7">
        <w:rPr>
          <w:szCs w:val="24"/>
        </w:rPr>
        <w:t>Familienpflegezeit (Fa</w:t>
      </w:r>
      <w:r w:rsidR="000334BE">
        <w:rPr>
          <w:szCs w:val="24"/>
        </w:rPr>
        <w:t>milienpflegezeitgesetz – FPfZG</w:t>
      </w:r>
      <w:r w:rsidRPr="004846E7">
        <w:rPr>
          <w:szCs w:val="24"/>
        </w:rPr>
        <w:t>) vom 6. Dezember 2011 (BGBl. I S. 2564)</w:t>
      </w:r>
      <w:r w:rsidR="0049347B">
        <w:rPr>
          <w:szCs w:val="24"/>
        </w:rPr>
        <w:t xml:space="preserve"> </w:t>
      </w:r>
      <w:r w:rsidR="0049347B">
        <w:t>in der jeweils geltenden Fa</w:t>
      </w:r>
      <w:r w:rsidR="0049347B">
        <w:t>s</w:t>
      </w:r>
      <w:r w:rsidR="0049347B">
        <w:lastRenderedPageBreak/>
        <w:t xml:space="preserve">sung </w:t>
      </w:r>
      <w:r w:rsidR="0049347B">
        <w:rPr>
          <w:rFonts w:cs="Arial"/>
        </w:rPr>
        <w:t>sowie</w:t>
      </w:r>
      <w:r w:rsidR="0049347B" w:rsidRPr="00472D72">
        <w:rPr>
          <w:rFonts w:cs="Arial"/>
        </w:rPr>
        <w:t xml:space="preserve"> der beigefügten Hinweise</w:t>
      </w:r>
      <w:r w:rsidRPr="004846E7">
        <w:rPr>
          <w:szCs w:val="24"/>
        </w:rPr>
        <w:t xml:space="preserve"> </w:t>
      </w:r>
      <w:r>
        <w:t>während der teilweisen Freistellung von der Arbeitsleistung im Rahmen der</w:t>
      </w:r>
    </w:p>
    <w:p w:rsidR="002928F0" w:rsidRDefault="002928F0" w:rsidP="004846E7">
      <w:pPr>
        <w:pStyle w:val="Arbeitsvertragstext"/>
        <w:tabs>
          <w:tab w:val="left" w:pos="1134"/>
        </w:tabs>
        <w:ind w:left="1701" w:hanging="567"/>
      </w:pPr>
      <w:r w:rsidRPr="00681161">
        <w:fldChar w:fldCharType="begin">
          <w:ffData>
            <w:name w:val="Kontrollkästchen14"/>
            <w:enabled/>
            <w:calcOnExit w:val="0"/>
            <w:checkBox>
              <w:sizeAuto/>
              <w:default w:val="0"/>
            </w:checkBox>
          </w:ffData>
        </w:fldChar>
      </w:r>
      <w:r w:rsidRPr="00681161">
        <w:instrText xml:space="preserve"> FORMCHECKBOX </w:instrText>
      </w:r>
      <w:r w:rsidR="004500DC">
        <w:fldChar w:fldCharType="separate"/>
      </w:r>
      <w:r w:rsidRPr="00681161">
        <w:fldChar w:fldCharType="end"/>
      </w:r>
      <w:r w:rsidRPr="00681161">
        <w:t xml:space="preserve"> </w:t>
      </w:r>
      <w:r w:rsidRPr="00681161">
        <w:tab/>
      </w:r>
      <w:r w:rsidR="005E2F24">
        <w:t>Familienpfl</w:t>
      </w:r>
      <w:r w:rsidR="00326A5A">
        <w:t xml:space="preserve">egezeit für die Pflege in </w:t>
      </w:r>
      <w:r w:rsidR="005E2F24">
        <w:t xml:space="preserve">häuslicher Umgebung </w:t>
      </w:r>
      <w:r w:rsidR="00824464">
        <w:br/>
      </w:r>
      <w:r w:rsidR="00C428CA">
        <w:t xml:space="preserve">nach </w:t>
      </w:r>
      <w:r w:rsidR="00824464">
        <w:t>§ 2 Abs. </w:t>
      </w:r>
      <w:r w:rsidR="00C428CA">
        <w:t>1</w:t>
      </w:r>
    </w:p>
    <w:p w:rsidR="002928F0" w:rsidRDefault="002928F0" w:rsidP="004846E7">
      <w:pPr>
        <w:pStyle w:val="Arbeitsvertragstext"/>
        <w:tabs>
          <w:tab w:val="left" w:pos="1134"/>
        </w:tabs>
        <w:ind w:left="1701" w:hanging="567"/>
      </w:pPr>
      <w:r w:rsidRPr="00681161">
        <w:fldChar w:fldCharType="begin">
          <w:ffData>
            <w:name w:val="Kontrollkästchen14"/>
            <w:enabled/>
            <w:calcOnExit w:val="0"/>
            <w:checkBox>
              <w:sizeAuto/>
              <w:default w:val="0"/>
            </w:checkBox>
          </w:ffData>
        </w:fldChar>
      </w:r>
      <w:r w:rsidRPr="00681161">
        <w:instrText xml:space="preserve"> FORMCHECKBOX </w:instrText>
      </w:r>
      <w:r w:rsidR="004500DC">
        <w:fldChar w:fldCharType="separate"/>
      </w:r>
      <w:r w:rsidRPr="00681161">
        <w:fldChar w:fldCharType="end"/>
      </w:r>
      <w:r w:rsidRPr="00681161">
        <w:t xml:space="preserve"> </w:t>
      </w:r>
      <w:r w:rsidRPr="00681161">
        <w:tab/>
      </w:r>
      <w:r w:rsidR="00E24830">
        <w:t xml:space="preserve">Betreuung </w:t>
      </w:r>
      <w:r w:rsidR="00FC2E25">
        <w:t>m</w:t>
      </w:r>
      <w:r w:rsidR="005E2F24">
        <w:t xml:space="preserve">inderjähriger </w:t>
      </w:r>
      <w:r w:rsidR="00FC2E25">
        <w:t xml:space="preserve">Angehöriger </w:t>
      </w:r>
      <w:r w:rsidR="005E2F24">
        <w:t>in häuslicher oder außerhäu</w:t>
      </w:r>
      <w:r w:rsidR="005E2F24">
        <w:t>s</w:t>
      </w:r>
      <w:r w:rsidR="005E2F24">
        <w:t>licher Umgebung</w:t>
      </w:r>
      <w:r w:rsidR="00C428CA">
        <w:t xml:space="preserve"> nach </w:t>
      </w:r>
      <w:r>
        <w:t>§</w:t>
      </w:r>
      <w:r w:rsidR="00824464">
        <w:t> </w:t>
      </w:r>
      <w:r>
        <w:t>2 Abs</w:t>
      </w:r>
      <w:r w:rsidR="00824464">
        <w:t>. </w:t>
      </w:r>
      <w:r w:rsidR="00C428CA">
        <w:t>2</w:t>
      </w:r>
    </w:p>
    <w:p w:rsidR="00645925" w:rsidRDefault="0057008D" w:rsidP="00824464">
      <w:pPr>
        <w:pStyle w:val="Arbeitsvertragstext"/>
        <w:tabs>
          <w:tab w:val="left" w:pos="1134"/>
        </w:tabs>
        <w:ind w:left="1701" w:hanging="1134"/>
        <w:rPr>
          <w:rFonts w:cs="Arial"/>
        </w:rPr>
      </w:pPr>
      <w:r>
        <w:rPr>
          <w:rFonts w:cs="Arial"/>
        </w:rPr>
        <w:t>d</w:t>
      </w:r>
      <w:r w:rsidR="000922E6">
        <w:rPr>
          <w:rFonts w:cs="Arial"/>
        </w:rPr>
        <w:t>er</w:t>
      </w:r>
      <w:r w:rsidR="00A14AE1">
        <w:rPr>
          <w:rFonts w:cs="Arial"/>
        </w:rPr>
        <w:t>/</w:t>
      </w:r>
      <w:r w:rsidR="00645925">
        <w:rPr>
          <w:rFonts w:cs="Arial"/>
        </w:rPr>
        <w:t xml:space="preserve">des folgenden </w:t>
      </w:r>
      <w:r w:rsidR="00824464">
        <w:rPr>
          <w:rFonts w:cs="Arial"/>
        </w:rPr>
        <w:t xml:space="preserve">pflegebedürftigen </w:t>
      </w:r>
      <w:r w:rsidR="00645925">
        <w:rPr>
          <w:rFonts w:cs="Arial"/>
        </w:rPr>
        <w:t>nahen Angehörigen:</w:t>
      </w:r>
    </w:p>
    <w:p w:rsidR="005B3963" w:rsidRPr="00472D72" w:rsidRDefault="005B3963" w:rsidP="00C428CA">
      <w:pPr>
        <w:pStyle w:val="Nummerierung"/>
        <w:tabs>
          <w:tab w:val="clear" w:pos="4820"/>
          <w:tab w:val="clear" w:pos="5245"/>
          <w:tab w:val="left" w:pos="3544"/>
        </w:tabs>
        <w:spacing w:before="120" w:after="120"/>
        <w:ind w:left="1560" w:hanging="426"/>
      </w:pPr>
      <w:r w:rsidRPr="00472D72">
        <w:t>Name</w:t>
      </w:r>
      <w:r>
        <w:t>, Vorname</w:t>
      </w:r>
      <w:r w:rsidRPr="00472D72">
        <w:t>:</w:t>
      </w:r>
      <w:r>
        <w:tab/>
      </w:r>
      <w:r>
        <w:rPr>
          <w:szCs w:val="20"/>
        </w:rPr>
        <w:fldChar w:fldCharType="begin">
          <w:ffData>
            <w:name w:val="Text14"/>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r>
        <w:rPr>
          <w:szCs w:val="20"/>
        </w:rPr>
        <w:t xml:space="preserve">, </w:t>
      </w:r>
      <w:r>
        <w:rPr>
          <w:szCs w:val="20"/>
        </w:rPr>
        <w:fldChar w:fldCharType="begin">
          <w:ffData>
            <w:name w:val="Text14"/>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p w:rsidR="005B3963" w:rsidRPr="00472D72" w:rsidRDefault="005B3963" w:rsidP="00C428CA">
      <w:pPr>
        <w:pStyle w:val="Nummerierung"/>
        <w:tabs>
          <w:tab w:val="clear" w:pos="4820"/>
          <w:tab w:val="clear" w:pos="5245"/>
          <w:tab w:val="left" w:pos="3544"/>
        </w:tabs>
        <w:spacing w:before="120" w:after="120"/>
        <w:ind w:left="1560" w:hanging="426"/>
      </w:pPr>
      <w:r w:rsidRPr="00472D72">
        <w:t>Geburtsdatum:</w:t>
      </w:r>
      <w:r w:rsidR="0024022B">
        <w:tab/>
      </w:r>
      <w:r w:rsidR="0024022B">
        <w:rPr>
          <w:szCs w:val="20"/>
        </w:rPr>
        <w:fldChar w:fldCharType="begin">
          <w:ffData>
            <w:name w:val="Text14"/>
            <w:enabled/>
            <w:calcOnExit w:val="0"/>
            <w:textInput/>
          </w:ffData>
        </w:fldChar>
      </w:r>
      <w:r w:rsidR="0024022B">
        <w:rPr>
          <w:szCs w:val="20"/>
        </w:rPr>
        <w:instrText xml:space="preserve"> FORMTEXT </w:instrText>
      </w:r>
      <w:r w:rsidR="0024022B">
        <w:rPr>
          <w:szCs w:val="20"/>
        </w:rPr>
      </w:r>
      <w:r w:rsidR="0024022B">
        <w:rPr>
          <w:szCs w:val="20"/>
        </w:rPr>
        <w:fldChar w:fldCharType="separate"/>
      </w:r>
      <w:r w:rsidR="0024022B">
        <w:rPr>
          <w:noProof/>
          <w:szCs w:val="20"/>
        </w:rPr>
        <w:t> </w:t>
      </w:r>
      <w:r w:rsidR="0024022B">
        <w:rPr>
          <w:noProof/>
          <w:szCs w:val="20"/>
        </w:rPr>
        <w:t> </w:t>
      </w:r>
      <w:r w:rsidR="0024022B">
        <w:rPr>
          <w:noProof/>
          <w:szCs w:val="20"/>
        </w:rPr>
        <w:t> </w:t>
      </w:r>
      <w:r w:rsidR="0024022B">
        <w:rPr>
          <w:noProof/>
          <w:szCs w:val="20"/>
        </w:rPr>
        <w:t> </w:t>
      </w:r>
      <w:r w:rsidR="0024022B">
        <w:rPr>
          <w:noProof/>
          <w:szCs w:val="20"/>
        </w:rPr>
        <w:t> </w:t>
      </w:r>
      <w:r w:rsidR="0024022B">
        <w:rPr>
          <w:szCs w:val="20"/>
        </w:rPr>
        <w:fldChar w:fldCharType="end"/>
      </w:r>
    </w:p>
    <w:p w:rsidR="0024022B" w:rsidRPr="0024022B" w:rsidRDefault="005B3963" w:rsidP="00C428CA">
      <w:pPr>
        <w:pStyle w:val="Nummerierung"/>
        <w:tabs>
          <w:tab w:val="clear" w:pos="4820"/>
          <w:tab w:val="clear" w:pos="5245"/>
          <w:tab w:val="left" w:pos="3544"/>
        </w:tabs>
        <w:spacing w:before="120" w:after="120"/>
        <w:ind w:left="1560" w:hanging="426"/>
      </w:pPr>
      <w:r w:rsidRPr="00472D72">
        <w:t>Anschrift:</w:t>
      </w:r>
      <w:r w:rsidRPr="00472D72">
        <w:tab/>
      </w:r>
      <w:r w:rsidR="0024022B">
        <w:rPr>
          <w:szCs w:val="20"/>
        </w:rPr>
        <w:fldChar w:fldCharType="begin">
          <w:ffData>
            <w:name w:val="Text14"/>
            <w:enabled/>
            <w:calcOnExit w:val="0"/>
            <w:textInput/>
          </w:ffData>
        </w:fldChar>
      </w:r>
      <w:r w:rsidR="0024022B">
        <w:rPr>
          <w:szCs w:val="20"/>
        </w:rPr>
        <w:instrText xml:space="preserve"> FORMTEXT </w:instrText>
      </w:r>
      <w:r w:rsidR="0024022B">
        <w:rPr>
          <w:szCs w:val="20"/>
        </w:rPr>
      </w:r>
      <w:r w:rsidR="0024022B">
        <w:rPr>
          <w:szCs w:val="20"/>
        </w:rPr>
        <w:fldChar w:fldCharType="separate"/>
      </w:r>
      <w:r w:rsidR="0024022B">
        <w:rPr>
          <w:noProof/>
          <w:szCs w:val="20"/>
        </w:rPr>
        <w:t> </w:t>
      </w:r>
      <w:r w:rsidR="0024022B">
        <w:rPr>
          <w:noProof/>
          <w:szCs w:val="20"/>
        </w:rPr>
        <w:t> </w:t>
      </w:r>
      <w:r w:rsidR="0024022B">
        <w:rPr>
          <w:noProof/>
          <w:szCs w:val="20"/>
        </w:rPr>
        <w:t> </w:t>
      </w:r>
      <w:r w:rsidR="0024022B">
        <w:rPr>
          <w:noProof/>
          <w:szCs w:val="20"/>
        </w:rPr>
        <w:t> </w:t>
      </w:r>
      <w:r w:rsidR="0024022B">
        <w:rPr>
          <w:noProof/>
          <w:szCs w:val="20"/>
        </w:rPr>
        <w:t> </w:t>
      </w:r>
      <w:r w:rsidR="0024022B">
        <w:rPr>
          <w:szCs w:val="20"/>
        </w:rPr>
        <w:fldChar w:fldCharType="end"/>
      </w:r>
    </w:p>
    <w:p w:rsidR="005B3963" w:rsidRPr="00B91B8B" w:rsidRDefault="00BF4381" w:rsidP="00C428CA">
      <w:pPr>
        <w:pStyle w:val="Nummerierung"/>
        <w:tabs>
          <w:tab w:val="clear" w:pos="4820"/>
          <w:tab w:val="clear" w:pos="5245"/>
          <w:tab w:val="left" w:pos="2410"/>
          <w:tab w:val="left" w:pos="4678"/>
        </w:tabs>
        <w:spacing w:before="120" w:after="120"/>
        <w:ind w:left="1560" w:hanging="426"/>
      </w:pPr>
      <w:r>
        <w:t>Verwand</w:t>
      </w:r>
      <w:r w:rsidR="00824464">
        <w:t>t</w:t>
      </w:r>
      <w:r>
        <w:t>schaftsverhältnis</w:t>
      </w:r>
      <w:r w:rsidR="00824464">
        <w:t>:</w:t>
      </w:r>
      <w:r w:rsidR="005B3963" w:rsidRPr="00472D72">
        <w:tab/>
      </w:r>
      <w:r w:rsidR="0024022B">
        <w:rPr>
          <w:szCs w:val="20"/>
        </w:rPr>
        <w:fldChar w:fldCharType="begin">
          <w:ffData>
            <w:name w:val="Text14"/>
            <w:enabled/>
            <w:calcOnExit w:val="0"/>
            <w:textInput/>
          </w:ffData>
        </w:fldChar>
      </w:r>
      <w:r w:rsidR="0024022B">
        <w:rPr>
          <w:szCs w:val="20"/>
        </w:rPr>
        <w:instrText xml:space="preserve"> FORMTEXT </w:instrText>
      </w:r>
      <w:r w:rsidR="0024022B">
        <w:rPr>
          <w:szCs w:val="20"/>
        </w:rPr>
      </w:r>
      <w:r w:rsidR="0024022B">
        <w:rPr>
          <w:szCs w:val="20"/>
        </w:rPr>
        <w:fldChar w:fldCharType="separate"/>
      </w:r>
      <w:r w:rsidR="0024022B">
        <w:rPr>
          <w:noProof/>
          <w:szCs w:val="20"/>
        </w:rPr>
        <w:t> </w:t>
      </w:r>
      <w:r w:rsidR="0024022B">
        <w:rPr>
          <w:noProof/>
          <w:szCs w:val="20"/>
        </w:rPr>
        <w:t> </w:t>
      </w:r>
      <w:r w:rsidR="0024022B">
        <w:rPr>
          <w:noProof/>
          <w:szCs w:val="20"/>
        </w:rPr>
        <w:t> </w:t>
      </w:r>
      <w:r w:rsidR="0024022B">
        <w:rPr>
          <w:noProof/>
          <w:szCs w:val="20"/>
        </w:rPr>
        <w:t> </w:t>
      </w:r>
      <w:r w:rsidR="0024022B">
        <w:rPr>
          <w:noProof/>
          <w:szCs w:val="20"/>
        </w:rPr>
        <w:t> </w:t>
      </w:r>
      <w:r w:rsidR="0024022B">
        <w:rPr>
          <w:szCs w:val="20"/>
        </w:rPr>
        <w:fldChar w:fldCharType="end"/>
      </w:r>
    </w:p>
    <w:p w:rsidR="003F5E6B" w:rsidRDefault="00C24C03" w:rsidP="002F5C58">
      <w:pPr>
        <w:pStyle w:val="Arbeitsvertragstext"/>
        <w:tabs>
          <w:tab w:val="left" w:pos="567"/>
        </w:tabs>
        <w:spacing w:before="240" w:after="360"/>
        <w:ind w:left="567"/>
      </w:pPr>
      <w:r>
        <w:rPr>
          <w:rFonts w:cs="Arial"/>
        </w:rPr>
        <w:t>als Teilzeitbeschäftigte</w:t>
      </w:r>
      <w:r w:rsidR="00B91B8B">
        <w:rPr>
          <w:rFonts w:cs="Arial"/>
        </w:rPr>
        <w:t xml:space="preserve"> </w:t>
      </w:r>
      <w:r w:rsidR="00B91B8B" w:rsidRPr="00681161">
        <w:t xml:space="preserve">mit </w:t>
      </w:r>
      <w:r w:rsidR="00B91B8B" w:rsidRPr="00681161">
        <w:fldChar w:fldCharType="begin">
          <w:ffData>
            <w:name w:val="Text12"/>
            <w:enabled/>
            <w:calcOnExit w:val="0"/>
            <w:textInput>
              <w:type w:val="number"/>
            </w:textInput>
          </w:ffData>
        </w:fldChar>
      </w:r>
      <w:r w:rsidR="00B91B8B" w:rsidRPr="00681161">
        <w:instrText xml:space="preserve"> FORMTEXT </w:instrText>
      </w:r>
      <w:r w:rsidR="00B91B8B" w:rsidRPr="00681161">
        <w:fldChar w:fldCharType="separate"/>
      </w:r>
      <w:r w:rsidR="00B91B8B" w:rsidRPr="00681161">
        <w:t> </w:t>
      </w:r>
      <w:r w:rsidR="00B91B8B" w:rsidRPr="00681161">
        <w:t> </w:t>
      </w:r>
      <w:r w:rsidR="00B91B8B" w:rsidRPr="00681161">
        <w:t> </w:t>
      </w:r>
      <w:r w:rsidR="00B91B8B" w:rsidRPr="00681161">
        <w:t> </w:t>
      </w:r>
      <w:r w:rsidR="00B91B8B" w:rsidRPr="00681161">
        <w:t> </w:t>
      </w:r>
      <w:r w:rsidR="00B91B8B" w:rsidRPr="00681161">
        <w:fldChar w:fldCharType="end"/>
      </w:r>
      <w:r w:rsidR="00B91B8B" w:rsidRPr="00681161">
        <w:t xml:space="preserve"> v.</w:t>
      </w:r>
      <w:r w:rsidR="00824464">
        <w:t> </w:t>
      </w:r>
      <w:r w:rsidR="00B91B8B" w:rsidRPr="00681161">
        <w:t>H. der durchschnittlichen regelmäßigen wöchentlichen Arbeitszeit eine</w:t>
      </w:r>
      <w:r w:rsidR="00824464">
        <w:t>r</w:t>
      </w:r>
      <w:r w:rsidR="00B91B8B" w:rsidRPr="00681161">
        <w:t xml:space="preserve"> entsprechenden Vollbeschäftigten weiterb</w:t>
      </w:r>
      <w:r w:rsidR="00B91B8B" w:rsidRPr="00681161">
        <w:t>e</w:t>
      </w:r>
      <w:r w:rsidR="00B91B8B" w:rsidRPr="00681161">
        <w:t xml:space="preserve">schäftigt. </w:t>
      </w:r>
      <w:r w:rsidR="003F5E6B">
        <w:t xml:space="preserve">Nach dem Ablauf der Frist </w:t>
      </w:r>
      <w:r w:rsidR="003F5E6B">
        <w:rPr>
          <w:rFonts w:eastAsia="MS Gothic"/>
        </w:rPr>
        <w:t>gilt wieder die Arbeitszeit des Arbeitsve</w:t>
      </w:r>
      <w:r w:rsidR="003F5E6B">
        <w:rPr>
          <w:rFonts w:eastAsia="MS Gothic"/>
        </w:rPr>
        <w:t>r</w:t>
      </w:r>
      <w:r w:rsidR="003F5E6B">
        <w:rPr>
          <w:rFonts w:eastAsia="MS Gothic"/>
        </w:rPr>
        <w:t xml:space="preserve">trages </w:t>
      </w:r>
      <w:r w:rsidR="007755F0" w:rsidRPr="00681161">
        <w:t>vom</w:t>
      </w:r>
      <w:r w:rsidR="00B12DAF">
        <w:t xml:space="preserve"> </w:t>
      </w:r>
      <w:r w:rsidR="003F5E6B" w:rsidRPr="00681161">
        <w:fldChar w:fldCharType="begin">
          <w:ffData>
            <w:name w:val="Text12"/>
            <w:enabled/>
            <w:calcOnExit w:val="0"/>
            <w:textInput>
              <w:type w:val="number"/>
            </w:textInput>
          </w:ffData>
        </w:fldChar>
      </w:r>
      <w:r w:rsidR="003F5E6B" w:rsidRPr="00681161">
        <w:instrText xml:space="preserve"> FORMTEXT </w:instrText>
      </w:r>
      <w:r w:rsidR="003F5E6B" w:rsidRPr="00681161">
        <w:fldChar w:fldCharType="separate"/>
      </w:r>
      <w:r w:rsidR="003F5E6B" w:rsidRPr="00681161">
        <w:t> </w:t>
      </w:r>
      <w:r w:rsidR="003F5E6B" w:rsidRPr="00681161">
        <w:t> </w:t>
      </w:r>
      <w:r w:rsidR="003F5E6B" w:rsidRPr="00681161">
        <w:t> </w:t>
      </w:r>
      <w:r w:rsidR="003F5E6B" w:rsidRPr="00681161">
        <w:t> </w:t>
      </w:r>
      <w:r w:rsidR="003F5E6B" w:rsidRPr="00681161">
        <w:t> </w:t>
      </w:r>
      <w:r w:rsidR="003F5E6B" w:rsidRPr="00681161">
        <w:fldChar w:fldCharType="end"/>
      </w:r>
    </w:p>
    <w:p w:rsidR="00661E3E" w:rsidRPr="00EA3B5C" w:rsidRDefault="00661E3E" w:rsidP="00661E3E">
      <w:pPr>
        <w:pStyle w:val="Arbeitsvertragstext"/>
        <w:tabs>
          <w:tab w:val="left" w:pos="567"/>
        </w:tabs>
        <w:spacing w:before="240" w:after="360"/>
        <w:ind w:left="567"/>
      </w:pPr>
      <w:r w:rsidRPr="00661E3E">
        <w:fldChar w:fldCharType="begin">
          <w:ffData>
            <w:name w:val="Kontrollkästchen18"/>
            <w:enabled/>
            <w:calcOnExit w:val="0"/>
            <w:checkBox>
              <w:sizeAuto/>
              <w:default w:val="0"/>
              <w:checked w:val="0"/>
            </w:checkBox>
          </w:ffData>
        </w:fldChar>
      </w:r>
      <w:r w:rsidRPr="00661E3E">
        <w:instrText xml:space="preserve"> FORMCHECKBOX </w:instrText>
      </w:r>
      <w:r w:rsidR="004500DC">
        <w:fldChar w:fldCharType="separate"/>
      </w:r>
      <w:r w:rsidRPr="00661E3E">
        <w:fldChar w:fldCharType="end"/>
      </w:r>
      <w:r w:rsidRPr="00661E3E">
        <w:t xml:space="preserve"> in der Fassung des Änderungsvertrages vom </w:t>
      </w:r>
      <w:r w:rsidRPr="00661E3E">
        <w:fldChar w:fldCharType="begin">
          <w:ffData>
            <w:name w:val="Text14"/>
            <w:enabled/>
            <w:calcOnExit w:val="0"/>
            <w:textInput/>
          </w:ffData>
        </w:fldChar>
      </w:r>
      <w:r w:rsidRPr="00661E3E">
        <w:instrText xml:space="preserve"> FORMTEXT </w:instrText>
      </w:r>
      <w:r w:rsidRPr="00661E3E">
        <w:fldChar w:fldCharType="separate"/>
      </w:r>
      <w:r w:rsidRPr="00661E3E">
        <w:t> </w:t>
      </w:r>
      <w:r w:rsidRPr="00661E3E">
        <w:t> </w:t>
      </w:r>
      <w:r w:rsidRPr="00661E3E">
        <w:t> </w:t>
      </w:r>
      <w:r w:rsidRPr="00661E3E">
        <w:t> </w:t>
      </w:r>
      <w:r w:rsidRPr="00661E3E">
        <w:t> </w:t>
      </w:r>
      <w:r w:rsidRPr="00661E3E">
        <w:fldChar w:fldCharType="end"/>
      </w:r>
      <w:r w:rsidR="007B25EE">
        <w:t>.</w:t>
      </w:r>
    </w:p>
    <w:p w:rsidR="002F5C58" w:rsidRPr="00BC0D8E" w:rsidRDefault="00EC4AD6" w:rsidP="00BC0D8E">
      <w:pPr>
        <w:pStyle w:val="Arbeitsvertragstext"/>
        <w:tabs>
          <w:tab w:val="left" w:pos="567"/>
          <w:tab w:val="left" w:pos="993"/>
        </w:tabs>
        <w:ind w:left="993" w:hanging="993"/>
        <w:rPr>
          <w:szCs w:val="24"/>
        </w:rPr>
      </w:pPr>
      <w:r>
        <w:rPr>
          <w:szCs w:val="24"/>
        </w:rPr>
        <w:t>(2</w:t>
      </w:r>
      <w:r w:rsidRPr="00681161">
        <w:rPr>
          <w:szCs w:val="24"/>
        </w:rPr>
        <w:t>)</w:t>
      </w:r>
      <w:r w:rsidRPr="00681161">
        <w:rPr>
          <w:szCs w:val="24"/>
        </w:rPr>
        <w:tab/>
      </w:r>
      <w:r w:rsidRPr="00681161">
        <w:rPr>
          <w:szCs w:val="24"/>
        </w:rPr>
        <w:fldChar w:fldCharType="begin">
          <w:ffData>
            <w:name w:val="Kontrollkästchen17"/>
            <w:enabled/>
            <w:calcOnExit w:val="0"/>
            <w:checkBox>
              <w:sizeAuto/>
              <w:default w:val="0"/>
            </w:checkBox>
          </w:ffData>
        </w:fldChar>
      </w:r>
      <w:r w:rsidRPr="00681161">
        <w:rPr>
          <w:szCs w:val="24"/>
        </w:rPr>
        <w:instrText xml:space="preserve"> FORMCHECKBOX </w:instrText>
      </w:r>
      <w:r w:rsidR="004500DC">
        <w:rPr>
          <w:szCs w:val="24"/>
        </w:rPr>
      </w:r>
      <w:r w:rsidR="004500DC">
        <w:rPr>
          <w:szCs w:val="24"/>
        </w:rPr>
        <w:fldChar w:fldCharType="separate"/>
      </w:r>
      <w:r w:rsidRPr="00681161">
        <w:rPr>
          <w:szCs w:val="24"/>
        </w:rPr>
        <w:fldChar w:fldCharType="end"/>
      </w:r>
      <w:r w:rsidR="005E26BE">
        <w:rPr>
          <w:szCs w:val="24"/>
        </w:rPr>
        <w:tab/>
      </w:r>
      <w:r w:rsidR="009A4904">
        <w:rPr>
          <w:szCs w:val="24"/>
        </w:rPr>
        <w:t>Die Pflegebedürftigkeit der/</w:t>
      </w:r>
      <w:r>
        <w:rPr>
          <w:szCs w:val="24"/>
        </w:rPr>
        <w:t xml:space="preserve">des nahen Angehörigen </w:t>
      </w:r>
      <w:r w:rsidRPr="0049347B">
        <w:rPr>
          <w:szCs w:val="24"/>
        </w:rPr>
        <w:t>w</w:t>
      </w:r>
      <w:r w:rsidR="0049347B" w:rsidRPr="0049347B">
        <w:rPr>
          <w:szCs w:val="24"/>
        </w:rPr>
        <w:t>urde</w:t>
      </w:r>
      <w:r>
        <w:rPr>
          <w:szCs w:val="24"/>
        </w:rPr>
        <w:t xml:space="preserve"> durch Vorlage </w:t>
      </w:r>
      <w:r w:rsidR="002F5C58" w:rsidRPr="00BC0D8E">
        <w:rPr>
          <w:szCs w:val="24"/>
        </w:rPr>
        <w:t>einer Bescheinigung der Pflegekasse oder des Medizinischen Dienstes der Kranken</w:t>
      </w:r>
      <w:r w:rsidR="009A4904" w:rsidRPr="00BC0D8E">
        <w:rPr>
          <w:szCs w:val="24"/>
        </w:rPr>
        <w:t>versicherung</w:t>
      </w:r>
      <w:r w:rsidR="00F676AB" w:rsidRPr="00BC0D8E">
        <w:rPr>
          <w:szCs w:val="24"/>
        </w:rPr>
        <w:t xml:space="preserve"> oder </w:t>
      </w:r>
      <w:r w:rsidR="002F5C58" w:rsidRPr="00BC0D8E">
        <w:rPr>
          <w:szCs w:val="24"/>
        </w:rPr>
        <w:t>einer entsprechenden Bescheinigung der priv</w:t>
      </w:r>
      <w:r w:rsidR="002F5C58" w:rsidRPr="00BC0D8E">
        <w:rPr>
          <w:szCs w:val="24"/>
        </w:rPr>
        <w:t>a</w:t>
      </w:r>
      <w:r w:rsidR="002F5C58" w:rsidRPr="00BC0D8E">
        <w:rPr>
          <w:szCs w:val="24"/>
        </w:rPr>
        <w:t>ten Pflege-Pflichtversicherung</w:t>
      </w:r>
      <w:r w:rsidR="00F676AB" w:rsidRPr="00BC0D8E">
        <w:rPr>
          <w:szCs w:val="24"/>
        </w:rPr>
        <w:t xml:space="preserve"> </w:t>
      </w:r>
      <w:r w:rsidR="002F5C58" w:rsidRPr="00BC0D8E">
        <w:rPr>
          <w:szCs w:val="24"/>
        </w:rPr>
        <w:t>nachgewiesen.</w:t>
      </w:r>
    </w:p>
    <w:p w:rsidR="00875906" w:rsidRDefault="00EC4AD6" w:rsidP="005E26BE">
      <w:pPr>
        <w:pStyle w:val="Arbeitsvertragstext"/>
        <w:tabs>
          <w:tab w:val="left" w:pos="993"/>
        </w:tabs>
        <w:ind w:left="993" w:hanging="426"/>
      </w:pPr>
      <w:r w:rsidRPr="00681161">
        <w:rPr>
          <w:szCs w:val="24"/>
        </w:rPr>
        <w:fldChar w:fldCharType="begin">
          <w:ffData>
            <w:name w:val="Kontrollkästchen17"/>
            <w:enabled/>
            <w:calcOnExit w:val="0"/>
            <w:checkBox>
              <w:sizeAuto/>
              <w:default w:val="0"/>
            </w:checkBox>
          </w:ffData>
        </w:fldChar>
      </w:r>
      <w:r w:rsidRPr="00681161">
        <w:rPr>
          <w:szCs w:val="24"/>
        </w:rPr>
        <w:instrText xml:space="preserve"> FORMCHECKBOX </w:instrText>
      </w:r>
      <w:r w:rsidR="004500DC">
        <w:rPr>
          <w:szCs w:val="24"/>
        </w:rPr>
      </w:r>
      <w:r w:rsidR="004500DC">
        <w:rPr>
          <w:szCs w:val="24"/>
        </w:rPr>
        <w:fldChar w:fldCharType="separate"/>
      </w:r>
      <w:r w:rsidRPr="00681161">
        <w:rPr>
          <w:szCs w:val="24"/>
        </w:rPr>
        <w:fldChar w:fldCharType="end"/>
      </w:r>
      <w:r w:rsidR="005E26BE">
        <w:rPr>
          <w:szCs w:val="24"/>
        </w:rPr>
        <w:tab/>
      </w:r>
      <w:r w:rsidR="008F384B" w:rsidRPr="008F384B">
        <w:rPr>
          <w:szCs w:val="24"/>
        </w:rPr>
        <w:t>Die Erkrankung i</w:t>
      </w:r>
      <w:r w:rsidR="008F384B">
        <w:rPr>
          <w:szCs w:val="24"/>
        </w:rPr>
        <w:t>m Sinne</w:t>
      </w:r>
      <w:r w:rsidR="008F384B" w:rsidRPr="008F384B">
        <w:rPr>
          <w:szCs w:val="24"/>
        </w:rPr>
        <w:t xml:space="preserve"> von § 3 Abs. 6 </w:t>
      </w:r>
      <w:r w:rsidR="008F384B">
        <w:rPr>
          <w:szCs w:val="24"/>
        </w:rPr>
        <w:t xml:space="preserve">Satz 1 </w:t>
      </w:r>
      <w:r w:rsidR="008F384B" w:rsidRPr="008F384B">
        <w:rPr>
          <w:szCs w:val="24"/>
        </w:rPr>
        <w:t xml:space="preserve">PflegeZG der/des </w:t>
      </w:r>
      <w:r w:rsidR="008F384B">
        <w:rPr>
          <w:szCs w:val="24"/>
        </w:rPr>
        <w:t xml:space="preserve">sich in </w:t>
      </w:r>
      <w:r w:rsidR="008F384B" w:rsidRPr="008F384B">
        <w:rPr>
          <w:szCs w:val="24"/>
        </w:rPr>
        <w:t>der letzten Lebensphase befinde</w:t>
      </w:r>
      <w:r w:rsidR="008F384B">
        <w:rPr>
          <w:szCs w:val="24"/>
        </w:rPr>
        <w:t>nden</w:t>
      </w:r>
      <w:r w:rsidR="008F384B" w:rsidRPr="008F384B">
        <w:rPr>
          <w:szCs w:val="24"/>
        </w:rPr>
        <w:t xml:space="preserve"> nahen Angehörigen </w:t>
      </w:r>
      <w:r w:rsidR="008F384B" w:rsidRPr="009E4CD9">
        <w:rPr>
          <w:szCs w:val="24"/>
        </w:rPr>
        <w:t>wurde</w:t>
      </w:r>
      <w:r w:rsidR="008F384B" w:rsidRPr="008F384B">
        <w:rPr>
          <w:szCs w:val="24"/>
        </w:rPr>
        <w:t xml:space="preserve"> durch Vorlage eines ärztlichen Zeugnisses nachgewiesen.</w:t>
      </w:r>
    </w:p>
    <w:p w:rsidR="009A4904" w:rsidRPr="00BC0D8E" w:rsidRDefault="00EA3B5C" w:rsidP="00BC0D8E">
      <w:pPr>
        <w:pStyle w:val="Arbeitsvertragstext"/>
        <w:tabs>
          <w:tab w:val="left" w:pos="567"/>
        </w:tabs>
        <w:ind w:left="567" w:hanging="567"/>
        <w:rPr>
          <w:szCs w:val="24"/>
        </w:rPr>
      </w:pPr>
      <w:r w:rsidRPr="00BC0D8E">
        <w:rPr>
          <w:szCs w:val="24"/>
        </w:rPr>
        <w:t>(3</w:t>
      </w:r>
      <w:r w:rsidR="002F5C58" w:rsidRPr="00BC0D8E">
        <w:rPr>
          <w:szCs w:val="24"/>
        </w:rPr>
        <w:t>)</w:t>
      </w:r>
      <w:r w:rsidR="002458F9" w:rsidRPr="00BC0D8E">
        <w:rPr>
          <w:szCs w:val="24"/>
        </w:rPr>
        <w:tab/>
      </w:r>
      <w:r w:rsidR="00C24C03" w:rsidRPr="00BC0D8E">
        <w:rPr>
          <w:szCs w:val="24"/>
        </w:rPr>
        <w:t>Die</w:t>
      </w:r>
      <w:r w:rsidR="005B3963" w:rsidRPr="00BC0D8E">
        <w:rPr>
          <w:szCs w:val="24"/>
        </w:rPr>
        <w:t xml:space="preserve"> Beschäftigte verpflichtet sich, </w:t>
      </w:r>
      <w:r w:rsidR="009A4904" w:rsidRPr="00BC0D8E">
        <w:rPr>
          <w:szCs w:val="24"/>
        </w:rPr>
        <w:t>de</w:t>
      </w:r>
      <w:r w:rsidR="00DA5769" w:rsidRPr="00BC0D8E">
        <w:rPr>
          <w:szCs w:val="24"/>
        </w:rPr>
        <w:t xml:space="preserve">n </w:t>
      </w:r>
      <w:r w:rsidR="005B3963" w:rsidRPr="00BC0D8E">
        <w:rPr>
          <w:szCs w:val="24"/>
        </w:rPr>
        <w:t xml:space="preserve">Arbeitgeber </w:t>
      </w:r>
      <w:r w:rsidR="00757FC4" w:rsidRPr="00BC0D8E">
        <w:rPr>
          <w:szCs w:val="24"/>
        </w:rPr>
        <w:t xml:space="preserve">unverzüglich </w:t>
      </w:r>
      <w:r w:rsidR="00DA5769" w:rsidRPr="00BC0D8E">
        <w:rPr>
          <w:szCs w:val="24"/>
        </w:rPr>
        <w:t xml:space="preserve">über </w:t>
      </w:r>
      <w:r w:rsidR="00757FC4" w:rsidRPr="00BC0D8E">
        <w:rPr>
          <w:szCs w:val="24"/>
        </w:rPr>
        <w:t xml:space="preserve">geänderte Umstände, die zu einem vorzeitigen Ende der Freistellung führen, </w:t>
      </w:r>
      <w:r w:rsidR="00DA5769" w:rsidRPr="00BC0D8E">
        <w:rPr>
          <w:szCs w:val="24"/>
        </w:rPr>
        <w:t>schriftlic</w:t>
      </w:r>
      <w:r w:rsidR="00757FC4" w:rsidRPr="00BC0D8E">
        <w:rPr>
          <w:szCs w:val="24"/>
        </w:rPr>
        <w:t>h zu unterrichten (</w:t>
      </w:r>
      <w:r w:rsidR="00DA5769" w:rsidRPr="00BC0D8E">
        <w:rPr>
          <w:szCs w:val="24"/>
        </w:rPr>
        <w:t>Wegfall der Pflegebedürftigkeit</w:t>
      </w:r>
      <w:r w:rsidR="00757FC4" w:rsidRPr="00BC0D8E">
        <w:rPr>
          <w:szCs w:val="24"/>
        </w:rPr>
        <w:t>, Unmöglichkeit oder Unzumutba</w:t>
      </w:r>
      <w:r w:rsidR="00757FC4" w:rsidRPr="00BC0D8E">
        <w:rPr>
          <w:szCs w:val="24"/>
        </w:rPr>
        <w:t>r</w:t>
      </w:r>
      <w:r w:rsidR="00757FC4" w:rsidRPr="00BC0D8E">
        <w:rPr>
          <w:szCs w:val="24"/>
        </w:rPr>
        <w:t xml:space="preserve">keit </w:t>
      </w:r>
      <w:r w:rsidR="00DA5769" w:rsidRPr="00BC0D8E">
        <w:rPr>
          <w:szCs w:val="24"/>
        </w:rPr>
        <w:t xml:space="preserve">der </w:t>
      </w:r>
      <w:r w:rsidR="00757FC4" w:rsidRPr="00BC0D8E">
        <w:rPr>
          <w:szCs w:val="24"/>
        </w:rPr>
        <w:t xml:space="preserve">häuslichen </w:t>
      </w:r>
      <w:r w:rsidR="00DA5769" w:rsidRPr="00BC0D8E">
        <w:rPr>
          <w:szCs w:val="24"/>
        </w:rPr>
        <w:t>Pflege, Betreuung oder Begleitung der/des nahen Angehör</w:t>
      </w:r>
      <w:r w:rsidR="00DA5769" w:rsidRPr="00BC0D8E">
        <w:rPr>
          <w:szCs w:val="24"/>
        </w:rPr>
        <w:t>i</w:t>
      </w:r>
      <w:r w:rsidR="00DA5769" w:rsidRPr="00BC0D8E">
        <w:rPr>
          <w:szCs w:val="24"/>
        </w:rPr>
        <w:t>gen).</w:t>
      </w:r>
    </w:p>
    <w:p w:rsidR="0094406E" w:rsidRPr="00681161" w:rsidRDefault="00D73416" w:rsidP="00BC0D8E">
      <w:pPr>
        <w:pStyle w:val="Paragraf"/>
        <w:keepLines/>
      </w:pPr>
      <w:r w:rsidRPr="00681161">
        <w:lastRenderedPageBreak/>
        <w:t>§ 2</w:t>
      </w:r>
    </w:p>
    <w:p w:rsidR="0094406E" w:rsidRDefault="00D73416" w:rsidP="00BC0D8E">
      <w:pPr>
        <w:pStyle w:val="Arbeitsvertragstext"/>
        <w:keepNext/>
        <w:keepLines/>
        <w:spacing w:after="360"/>
      </w:pPr>
      <w:r w:rsidRPr="00681161">
        <w:t xml:space="preserve">Dieser Änderungsvertrag </w:t>
      </w:r>
      <w:r w:rsidR="0014163B" w:rsidRPr="00681161">
        <w:t xml:space="preserve">tritt </w:t>
      </w:r>
      <w:r w:rsidRPr="00681161">
        <w:fldChar w:fldCharType="begin">
          <w:ffData>
            <w:name w:val="Kontrollkästchen19"/>
            <w:enabled/>
            <w:calcOnExit w:val="0"/>
            <w:checkBox>
              <w:sizeAuto/>
              <w:default w:val="0"/>
              <w:checked w:val="0"/>
            </w:checkBox>
          </w:ffData>
        </w:fldChar>
      </w:r>
      <w:bookmarkStart w:id="9" w:name="Kontrollkästchen19"/>
      <w:r w:rsidRPr="00681161">
        <w:instrText xml:space="preserve"> FORMCHECKBOX </w:instrText>
      </w:r>
      <w:r w:rsidR="004500DC">
        <w:fldChar w:fldCharType="separate"/>
      </w:r>
      <w:r w:rsidRPr="00681161">
        <w:fldChar w:fldCharType="end"/>
      </w:r>
      <w:bookmarkEnd w:id="9"/>
      <w:r w:rsidR="0038228A">
        <w:t xml:space="preserve"> am</w:t>
      </w:r>
      <w:r w:rsidRPr="00681161">
        <w:t>/</w:t>
      </w:r>
      <w:r w:rsidRPr="00681161">
        <w:fldChar w:fldCharType="begin">
          <w:ffData>
            <w:name w:val="Kontrollkästchen20"/>
            <w:enabled/>
            <w:calcOnExit w:val="0"/>
            <w:checkBox>
              <w:sizeAuto/>
              <w:default w:val="0"/>
              <w:checked w:val="0"/>
            </w:checkBox>
          </w:ffData>
        </w:fldChar>
      </w:r>
      <w:bookmarkStart w:id="10" w:name="Kontrollkästchen20"/>
      <w:r w:rsidRPr="00681161">
        <w:instrText xml:space="preserve"> FORMCHECKBOX </w:instrText>
      </w:r>
      <w:r w:rsidR="004500DC">
        <w:fldChar w:fldCharType="separate"/>
      </w:r>
      <w:r w:rsidRPr="00681161">
        <w:fldChar w:fldCharType="end"/>
      </w:r>
      <w:bookmarkEnd w:id="10"/>
      <w:r w:rsidR="00F76B64" w:rsidRPr="00681161">
        <w:t xml:space="preserve"> </w:t>
      </w:r>
      <w:r w:rsidRPr="00681161">
        <w:t xml:space="preserve">mit Wirkung vom </w:t>
      </w:r>
      <w:r w:rsidR="0038228A">
        <w:fldChar w:fldCharType="begin">
          <w:ffData>
            <w:name w:val="Text16"/>
            <w:enabled/>
            <w:calcOnExit w:val="0"/>
            <w:textInput/>
          </w:ffData>
        </w:fldChar>
      </w:r>
      <w:bookmarkStart w:id="11" w:name="Text16"/>
      <w:r w:rsidR="0038228A">
        <w:instrText xml:space="preserve"> FORMTEXT </w:instrText>
      </w:r>
      <w:r w:rsidR="0038228A">
        <w:fldChar w:fldCharType="separate"/>
      </w:r>
      <w:r w:rsidR="0038228A">
        <w:rPr>
          <w:noProof/>
        </w:rPr>
        <w:t> </w:t>
      </w:r>
      <w:r w:rsidR="0038228A">
        <w:rPr>
          <w:noProof/>
        </w:rPr>
        <w:t> </w:t>
      </w:r>
      <w:r w:rsidR="0038228A">
        <w:rPr>
          <w:noProof/>
        </w:rPr>
        <w:t> </w:t>
      </w:r>
      <w:r w:rsidR="0038228A">
        <w:rPr>
          <w:noProof/>
        </w:rPr>
        <w:t> </w:t>
      </w:r>
      <w:r w:rsidR="0038228A">
        <w:rPr>
          <w:noProof/>
        </w:rPr>
        <w:t> </w:t>
      </w:r>
      <w:r w:rsidR="0038228A">
        <w:fldChar w:fldCharType="end"/>
      </w:r>
      <w:bookmarkEnd w:id="11"/>
      <w:r w:rsidRPr="00681161">
        <w:t xml:space="preserve"> in Kraft.</w:t>
      </w:r>
    </w:p>
    <w:tbl>
      <w:tblPr>
        <w:tblW w:w="4111" w:type="dxa"/>
        <w:tblInd w:w="108" w:type="dxa"/>
        <w:tblBorders>
          <w:insideH w:val="dashSmallGap" w:sz="4" w:space="0" w:color="auto"/>
          <w:insideV w:val="single" w:sz="4" w:space="0" w:color="auto"/>
        </w:tblBorders>
        <w:tblLook w:val="04A0" w:firstRow="1" w:lastRow="0" w:firstColumn="1" w:lastColumn="0" w:noHBand="0" w:noVBand="1"/>
      </w:tblPr>
      <w:tblGrid>
        <w:gridCol w:w="4111"/>
      </w:tblGrid>
      <w:tr w:rsidR="00833EA1" w:rsidTr="00132F13">
        <w:tc>
          <w:tcPr>
            <w:tcW w:w="4111" w:type="dxa"/>
            <w:tcBorders>
              <w:top w:val="nil"/>
              <w:bottom w:val="dashSmallGap" w:sz="4" w:space="0" w:color="auto"/>
            </w:tcBorders>
            <w:shd w:val="clear" w:color="auto" w:fill="auto"/>
          </w:tcPr>
          <w:p w:rsidR="00833EA1" w:rsidRDefault="00833EA1" w:rsidP="00BC0D8E">
            <w:pPr>
              <w:pStyle w:val="Arbeitsvertragstext"/>
              <w:keepNext/>
              <w:keepLines/>
              <w:ind w:left="284"/>
            </w:pP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3EA1" w:rsidTr="00132F13">
        <w:tc>
          <w:tcPr>
            <w:tcW w:w="4111" w:type="dxa"/>
            <w:tcBorders>
              <w:top w:val="dashSmallGap" w:sz="4" w:space="0" w:color="auto"/>
            </w:tcBorders>
            <w:shd w:val="clear" w:color="auto" w:fill="auto"/>
          </w:tcPr>
          <w:p w:rsidR="00833EA1" w:rsidRDefault="00833EA1" w:rsidP="00BC0D8E">
            <w:pPr>
              <w:pStyle w:val="Arbeitsvertragstext"/>
              <w:keepNext/>
              <w:keepLines/>
              <w:ind w:left="284"/>
            </w:pPr>
            <w:r w:rsidRPr="00BD74CA">
              <w:t>(Ort, Datum)</w:t>
            </w:r>
            <w:r>
              <w:t xml:space="preserve"> </w:t>
            </w:r>
          </w:p>
        </w:tc>
      </w:tr>
    </w:tbl>
    <w:p w:rsidR="00833EA1" w:rsidRPr="00576312" w:rsidRDefault="00833EA1" w:rsidP="00833EA1">
      <w:pPr>
        <w:pStyle w:val="FormatvorlageArbeitsvertragstextVor24PtNach0Pt"/>
        <w:tabs>
          <w:tab w:val="left" w:pos="5103"/>
        </w:tabs>
        <w:spacing w:before="1200"/>
        <w:ind w:left="284"/>
      </w:pPr>
      <w:r w:rsidRPr="00576312">
        <w:t>………………………………….</w:t>
      </w:r>
      <w:r w:rsidRPr="00576312">
        <w:tab/>
        <w:t>………………………………</w:t>
      </w:r>
    </w:p>
    <w:p w:rsidR="0038228A" w:rsidRDefault="00084D61" w:rsidP="00833EA1">
      <w:pPr>
        <w:pStyle w:val="FormatvorlageArbeitsvertragstextVor24PtNach0Pt"/>
        <w:tabs>
          <w:tab w:val="left" w:pos="5103"/>
        </w:tabs>
        <w:spacing w:before="160"/>
        <w:ind w:left="284"/>
      </w:pPr>
      <w:r>
        <w:t>(Arbeitgeber)</w:t>
      </w:r>
      <w:r>
        <w:tab/>
        <w:t>(Beschäftigte</w:t>
      </w:r>
      <w:r w:rsidR="0038228A" w:rsidRPr="0038228A">
        <w:t>)</w:t>
      </w:r>
    </w:p>
    <w:p w:rsidR="00ED1863" w:rsidRPr="00472D72" w:rsidRDefault="0038228A" w:rsidP="00ED1863">
      <w:pPr>
        <w:pStyle w:val="Hinweise"/>
        <w:outlineLvl w:val="0"/>
        <w:rPr>
          <w:b/>
        </w:rPr>
      </w:pPr>
      <w:r>
        <w:br w:type="page"/>
      </w:r>
      <w:r w:rsidR="00ED1863" w:rsidRPr="00472D72">
        <w:rPr>
          <w:b/>
        </w:rPr>
        <w:lastRenderedPageBreak/>
        <w:t>Hinweise zum Änderungsvertrag</w:t>
      </w:r>
    </w:p>
    <w:p w:rsidR="00ED1863" w:rsidRPr="00472D72" w:rsidRDefault="00ED1863" w:rsidP="00ED1863">
      <w:pPr>
        <w:pStyle w:val="Hinweise"/>
        <w:spacing w:before="360"/>
        <w:jc w:val="left"/>
        <w:rPr>
          <w:b/>
        </w:rPr>
      </w:pPr>
      <w:r w:rsidRPr="00472D72">
        <w:rPr>
          <w:b/>
        </w:rPr>
        <w:t>Zu den Auswirkungen einer Vertragsänderung (§ 1)</w:t>
      </w:r>
    </w:p>
    <w:p w:rsidR="00ED1863" w:rsidRPr="00472D72" w:rsidRDefault="00D14404" w:rsidP="00130C7E">
      <w:pPr>
        <w:pStyle w:val="Hinweise"/>
        <w:spacing w:before="240"/>
        <w:jc w:val="left"/>
      </w:pPr>
      <w:r>
        <w:t>Der Arbeitgeber hat der</w:t>
      </w:r>
      <w:r w:rsidR="00ED1863" w:rsidRPr="00472D72">
        <w:t xml:space="preserve"> Beschäftigten nahe gelegt, sich vor Vertragsabschluss w</w:t>
      </w:r>
      <w:r w:rsidR="00ED1863" w:rsidRPr="00472D72">
        <w:t>e</w:t>
      </w:r>
      <w:r w:rsidR="00ED1863" w:rsidRPr="00472D72">
        <w:t>gen der sozialversicherungs- und steuerrechtlichen Auswirkungen sowie wegen der Auswirkungen in der betrieblichen Altersversorgung mit den jeweils zuständigen Ste</w:t>
      </w:r>
      <w:r w:rsidR="00ED1863" w:rsidRPr="00472D72">
        <w:t>l</w:t>
      </w:r>
      <w:r w:rsidR="00ED1863" w:rsidRPr="00472D72">
        <w:t>len in Verbindung</w:t>
      </w:r>
      <w:r w:rsidR="00661E3E">
        <w:t xml:space="preserve"> zu setzen.</w:t>
      </w:r>
    </w:p>
    <w:p w:rsidR="00ED1863" w:rsidRPr="00472D72" w:rsidRDefault="00ED1863" w:rsidP="00ED1863">
      <w:pPr>
        <w:pStyle w:val="Hinweise"/>
        <w:tabs>
          <w:tab w:val="left" w:pos="3544"/>
        </w:tabs>
        <w:jc w:val="left"/>
      </w:pPr>
      <w:r>
        <w:t>Sozialversicherung:</w:t>
      </w:r>
      <w:r>
        <w:tab/>
      </w:r>
      <w:r w:rsidRPr="00472D72">
        <w:t>Rentenver</w:t>
      </w:r>
      <w:r w:rsidR="00661E3E">
        <w:t>sicherungsträger, Krankenkassen</w:t>
      </w:r>
    </w:p>
    <w:p w:rsidR="00ED1863" w:rsidRPr="00472D72" w:rsidRDefault="00782EE1" w:rsidP="00ED1863">
      <w:pPr>
        <w:pStyle w:val="Hinweise"/>
        <w:tabs>
          <w:tab w:val="left" w:pos="3544"/>
        </w:tabs>
        <w:jc w:val="left"/>
      </w:pPr>
      <w:r>
        <w:t xml:space="preserve">Steuer: </w:t>
      </w:r>
      <w:r>
        <w:tab/>
      </w:r>
      <w:r w:rsidR="00661E3E">
        <w:t>Finanzämter</w:t>
      </w:r>
    </w:p>
    <w:p w:rsidR="00ED1863" w:rsidRDefault="00ED1863" w:rsidP="00ED1863">
      <w:pPr>
        <w:pStyle w:val="Hinweise"/>
        <w:tabs>
          <w:tab w:val="left" w:pos="3544"/>
        </w:tabs>
        <w:ind w:left="3544" w:hanging="3544"/>
        <w:jc w:val="left"/>
      </w:pPr>
      <w:r w:rsidRPr="00472D72">
        <w:t xml:space="preserve">Betriebliche Altersversorgung: </w:t>
      </w:r>
      <w:r w:rsidRPr="00472D72">
        <w:tab/>
        <w:t>Versorgungsanstalt des Bundes und der Länder (VBL) oder sonstige zuständi</w:t>
      </w:r>
      <w:r w:rsidR="00661E3E">
        <w:t>ge Zusatzverso</w:t>
      </w:r>
      <w:r w:rsidR="00661E3E">
        <w:t>r</w:t>
      </w:r>
      <w:r w:rsidR="00661E3E">
        <w:t>gungseinrichtung</w:t>
      </w:r>
    </w:p>
    <w:p w:rsidR="00641BDF" w:rsidRPr="00472D72" w:rsidRDefault="00641BDF" w:rsidP="00661E3E">
      <w:r>
        <w:t>Auf die Möglichkeit, beim Bundesamt für Familie und zivilgesellschaftlichen Aufgaben (BAFzA), Referat 407, 50964 Köln eine finanzielle Fö</w:t>
      </w:r>
      <w:r w:rsidR="004739B2">
        <w:t xml:space="preserve">rderung in Form eines zinslosen </w:t>
      </w:r>
      <w:r>
        <w:t>Darlehens zu beantragen, wurde hingewiesen.</w:t>
      </w:r>
    </w:p>
    <w:p w:rsidR="00ED1863" w:rsidRPr="00472D72" w:rsidRDefault="00ED1863" w:rsidP="00ED1863">
      <w:pPr>
        <w:pStyle w:val="Hinweise"/>
        <w:spacing w:before="360"/>
        <w:jc w:val="left"/>
        <w:rPr>
          <w:b/>
        </w:rPr>
      </w:pPr>
      <w:r w:rsidRPr="00472D72">
        <w:rPr>
          <w:b/>
        </w:rPr>
        <w:t>Zur Befristungsabrede (§ 1 Abs. 1)</w:t>
      </w:r>
    </w:p>
    <w:p w:rsidR="00ED1863" w:rsidRPr="00472D72" w:rsidRDefault="00A27650" w:rsidP="00ED1863">
      <w:pPr>
        <w:pStyle w:val="Hinweise"/>
        <w:jc w:val="left"/>
      </w:pPr>
      <w:r>
        <w:t>Durch den</w:t>
      </w:r>
      <w:r w:rsidR="00ED1863" w:rsidRPr="00472D72">
        <w:t xml:space="preserve"> Abschluss des vorliegenden Änderungsvertrags </w:t>
      </w:r>
      <w:r>
        <w:t xml:space="preserve">wird </w:t>
      </w:r>
      <w:r w:rsidR="00ED1863" w:rsidRPr="00472D72">
        <w:t>ei</w:t>
      </w:r>
      <w:r>
        <w:t>ne</w:t>
      </w:r>
      <w:r w:rsidR="00ED1863" w:rsidRPr="00472D72">
        <w:t xml:space="preserve"> </w:t>
      </w:r>
      <w:r>
        <w:t>teilweise Fre</w:t>
      </w:r>
      <w:r>
        <w:t>i</w:t>
      </w:r>
      <w:r>
        <w:t>stellung</w:t>
      </w:r>
      <w:r w:rsidR="00ED1863" w:rsidRPr="00472D72">
        <w:t xml:space="preserve"> nach dem </w:t>
      </w:r>
      <w:r w:rsidR="00375073">
        <w:t xml:space="preserve">Pflegezeitgesetz oder </w:t>
      </w:r>
      <w:r w:rsidR="00ED1863" w:rsidRPr="00472D72">
        <w:t xml:space="preserve">Familienpflegezeitgesetz </w:t>
      </w:r>
      <w:r w:rsidR="009468E3">
        <w:t>vereinbart und</w:t>
      </w:r>
      <w:r w:rsidR="00ED1863" w:rsidRPr="00472D72">
        <w:t xml:space="preserve"> das bestehende Arbeitsverhältnis als Teilzeitarbeitsverhältnis fortge</w:t>
      </w:r>
      <w:r w:rsidR="009468E3">
        <w:t>führt. Zugleich wird</w:t>
      </w:r>
      <w:r w:rsidR="00ED1863" w:rsidRPr="00472D72">
        <w:t xml:space="preserve"> eine Befristungsabrede ge</w:t>
      </w:r>
      <w:r w:rsidR="00D90142">
        <w:t>troffen, d.h. das Teilzeitarbeitsverhältnis endet zu dem unter § 1 genannten Termin.</w:t>
      </w:r>
    </w:p>
    <w:p w:rsidR="00C634A3" w:rsidRDefault="00D90142" w:rsidP="00130C7E">
      <w:pPr>
        <w:pStyle w:val="Hinweise"/>
        <w:spacing w:before="240" w:after="240"/>
        <w:jc w:val="left"/>
      </w:pPr>
      <w:r>
        <w:t>Dabei ist zu beachten, dass i</w:t>
      </w:r>
      <w:r w:rsidR="00D30987">
        <w:t xml:space="preserve">m Falle der Vereinbarung einer teilweisen Freistellung nach § 3 Abs. 1 PflegeZG oder § 3 Abs. </w:t>
      </w:r>
      <w:r>
        <w:t xml:space="preserve">5 PflegeZG </w:t>
      </w:r>
      <w:r w:rsidR="00D30987">
        <w:t xml:space="preserve">die Höchstdauer </w:t>
      </w:r>
      <w:r>
        <w:t>des Teilzeita</w:t>
      </w:r>
      <w:r>
        <w:t>r</w:t>
      </w:r>
      <w:r>
        <w:t xml:space="preserve">beitsverhältnisses </w:t>
      </w:r>
      <w:r w:rsidR="00D30987">
        <w:t>6 Monate</w:t>
      </w:r>
      <w:r>
        <w:t xml:space="preserve"> beträgt.</w:t>
      </w:r>
      <w:r w:rsidR="00D30987">
        <w:t xml:space="preserve"> </w:t>
      </w:r>
      <w:r>
        <w:t>B</w:t>
      </w:r>
      <w:r w:rsidR="00C634A3">
        <w:t>ei einer teilweisen Freistellung nach § 3 Abs. 6 PflegeZG be</w:t>
      </w:r>
      <w:r>
        <w:t>läuft sich die Höchstdauer des Teilzeitarbeitsverhältnisses</w:t>
      </w:r>
      <w:r w:rsidR="00C634A3">
        <w:t xml:space="preserve"> auf 3 Monate. </w:t>
      </w:r>
    </w:p>
    <w:p w:rsidR="00C634A3" w:rsidRDefault="00D90142" w:rsidP="00ED1863">
      <w:pPr>
        <w:pStyle w:val="Hinweise"/>
        <w:spacing w:before="240" w:after="240"/>
        <w:jc w:val="left"/>
      </w:pPr>
      <w:r>
        <w:t xml:space="preserve">Wird eine teilweise Freistellung nach </w:t>
      </w:r>
      <w:r w:rsidR="005E0CD3">
        <w:t>§ 2 Abs. 1 FPfZG oder § 2 Abs. 5</w:t>
      </w:r>
      <w:r>
        <w:t xml:space="preserve"> FPfZG ve</w:t>
      </w:r>
      <w:r>
        <w:t>r</w:t>
      </w:r>
      <w:r>
        <w:t>einbart, so beträgt die Höchstdauer des Teilzeitarbeitsverhältnisses 24 Monate.</w:t>
      </w:r>
    </w:p>
    <w:p w:rsidR="00D90142" w:rsidRDefault="009D5EE3" w:rsidP="00ED1863">
      <w:pPr>
        <w:pStyle w:val="Hinweise"/>
        <w:spacing w:before="240" w:after="240"/>
        <w:jc w:val="left"/>
      </w:pPr>
      <w:r>
        <w:t>Bei einem Übergang von einer teilweisen Freistellung nach § 3 PflegeZG zu einer Freistellung nach § 2 FPfZG und umgekehrt müssen sich die teilweisen Freistellu</w:t>
      </w:r>
      <w:r>
        <w:t>n</w:t>
      </w:r>
      <w:r>
        <w:t>gen unmittelbar aneinander anschließen. Dies gilt nicht für die Freistellung zur B</w:t>
      </w:r>
      <w:r>
        <w:t>e</w:t>
      </w:r>
      <w:r>
        <w:t>gleitung naher Angehöriger in der letzten Lebensphase nach § 3 Abs. 6 PflegeZG. Bei der Kombination verschiedener Freistellungen ist immer die maximale Gesam</w:t>
      </w:r>
      <w:r>
        <w:t>t</w:t>
      </w:r>
      <w:r>
        <w:t>dauer von 24 Monaten für die Summe aller Freistellungen nach dem Pfl</w:t>
      </w:r>
      <w:r w:rsidR="0013554E">
        <w:t>egeZG und FPfZG zu beachten (§ 4 Abs. 1 Satz 4</w:t>
      </w:r>
      <w:r w:rsidR="00C45422">
        <w:t xml:space="preserve"> PflegeZG</w:t>
      </w:r>
      <w:r w:rsidR="0013554E">
        <w:t>).</w:t>
      </w:r>
    </w:p>
    <w:p w:rsidR="00ED1863" w:rsidRPr="00472D72" w:rsidRDefault="00ED1863" w:rsidP="00ED1863">
      <w:pPr>
        <w:pStyle w:val="Hinweise"/>
        <w:spacing w:before="360"/>
        <w:jc w:val="left"/>
        <w:rPr>
          <w:b/>
        </w:rPr>
      </w:pPr>
      <w:r w:rsidRPr="00472D72">
        <w:rPr>
          <w:b/>
        </w:rPr>
        <w:t>Zum Angehörigenstatus (§ 1 Abs. 1 Buchst. d)</w:t>
      </w:r>
    </w:p>
    <w:p w:rsidR="00420BEC" w:rsidRDefault="00FC364E" w:rsidP="00ED1863">
      <w:pPr>
        <w:pStyle w:val="Hinweise"/>
        <w:jc w:val="left"/>
      </w:pPr>
      <w:r>
        <w:t>Eine teilweise Freistellung nach dem Pflege- oder Familienpflegezeitgesetz</w:t>
      </w:r>
      <w:r w:rsidR="00ED1863" w:rsidRPr="00472D72">
        <w:t xml:space="preserve"> kann für folgend</w:t>
      </w:r>
      <w:r w:rsidR="00ED1863">
        <w:t>e Angehörige beantragt werden</w:t>
      </w:r>
      <w:r w:rsidR="00420BEC">
        <w:t xml:space="preserve"> </w:t>
      </w:r>
      <w:r w:rsidR="00D41DBC">
        <w:t>(§ 7 Abs. 3 PflegeZG und § 2 Abs. 3 FPfZG i. V. m § 7 Abs. 3 PflegeZG</w:t>
      </w:r>
      <w:r w:rsidR="00420BEC" w:rsidRPr="00472D72">
        <w:t>)</w:t>
      </w:r>
      <w:r w:rsidR="00ED1863">
        <w:t xml:space="preserve">: </w:t>
      </w:r>
    </w:p>
    <w:p w:rsidR="00420BEC" w:rsidRDefault="00ED1863" w:rsidP="00420BEC">
      <w:pPr>
        <w:pStyle w:val="Hinweise"/>
        <w:numPr>
          <w:ilvl w:val="0"/>
          <w:numId w:val="8"/>
        </w:numPr>
        <w:jc w:val="left"/>
      </w:pPr>
      <w:r w:rsidRPr="00472D72">
        <w:t xml:space="preserve">Großeltern, Eltern, Schwiegereltern, </w:t>
      </w:r>
      <w:r w:rsidR="00FC364E">
        <w:t xml:space="preserve">Stiefeltern, </w:t>
      </w:r>
    </w:p>
    <w:p w:rsidR="00420BEC" w:rsidRDefault="00ED1863" w:rsidP="00420BEC">
      <w:pPr>
        <w:pStyle w:val="Hinweise"/>
        <w:numPr>
          <w:ilvl w:val="0"/>
          <w:numId w:val="8"/>
        </w:numPr>
        <w:jc w:val="left"/>
      </w:pPr>
      <w:r w:rsidRPr="00472D72">
        <w:lastRenderedPageBreak/>
        <w:t>Ehegatten, Lebenspartner, Partner einer eheähnlichen</w:t>
      </w:r>
      <w:r w:rsidR="00FC364E">
        <w:t xml:space="preserve"> oder lebenspartnerähnl</w:t>
      </w:r>
      <w:r w:rsidR="00FC364E">
        <w:t>i</w:t>
      </w:r>
      <w:r w:rsidR="00FC364E">
        <w:t>chen</w:t>
      </w:r>
      <w:r w:rsidRPr="00472D72">
        <w:t xml:space="preserve"> Gemeinschaft, Geschwister, </w:t>
      </w:r>
      <w:r w:rsidR="00420BEC">
        <w:t>Ehegatten der Geschwister und Geschwister der Ehegatten, Lebenspartner der Geschwister und Geschwister der Leben</w:t>
      </w:r>
      <w:r w:rsidR="00420BEC">
        <w:t>s</w:t>
      </w:r>
      <w:r w:rsidR="00420BEC">
        <w:t>partner</w:t>
      </w:r>
      <w:r w:rsidR="00FC364E">
        <w:t xml:space="preserve">, </w:t>
      </w:r>
    </w:p>
    <w:p w:rsidR="00ED1863" w:rsidRPr="00472D72" w:rsidRDefault="00ED1863" w:rsidP="00420BEC">
      <w:pPr>
        <w:pStyle w:val="Hinweise"/>
        <w:numPr>
          <w:ilvl w:val="0"/>
          <w:numId w:val="8"/>
        </w:numPr>
        <w:jc w:val="left"/>
      </w:pPr>
      <w:r w:rsidRPr="00472D72">
        <w:t xml:space="preserve">Kinder, Adoptiv- oder Pflegekinder, </w:t>
      </w:r>
      <w:r w:rsidR="00FC364E">
        <w:t xml:space="preserve">die </w:t>
      </w:r>
      <w:r w:rsidRPr="00472D72">
        <w:t>Kinder, Adoptiv- oder Pflegekinder des Ehegatten oder Lebenspartners, Schwiegerkinder und Enkelkinder.</w:t>
      </w:r>
    </w:p>
    <w:p w:rsidR="00A4010D" w:rsidRPr="00472D72" w:rsidRDefault="00A4010D" w:rsidP="00A4010D">
      <w:pPr>
        <w:pStyle w:val="Hinweise"/>
        <w:spacing w:before="360"/>
        <w:jc w:val="left"/>
        <w:rPr>
          <w:b/>
        </w:rPr>
      </w:pPr>
      <w:r w:rsidRPr="00472D72">
        <w:rPr>
          <w:b/>
        </w:rPr>
        <w:t>Vereinbarung zu</w:t>
      </w:r>
      <w:r>
        <w:rPr>
          <w:b/>
        </w:rPr>
        <w:t>r wöchentlichen Arbeitszeit (§ 1 Abs. 1</w:t>
      </w:r>
      <w:r w:rsidRPr="00472D72">
        <w:rPr>
          <w:b/>
        </w:rPr>
        <w:t>)</w:t>
      </w:r>
    </w:p>
    <w:p w:rsidR="00A4010D" w:rsidRPr="00472D72" w:rsidRDefault="00661E3E" w:rsidP="00A4010D">
      <w:pPr>
        <w:pStyle w:val="Hinweise"/>
        <w:spacing w:after="240"/>
        <w:jc w:val="left"/>
      </w:pPr>
      <w:r>
        <w:t>Für den Umfang der</w:t>
      </w:r>
      <w:r w:rsidR="00D4092F">
        <w:t xml:space="preserve"> verringerte</w:t>
      </w:r>
      <w:r>
        <w:t>n</w:t>
      </w:r>
      <w:r w:rsidR="00D4092F">
        <w:t xml:space="preserve"> </w:t>
      </w:r>
      <w:r w:rsidR="00A4010D" w:rsidRPr="00472D72">
        <w:t xml:space="preserve">Arbeitszeit </w:t>
      </w:r>
      <w:r w:rsidR="00AC0EA7">
        <w:t>gibt es im Falle einer teilweisen Freiste</w:t>
      </w:r>
      <w:r w:rsidR="00AC0EA7">
        <w:t>l</w:t>
      </w:r>
      <w:r w:rsidR="00AC0EA7">
        <w:t xml:space="preserve">lung nach dem Pflegezeitgesetz keine Vorgaben. Anders ist es bei einer teilweisen Freistellung nach dem Familienpflegezeitgesetz. Hier </w:t>
      </w:r>
      <w:r w:rsidR="00A4010D" w:rsidRPr="00472D72">
        <w:t xml:space="preserve">muss </w:t>
      </w:r>
      <w:r w:rsidR="00AC0EA7">
        <w:t xml:space="preserve">die Arbeitszeit </w:t>
      </w:r>
      <w:r w:rsidR="00A4010D" w:rsidRPr="00472D72">
        <w:t>minde</w:t>
      </w:r>
      <w:r w:rsidR="00A4010D" w:rsidRPr="00472D72">
        <w:t>s</w:t>
      </w:r>
      <w:r w:rsidR="00A4010D" w:rsidRPr="00472D72">
        <w:t>tens 15 Wochenstunden betra</w:t>
      </w:r>
      <w:r w:rsidR="00AC0EA7">
        <w:t>gen, b</w:t>
      </w:r>
      <w:r w:rsidR="00A4010D" w:rsidRPr="00472D72">
        <w:t>ei unterschiedlichen wöchentlichen Arbeitszeiten oder einer unterschiedlichen Verteilung der wöchentlichen Arbeitszeit darf die rege</w:t>
      </w:r>
      <w:r w:rsidR="00A4010D" w:rsidRPr="00472D72">
        <w:t>l</w:t>
      </w:r>
      <w:r w:rsidR="00A4010D" w:rsidRPr="00472D72">
        <w:t xml:space="preserve">mäßige wöchentliche Arbeitszeit im Durchschnitt eines Zeitraums von bis zu einem Jahr 15 Stunden nicht unterschreiten. Die Ausgestaltung der individuellen </w:t>
      </w:r>
      <w:r w:rsidR="005E0CD3">
        <w:t xml:space="preserve">Verteilung der </w:t>
      </w:r>
      <w:r w:rsidR="00A4010D" w:rsidRPr="00472D72">
        <w:t>Arbeits</w:t>
      </w:r>
      <w:r w:rsidR="00D14404">
        <w:t>zeit</w:t>
      </w:r>
      <w:r w:rsidR="00627A17">
        <w:t xml:space="preserve"> ist</w:t>
      </w:r>
      <w:r w:rsidR="00D14404">
        <w:t xml:space="preserve"> zwischen der</w:t>
      </w:r>
      <w:r w:rsidR="00A4010D" w:rsidRPr="00472D72">
        <w:t xml:space="preserve"> Beschäftigten und der Dienststelle </w:t>
      </w:r>
      <w:r w:rsidR="00627A17" w:rsidRPr="00472D72">
        <w:t xml:space="preserve">im gegenseitigen Einvernehmen </w:t>
      </w:r>
      <w:r w:rsidR="005E0CD3">
        <w:t xml:space="preserve">in einer separaten Vereinbarung </w:t>
      </w:r>
      <w:r w:rsidR="00A4010D" w:rsidRPr="00472D72">
        <w:t>festzulegen.</w:t>
      </w:r>
    </w:p>
    <w:p w:rsidR="00ED1863" w:rsidRPr="00472D72" w:rsidRDefault="00661E3E" w:rsidP="00ED1863">
      <w:pPr>
        <w:pStyle w:val="Hinweise"/>
        <w:spacing w:before="360"/>
        <w:jc w:val="left"/>
        <w:rPr>
          <w:b/>
        </w:rPr>
      </w:pPr>
      <w:r>
        <w:rPr>
          <w:b/>
        </w:rPr>
        <w:t>Nachweis der Pflegebedürftigkeit oder der Erkrankung im Sinne des § 3 Abs. 6 Satz 1 PflegeZG</w:t>
      </w:r>
      <w:r w:rsidR="00AB6A71">
        <w:rPr>
          <w:b/>
        </w:rPr>
        <w:t xml:space="preserve"> </w:t>
      </w:r>
      <w:r w:rsidR="00ED1863" w:rsidRPr="00472D72">
        <w:rPr>
          <w:b/>
        </w:rPr>
        <w:t>(§ 1 Abs. 2)</w:t>
      </w:r>
    </w:p>
    <w:p w:rsidR="005F2A21" w:rsidRDefault="005F2A21" w:rsidP="00ED1863">
      <w:pPr>
        <w:pStyle w:val="Hinweise"/>
        <w:jc w:val="left"/>
      </w:pPr>
      <w:r>
        <w:t>Pflegebedürftig sind Personen, die die Voraussetzungen nach §§ 14 und 15 des SGB XI erfüllen. Dies ist bei gesetzlich versicherten nahen Angehörigen durch eine Bescheinigung der Pflegekasse oder des Medizinischen Dienstes der Krankenkasse nachzuweisen; bei privat versicherten nahen Angehörigen muss eine entsprechende Bescheinigung der privaten Pflege-Pflichtversicherung vorgelegt werden (§ 3 Abs. 2 PflegeZG, § 2a Abs. 4 F</w:t>
      </w:r>
      <w:r w:rsidR="00AB6A71">
        <w:t>P</w:t>
      </w:r>
      <w:r>
        <w:t>fZG).</w:t>
      </w:r>
    </w:p>
    <w:p w:rsidR="00ED1863" w:rsidRDefault="00DB6ACF" w:rsidP="00ED1863">
      <w:pPr>
        <w:pStyle w:val="Hinweise"/>
        <w:jc w:val="left"/>
      </w:pPr>
      <w:r>
        <w:t>Die Erkrankung im Sinne von § 3 Abs. 6 Satz 1 PflegeZG</w:t>
      </w:r>
      <w:r w:rsidR="00C13975">
        <w:t xml:space="preserve"> </w:t>
      </w:r>
      <w:r>
        <w:t xml:space="preserve">der/des sich in der letzten Lebensphase befindenden nahen Angehörigen </w:t>
      </w:r>
      <w:r w:rsidR="00C13975">
        <w:t>ist durch ein ärztliches Attest nac</w:t>
      </w:r>
      <w:r w:rsidR="00C13975">
        <w:t>h</w:t>
      </w:r>
      <w:r w:rsidR="00C13975">
        <w:t>zuweisen (§ 3 Abs. 6 Satz 2</w:t>
      </w:r>
      <w:r>
        <w:t xml:space="preserve"> PflegeZG</w:t>
      </w:r>
      <w:r w:rsidR="00C13975">
        <w:t>).</w:t>
      </w:r>
    </w:p>
    <w:p w:rsidR="00ED1863" w:rsidRPr="00472D72" w:rsidRDefault="00ED1863" w:rsidP="00ED1863">
      <w:pPr>
        <w:pStyle w:val="Hinweise"/>
        <w:spacing w:before="360"/>
        <w:jc w:val="left"/>
        <w:rPr>
          <w:b/>
        </w:rPr>
      </w:pPr>
      <w:r w:rsidRPr="00472D72">
        <w:rPr>
          <w:b/>
        </w:rPr>
        <w:t>Vorzeitige B</w:t>
      </w:r>
      <w:r w:rsidR="00832204">
        <w:rPr>
          <w:b/>
        </w:rPr>
        <w:t>eendigu</w:t>
      </w:r>
      <w:r w:rsidR="00D3585D">
        <w:rPr>
          <w:b/>
        </w:rPr>
        <w:t>ng der teilweisen Freistellung</w:t>
      </w:r>
      <w:r w:rsidRPr="00472D72">
        <w:rPr>
          <w:b/>
        </w:rPr>
        <w:t xml:space="preserve"> (§ 1 Abs. 3)</w:t>
      </w:r>
    </w:p>
    <w:p w:rsidR="00D3585D" w:rsidRPr="00472D72" w:rsidRDefault="00ED1863" w:rsidP="00ED1863">
      <w:pPr>
        <w:pStyle w:val="Hinweise"/>
        <w:jc w:val="left"/>
      </w:pPr>
      <w:r w:rsidRPr="00472D72">
        <w:t>Bei v</w:t>
      </w:r>
      <w:r w:rsidR="00832204">
        <w:t>orzeitiger Beendigu</w:t>
      </w:r>
      <w:r w:rsidR="00D3585D">
        <w:t>ng der teilweisen Freistellung</w:t>
      </w:r>
      <w:r w:rsidRPr="00472D72">
        <w:t>, z.</w:t>
      </w:r>
      <w:r>
        <w:t xml:space="preserve"> </w:t>
      </w:r>
      <w:r w:rsidR="00832204">
        <w:t xml:space="preserve">B. durch </w:t>
      </w:r>
      <w:r w:rsidRPr="00472D72">
        <w:t xml:space="preserve">den Wegfall der Pflegebedürftigkeit </w:t>
      </w:r>
      <w:r w:rsidR="00832204">
        <w:t xml:space="preserve">oder den Tod </w:t>
      </w:r>
      <w:r w:rsidRPr="00472D72">
        <w:t>der pfle</w:t>
      </w:r>
      <w:r w:rsidR="00832204">
        <w:t>gebedürftigen Person</w:t>
      </w:r>
      <w:r w:rsidR="00D3585D">
        <w:t>,</w:t>
      </w:r>
      <w:r w:rsidR="00832204">
        <w:t xml:space="preserve"> endet die teilweise Freistellung</w:t>
      </w:r>
      <w:r w:rsidR="00D3585D">
        <w:t xml:space="preserve"> vier Wochen nach Eintritt der veränderten Umstände </w:t>
      </w:r>
      <w:r w:rsidR="00D4092F">
        <w:t>(§ 4 Abs. 2</w:t>
      </w:r>
      <w:r w:rsidR="009C728A">
        <w:t xml:space="preserve"> Satz 1</w:t>
      </w:r>
      <w:r w:rsidR="00DD208A">
        <w:t xml:space="preserve"> </w:t>
      </w:r>
      <w:r w:rsidR="00D4092F">
        <w:t>ggf. i.</w:t>
      </w:r>
      <w:r w:rsidR="00D93468">
        <w:t xml:space="preserve"> </w:t>
      </w:r>
      <w:r w:rsidR="00D4092F">
        <w:t>V.</w:t>
      </w:r>
      <w:r w:rsidR="00D93468">
        <w:t xml:space="preserve"> </w:t>
      </w:r>
      <w:r w:rsidR="00D4092F">
        <w:t>m. Abs. 3 Satz 1 und 3 Pf</w:t>
      </w:r>
      <w:r w:rsidR="009C728A">
        <w:t>legeZG sowie § 2a Abs. 5 Satz 1</w:t>
      </w:r>
      <w:r w:rsidR="00DD208A">
        <w:t xml:space="preserve"> </w:t>
      </w:r>
      <w:r w:rsidR="00D4092F">
        <w:t>ggf. i.</w:t>
      </w:r>
      <w:r w:rsidR="00D93468">
        <w:t xml:space="preserve"> </w:t>
      </w:r>
      <w:r w:rsidR="00D4092F">
        <w:t>V.</w:t>
      </w:r>
      <w:r w:rsidR="00D93468">
        <w:t xml:space="preserve"> </w:t>
      </w:r>
      <w:r w:rsidR="009F5FF3">
        <w:t>m. Abs. </w:t>
      </w:r>
      <w:r w:rsidR="00D4092F">
        <w:t>6 FPfZG)</w:t>
      </w:r>
      <w:r w:rsidR="00D14404">
        <w:t>. Daher ist die</w:t>
      </w:r>
      <w:r w:rsidRPr="00472D72">
        <w:t xml:space="preserve"> Beschäftigte verpflichtet, </w:t>
      </w:r>
      <w:r w:rsidR="00D3585D">
        <w:t xml:space="preserve">den Arbeitgeber </w:t>
      </w:r>
      <w:r w:rsidR="00A8110B">
        <w:t xml:space="preserve">unverzüglich </w:t>
      </w:r>
      <w:r w:rsidR="00D3585D">
        <w:t xml:space="preserve">über </w:t>
      </w:r>
      <w:r w:rsidR="00A8110B">
        <w:t xml:space="preserve">geänderte Umstände, die zu einem vorzeitigen Ende der Freistellung führen, </w:t>
      </w:r>
      <w:r w:rsidR="002E6C81">
        <w:t xml:space="preserve">schriftlich </w:t>
      </w:r>
      <w:r w:rsidR="00A8110B">
        <w:t>zu unterrichten.</w:t>
      </w:r>
    </w:p>
    <w:p w:rsidR="00641BDF" w:rsidRPr="00641BDF" w:rsidRDefault="00641BDF" w:rsidP="00641BDF"/>
    <w:sectPr w:rsidR="00641BDF" w:rsidRPr="00641BDF" w:rsidSect="00043EAC">
      <w:headerReference w:type="default" r:id="rId9"/>
      <w:pgSz w:w="11907" w:h="16840"/>
      <w:pgMar w:top="1418" w:right="1418"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057" w:rsidRDefault="009C5057">
      <w:r>
        <w:separator/>
      </w:r>
    </w:p>
  </w:endnote>
  <w:endnote w:type="continuationSeparator" w:id="0">
    <w:p w:rsidR="009C5057" w:rsidRDefault="009C5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057" w:rsidRDefault="009C5057">
      <w:r>
        <w:separator/>
      </w:r>
    </w:p>
  </w:footnote>
  <w:footnote w:type="continuationSeparator" w:id="0">
    <w:p w:rsidR="009C5057" w:rsidRDefault="009C5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C6" w:rsidRDefault="00173DDF">
    <w:pPr>
      <w:pStyle w:val="Kopfzeile"/>
      <w:framePr w:wrap="auto" w:vAnchor="text" w:hAnchor="margin" w:xAlign="center" w:y="1"/>
      <w:rPr>
        <w:rStyle w:val="Seitenzahl"/>
      </w:rPr>
    </w:pPr>
    <w:r>
      <w:rPr>
        <w:rStyle w:val="Seitenzahl"/>
      </w:rPr>
      <w:t xml:space="preserve"> - </w:t>
    </w:r>
    <w:r w:rsidR="00ED49C6">
      <w:rPr>
        <w:rStyle w:val="Seitenzahl"/>
      </w:rPr>
      <w:fldChar w:fldCharType="begin"/>
    </w:r>
    <w:r w:rsidR="00ED49C6">
      <w:rPr>
        <w:rStyle w:val="Seitenzahl"/>
      </w:rPr>
      <w:instrText xml:space="preserve">PAGE  </w:instrText>
    </w:r>
    <w:r w:rsidR="00ED49C6">
      <w:rPr>
        <w:rStyle w:val="Seitenzahl"/>
      </w:rPr>
      <w:fldChar w:fldCharType="separate"/>
    </w:r>
    <w:r w:rsidR="004500DC">
      <w:rPr>
        <w:rStyle w:val="Seitenzahl"/>
        <w:noProof/>
      </w:rPr>
      <w:t>3</w:t>
    </w:r>
    <w:r w:rsidR="00ED49C6">
      <w:rPr>
        <w:rStyle w:val="Seitenzahl"/>
      </w:rPr>
      <w:fldChar w:fldCharType="end"/>
    </w:r>
    <w:r>
      <w:rPr>
        <w:rStyle w:val="Seitenzahl"/>
      </w:rPr>
      <w:t xml:space="preserve"> -</w:t>
    </w:r>
  </w:p>
  <w:p w:rsidR="00ED49C6" w:rsidRDefault="00ED49C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91FC0"/>
    <w:multiLevelType w:val="hybridMultilevel"/>
    <w:tmpl w:val="E08E5F5A"/>
    <w:lvl w:ilvl="0" w:tplc="961054D4">
      <w:start w:val="1"/>
      <w:numFmt w:val="decimal"/>
      <w:lvlText w:val="(%1)"/>
      <w:lvlJc w:val="left"/>
      <w:pPr>
        <w:ind w:left="2487" w:hanging="360"/>
      </w:pPr>
      <w:rPr>
        <w:rFonts w:hint="default"/>
      </w:rPr>
    </w:lvl>
    <w:lvl w:ilvl="1" w:tplc="04070019" w:tentative="1">
      <w:start w:val="1"/>
      <w:numFmt w:val="lowerLetter"/>
      <w:lvlText w:val="%2."/>
      <w:lvlJc w:val="left"/>
      <w:pPr>
        <w:ind w:left="3207" w:hanging="360"/>
      </w:pPr>
    </w:lvl>
    <w:lvl w:ilvl="2" w:tplc="0407001B" w:tentative="1">
      <w:start w:val="1"/>
      <w:numFmt w:val="lowerRoman"/>
      <w:lvlText w:val="%3."/>
      <w:lvlJc w:val="right"/>
      <w:pPr>
        <w:ind w:left="3927" w:hanging="180"/>
      </w:pPr>
    </w:lvl>
    <w:lvl w:ilvl="3" w:tplc="0407000F" w:tentative="1">
      <w:start w:val="1"/>
      <w:numFmt w:val="decimal"/>
      <w:lvlText w:val="%4."/>
      <w:lvlJc w:val="left"/>
      <w:pPr>
        <w:ind w:left="4647" w:hanging="360"/>
      </w:pPr>
    </w:lvl>
    <w:lvl w:ilvl="4" w:tplc="04070019" w:tentative="1">
      <w:start w:val="1"/>
      <w:numFmt w:val="lowerLetter"/>
      <w:lvlText w:val="%5."/>
      <w:lvlJc w:val="left"/>
      <w:pPr>
        <w:ind w:left="5367" w:hanging="360"/>
      </w:pPr>
    </w:lvl>
    <w:lvl w:ilvl="5" w:tplc="0407001B" w:tentative="1">
      <w:start w:val="1"/>
      <w:numFmt w:val="lowerRoman"/>
      <w:lvlText w:val="%6."/>
      <w:lvlJc w:val="right"/>
      <w:pPr>
        <w:ind w:left="6087" w:hanging="180"/>
      </w:pPr>
    </w:lvl>
    <w:lvl w:ilvl="6" w:tplc="0407000F" w:tentative="1">
      <w:start w:val="1"/>
      <w:numFmt w:val="decimal"/>
      <w:lvlText w:val="%7."/>
      <w:lvlJc w:val="left"/>
      <w:pPr>
        <w:ind w:left="6807" w:hanging="360"/>
      </w:pPr>
    </w:lvl>
    <w:lvl w:ilvl="7" w:tplc="04070019" w:tentative="1">
      <w:start w:val="1"/>
      <w:numFmt w:val="lowerLetter"/>
      <w:lvlText w:val="%8."/>
      <w:lvlJc w:val="left"/>
      <w:pPr>
        <w:ind w:left="7527" w:hanging="360"/>
      </w:pPr>
    </w:lvl>
    <w:lvl w:ilvl="8" w:tplc="0407001B" w:tentative="1">
      <w:start w:val="1"/>
      <w:numFmt w:val="lowerRoman"/>
      <w:lvlText w:val="%9."/>
      <w:lvlJc w:val="right"/>
      <w:pPr>
        <w:ind w:left="8247" w:hanging="180"/>
      </w:pPr>
    </w:lvl>
  </w:abstractNum>
  <w:abstractNum w:abstractNumId="1">
    <w:nsid w:val="31320ED8"/>
    <w:multiLevelType w:val="hybridMultilevel"/>
    <w:tmpl w:val="54FCBCB4"/>
    <w:lvl w:ilvl="0" w:tplc="ABA69F64">
      <w:start w:val="1"/>
      <w:numFmt w:val="bullet"/>
      <w:pStyle w:val="Aufzhlung"/>
      <w:lvlText w:val="-"/>
      <w:lvlJc w:val="left"/>
      <w:pPr>
        <w:ind w:left="2062" w:hanging="360"/>
      </w:pPr>
      <w:rPr>
        <w:rFonts w:ascii="Arial" w:hAnsi="Arial" w:hint="default"/>
      </w:rPr>
    </w:lvl>
    <w:lvl w:ilvl="1" w:tplc="04070003">
      <w:start w:val="1"/>
      <w:numFmt w:val="bullet"/>
      <w:lvlText w:val="o"/>
      <w:lvlJc w:val="left"/>
      <w:pPr>
        <w:ind w:left="2782" w:hanging="360"/>
      </w:pPr>
      <w:rPr>
        <w:rFonts w:ascii="Courier New" w:hAnsi="Courier New" w:cs="Courier New" w:hint="default"/>
      </w:rPr>
    </w:lvl>
    <w:lvl w:ilvl="2" w:tplc="04070005">
      <w:start w:val="1"/>
      <w:numFmt w:val="bullet"/>
      <w:lvlText w:val=""/>
      <w:lvlJc w:val="left"/>
      <w:pPr>
        <w:ind w:left="3502" w:hanging="360"/>
      </w:pPr>
      <w:rPr>
        <w:rFonts w:ascii="Wingdings" w:hAnsi="Wingdings" w:hint="default"/>
      </w:rPr>
    </w:lvl>
    <w:lvl w:ilvl="3" w:tplc="04070001">
      <w:start w:val="1"/>
      <w:numFmt w:val="bullet"/>
      <w:lvlText w:val=""/>
      <w:lvlJc w:val="left"/>
      <w:pPr>
        <w:ind w:left="4222" w:hanging="360"/>
      </w:pPr>
      <w:rPr>
        <w:rFonts w:ascii="Symbol" w:hAnsi="Symbol" w:hint="default"/>
      </w:rPr>
    </w:lvl>
    <w:lvl w:ilvl="4" w:tplc="04070003">
      <w:start w:val="1"/>
      <w:numFmt w:val="bullet"/>
      <w:lvlText w:val="o"/>
      <w:lvlJc w:val="left"/>
      <w:pPr>
        <w:ind w:left="4942" w:hanging="360"/>
      </w:pPr>
      <w:rPr>
        <w:rFonts w:ascii="Courier New" w:hAnsi="Courier New" w:cs="Courier New" w:hint="default"/>
      </w:rPr>
    </w:lvl>
    <w:lvl w:ilvl="5" w:tplc="04070005" w:tentative="1">
      <w:start w:val="1"/>
      <w:numFmt w:val="bullet"/>
      <w:lvlText w:val=""/>
      <w:lvlJc w:val="left"/>
      <w:pPr>
        <w:ind w:left="5662" w:hanging="360"/>
      </w:pPr>
      <w:rPr>
        <w:rFonts w:ascii="Wingdings" w:hAnsi="Wingdings" w:hint="default"/>
      </w:rPr>
    </w:lvl>
    <w:lvl w:ilvl="6" w:tplc="04070001" w:tentative="1">
      <w:start w:val="1"/>
      <w:numFmt w:val="bullet"/>
      <w:lvlText w:val=""/>
      <w:lvlJc w:val="left"/>
      <w:pPr>
        <w:ind w:left="6382" w:hanging="360"/>
      </w:pPr>
      <w:rPr>
        <w:rFonts w:ascii="Symbol" w:hAnsi="Symbol" w:hint="default"/>
      </w:rPr>
    </w:lvl>
    <w:lvl w:ilvl="7" w:tplc="04070003" w:tentative="1">
      <w:start w:val="1"/>
      <w:numFmt w:val="bullet"/>
      <w:lvlText w:val="o"/>
      <w:lvlJc w:val="left"/>
      <w:pPr>
        <w:ind w:left="7102" w:hanging="360"/>
      </w:pPr>
      <w:rPr>
        <w:rFonts w:ascii="Courier New" w:hAnsi="Courier New" w:cs="Courier New" w:hint="default"/>
      </w:rPr>
    </w:lvl>
    <w:lvl w:ilvl="8" w:tplc="04070005" w:tentative="1">
      <w:start w:val="1"/>
      <w:numFmt w:val="bullet"/>
      <w:lvlText w:val=""/>
      <w:lvlJc w:val="left"/>
      <w:pPr>
        <w:ind w:left="7822" w:hanging="360"/>
      </w:pPr>
      <w:rPr>
        <w:rFonts w:ascii="Wingdings" w:hAnsi="Wingdings" w:hint="default"/>
      </w:rPr>
    </w:lvl>
  </w:abstractNum>
  <w:abstractNum w:abstractNumId="2">
    <w:nsid w:val="3AF3343C"/>
    <w:multiLevelType w:val="singleLevel"/>
    <w:tmpl w:val="35B84530"/>
    <w:lvl w:ilvl="0">
      <w:start w:val="2"/>
      <w:numFmt w:val="lowerLetter"/>
      <w:lvlText w:val="%1)"/>
      <w:lvlJc w:val="left"/>
      <w:pPr>
        <w:tabs>
          <w:tab w:val="num" w:pos="705"/>
        </w:tabs>
        <w:ind w:left="705" w:hanging="420"/>
      </w:pPr>
      <w:rPr>
        <w:rFonts w:hint="default"/>
      </w:rPr>
    </w:lvl>
  </w:abstractNum>
  <w:abstractNum w:abstractNumId="3">
    <w:nsid w:val="64711446"/>
    <w:multiLevelType w:val="hybridMultilevel"/>
    <w:tmpl w:val="E5DE0206"/>
    <w:lvl w:ilvl="0" w:tplc="C604204E">
      <w:start w:val="1"/>
      <w:numFmt w:val="lowerLetter"/>
      <w:pStyle w:val="Nummerierung"/>
      <w:lvlText w:val="%1)"/>
      <w:lvlJc w:val="left"/>
      <w:pPr>
        <w:ind w:left="715" w:hanging="360"/>
      </w:pPr>
    </w:lvl>
    <w:lvl w:ilvl="1" w:tplc="04070019" w:tentative="1">
      <w:start w:val="1"/>
      <w:numFmt w:val="lowerLetter"/>
      <w:lvlText w:val="%2."/>
      <w:lvlJc w:val="left"/>
      <w:pPr>
        <w:ind w:left="1435" w:hanging="360"/>
      </w:pPr>
    </w:lvl>
    <w:lvl w:ilvl="2" w:tplc="0407001B" w:tentative="1">
      <w:start w:val="1"/>
      <w:numFmt w:val="lowerRoman"/>
      <w:lvlText w:val="%3."/>
      <w:lvlJc w:val="right"/>
      <w:pPr>
        <w:ind w:left="2155" w:hanging="180"/>
      </w:pPr>
    </w:lvl>
    <w:lvl w:ilvl="3" w:tplc="0407000F" w:tentative="1">
      <w:start w:val="1"/>
      <w:numFmt w:val="decimal"/>
      <w:lvlText w:val="%4."/>
      <w:lvlJc w:val="left"/>
      <w:pPr>
        <w:ind w:left="2875" w:hanging="360"/>
      </w:pPr>
    </w:lvl>
    <w:lvl w:ilvl="4" w:tplc="04070019" w:tentative="1">
      <w:start w:val="1"/>
      <w:numFmt w:val="lowerLetter"/>
      <w:lvlText w:val="%5."/>
      <w:lvlJc w:val="left"/>
      <w:pPr>
        <w:ind w:left="3595" w:hanging="360"/>
      </w:pPr>
    </w:lvl>
    <w:lvl w:ilvl="5" w:tplc="0407001B" w:tentative="1">
      <w:start w:val="1"/>
      <w:numFmt w:val="lowerRoman"/>
      <w:lvlText w:val="%6."/>
      <w:lvlJc w:val="right"/>
      <w:pPr>
        <w:ind w:left="4315" w:hanging="180"/>
      </w:pPr>
    </w:lvl>
    <w:lvl w:ilvl="6" w:tplc="0407000F" w:tentative="1">
      <w:start w:val="1"/>
      <w:numFmt w:val="decimal"/>
      <w:lvlText w:val="%7."/>
      <w:lvlJc w:val="left"/>
      <w:pPr>
        <w:ind w:left="5035" w:hanging="360"/>
      </w:pPr>
    </w:lvl>
    <w:lvl w:ilvl="7" w:tplc="04070019" w:tentative="1">
      <w:start w:val="1"/>
      <w:numFmt w:val="lowerLetter"/>
      <w:lvlText w:val="%8."/>
      <w:lvlJc w:val="left"/>
      <w:pPr>
        <w:ind w:left="5755" w:hanging="360"/>
      </w:pPr>
    </w:lvl>
    <w:lvl w:ilvl="8" w:tplc="0407001B" w:tentative="1">
      <w:start w:val="1"/>
      <w:numFmt w:val="lowerRoman"/>
      <w:lvlText w:val="%9."/>
      <w:lvlJc w:val="right"/>
      <w:pPr>
        <w:ind w:left="6475" w:hanging="180"/>
      </w:pPr>
    </w:lvl>
  </w:abstractNum>
  <w:abstractNum w:abstractNumId="4">
    <w:nsid w:val="671145AA"/>
    <w:multiLevelType w:val="multilevel"/>
    <w:tmpl w:val="ABAA1F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8B40535"/>
    <w:multiLevelType w:val="hybridMultilevel"/>
    <w:tmpl w:val="C244504E"/>
    <w:lvl w:ilvl="0" w:tplc="920EAE3E">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1"/>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94"/>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557"/>
    <w:rsid w:val="000052DF"/>
    <w:rsid w:val="000074E1"/>
    <w:rsid w:val="0001576C"/>
    <w:rsid w:val="00025AC6"/>
    <w:rsid w:val="000334BE"/>
    <w:rsid w:val="00043EAC"/>
    <w:rsid w:val="000664C6"/>
    <w:rsid w:val="0006714F"/>
    <w:rsid w:val="00080549"/>
    <w:rsid w:val="00080E70"/>
    <w:rsid w:val="00084D61"/>
    <w:rsid w:val="000922E6"/>
    <w:rsid w:val="00097BB5"/>
    <w:rsid w:val="000A3E2A"/>
    <w:rsid w:val="000C279C"/>
    <w:rsid w:val="000D69E8"/>
    <w:rsid w:val="000F1FF0"/>
    <w:rsid w:val="000F60AA"/>
    <w:rsid w:val="000F64EC"/>
    <w:rsid w:val="000F68B9"/>
    <w:rsid w:val="001067FE"/>
    <w:rsid w:val="00112AFB"/>
    <w:rsid w:val="00130C7E"/>
    <w:rsid w:val="00132F13"/>
    <w:rsid w:val="0013554E"/>
    <w:rsid w:val="0014163B"/>
    <w:rsid w:val="001440F9"/>
    <w:rsid w:val="00151C3F"/>
    <w:rsid w:val="00164BBB"/>
    <w:rsid w:val="00173DDF"/>
    <w:rsid w:val="00184E65"/>
    <w:rsid w:val="001B692E"/>
    <w:rsid w:val="001C3BEB"/>
    <w:rsid w:val="001C4761"/>
    <w:rsid w:val="001D52E3"/>
    <w:rsid w:val="001E0EF0"/>
    <w:rsid w:val="001E3CFA"/>
    <w:rsid w:val="00223412"/>
    <w:rsid w:val="00237953"/>
    <w:rsid w:val="0024022B"/>
    <w:rsid w:val="002458F9"/>
    <w:rsid w:val="002571A4"/>
    <w:rsid w:val="00287C8A"/>
    <w:rsid w:val="002928F0"/>
    <w:rsid w:val="002A09DE"/>
    <w:rsid w:val="002A7C48"/>
    <w:rsid w:val="002B31FF"/>
    <w:rsid w:val="002B7EDF"/>
    <w:rsid w:val="002E6C81"/>
    <w:rsid w:val="002F04D7"/>
    <w:rsid w:val="002F5C58"/>
    <w:rsid w:val="0030616D"/>
    <w:rsid w:val="003200B1"/>
    <w:rsid w:val="00323B3B"/>
    <w:rsid w:val="00326528"/>
    <w:rsid w:val="00326A5A"/>
    <w:rsid w:val="0033054D"/>
    <w:rsid w:val="00332108"/>
    <w:rsid w:val="00341500"/>
    <w:rsid w:val="00371541"/>
    <w:rsid w:val="00375073"/>
    <w:rsid w:val="0038228A"/>
    <w:rsid w:val="00386AEC"/>
    <w:rsid w:val="00392496"/>
    <w:rsid w:val="00396CD2"/>
    <w:rsid w:val="003A0D30"/>
    <w:rsid w:val="003A34A2"/>
    <w:rsid w:val="003B1012"/>
    <w:rsid w:val="003B5CDA"/>
    <w:rsid w:val="003C7080"/>
    <w:rsid w:val="003D60A4"/>
    <w:rsid w:val="003D7029"/>
    <w:rsid w:val="003E60CF"/>
    <w:rsid w:val="003F5E6B"/>
    <w:rsid w:val="003F628A"/>
    <w:rsid w:val="0040550D"/>
    <w:rsid w:val="00406635"/>
    <w:rsid w:val="00420BEC"/>
    <w:rsid w:val="0044010A"/>
    <w:rsid w:val="004500DC"/>
    <w:rsid w:val="00456E84"/>
    <w:rsid w:val="0046301A"/>
    <w:rsid w:val="004657CB"/>
    <w:rsid w:val="004739B2"/>
    <w:rsid w:val="00474CB4"/>
    <w:rsid w:val="004846E7"/>
    <w:rsid w:val="004908B6"/>
    <w:rsid w:val="0049318B"/>
    <w:rsid w:val="0049347B"/>
    <w:rsid w:val="004A10DC"/>
    <w:rsid w:val="004B2E1C"/>
    <w:rsid w:val="004E35EA"/>
    <w:rsid w:val="00507926"/>
    <w:rsid w:val="00515570"/>
    <w:rsid w:val="00516559"/>
    <w:rsid w:val="00517371"/>
    <w:rsid w:val="0053655D"/>
    <w:rsid w:val="0057008D"/>
    <w:rsid w:val="00582F58"/>
    <w:rsid w:val="0059076C"/>
    <w:rsid w:val="00590DA3"/>
    <w:rsid w:val="00594FEE"/>
    <w:rsid w:val="005B0847"/>
    <w:rsid w:val="005B3963"/>
    <w:rsid w:val="005D1E0E"/>
    <w:rsid w:val="005E0CD3"/>
    <w:rsid w:val="005E26BE"/>
    <w:rsid w:val="005E2F24"/>
    <w:rsid w:val="005F2A21"/>
    <w:rsid w:val="00605EB5"/>
    <w:rsid w:val="00610D7E"/>
    <w:rsid w:val="00614792"/>
    <w:rsid w:val="00627A17"/>
    <w:rsid w:val="00635F3D"/>
    <w:rsid w:val="00641BDF"/>
    <w:rsid w:val="006455FF"/>
    <w:rsid w:val="00645925"/>
    <w:rsid w:val="00651A4A"/>
    <w:rsid w:val="00661E3E"/>
    <w:rsid w:val="00663E02"/>
    <w:rsid w:val="00665343"/>
    <w:rsid w:val="00665C4F"/>
    <w:rsid w:val="006724D2"/>
    <w:rsid w:val="00680E0A"/>
    <w:rsid w:val="00681161"/>
    <w:rsid w:val="006815CA"/>
    <w:rsid w:val="006B108A"/>
    <w:rsid w:val="006C33DC"/>
    <w:rsid w:val="006D4D65"/>
    <w:rsid w:val="006E0F37"/>
    <w:rsid w:val="007012A7"/>
    <w:rsid w:val="00711452"/>
    <w:rsid w:val="00720597"/>
    <w:rsid w:val="00736354"/>
    <w:rsid w:val="00746BEA"/>
    <w:rsid w:val="00757FC4"/>
    <w:rsid w:val="00763A86"/>
    <w:rsid w:val="007642BC"/>
    <w:rsid w:val="007657F1"/>
    <w:rsid w:val="007755F0"/>
    <w:rsid w:val="00780BF8"/>
    <w:rsid w:val="00782EE1"/>
    <w:rsid w:val="00791656"/>
    <w:rsid w:val="007B25EE"/>
    <w:rsid w:val="007B3D43"/>
    <w:rsid w:val="007B4111"/>
    <w:rsid w:val="007B5AB1"/>
    <w:rsid w:val="007C16F9"/>
    <w:rsid w:val="007D3139"/>
    <w:rsid w:val="007E7E42"/>
    <w:rsid w:val="00822FE6"/>
    <w:rsid w:val="008240CF"/>
    <w:rsid w:val="00824464"/>
    <w:rsid w:val="00825625"/>
    <w:rsid w:val="00832204"/>
    <w:rsid w:val="00833EA1"/>
    <w:rsid w:val="0084655F"/>
    <w:rsid w:val="0085049E"/>
    <w:rsid w:val="008537CA"/>
    <w:rsid w:val="008545CA"/>
    <w:rsid w:val="00865EF5"/>
    <w:rsid w:val="00866ACA"/>
    <w:rsid w:val="00875906"/>
    <w:rsid w:val="0088124F"/>
    <w:rsid w:val="008957BF"/>
    <w:rsid w:val="008A44C1"/>
    <w:rsid w:val="008C26D7"/>
    <w:rsid w:val="008C36B4"/>
    <w:rsid w:val="008C75A9"/>
    <w:rsid w:val="008E0E67"/>
    <w:rsid w:val="008F0888"/>
    <w:rsid w:val="008F384B"/>
    <w:rsid w:val="00903239"/>
    <w:rsid w:val="00903AFA"/>
    <w:rsid w:val="009077A6"/>
    <w:rsid w:val="009223E2"/>
    <w:rsid w:val="009339C5"/>
    <w:rsid w:val="00933A20"/>
    <w:rsid w:val="0094406E"/>
    <w:rsid w:val="009468E3"/>
    <w:rsid w:val="00960EB9"/>
    <w:rsid w:val="00966853"/>
    <w:rsid w:val="00984AE8"/>
    <w:rsid w:val="009A4904"/>
    <w:rsid w:val="009A6C23"/>
    <w:rsid w:val="009B77EA"/>
    <w:rsid w:val="009C10D0"/>
    <w:rsid w:val="009C32A3"/>
    <w:rsid w:val="009C5057"/>
    <w:rsid w:val="009C728A"/>
    <w:rsid w:val="009D5EE3"/>
    <w:rsid w:val="009E155E"/>
    <w:rsid w:val="009E264D"/>
    <w:rsid w:val="009E4CD9"/>
    <w:rsid w:val="009E4FC5"/>
    <w:rsid w:val="009E6F16"/>
    <w:rsid w:val="009F3496"/>
    <w:rsid w:val="009F5FF3"/>
    <w:rsid w:val="009F6D33"/>
    <w:rsid w:val="00A14AE1"/>
    <w:rsid w:val="00A15645"/>
    <w:rsid w:val="00A250A9"/>
    <w:rsid w:val="00A27650"/>
    <w:rsid w:val="00A31E46"/>
    <w:rsid w:val="00A4010D"/>
    <w:rsid w:val="00A67D03"/>
    <w:rsid w:val="00A8110B"/>
    <w:rsid w:val="00A83771"/>
    <w:rsid w:val="00A90557"/>
    <w:rsid w:val="00AA0E5F"/>
    <w:rsid w:val="00AB18BF"/>
    <w:rsid w:val="00AB6A71"/>
    <w:rsid w:val="00AC0EA7"/>
    <w:rsid w:val="00AF7838"/>
    <w:rsid w:val="00B0607D"/>
    <w:rsid w:val="00B10ADD"/>
    <w:rsid w:val="00B12DAF"/>
    <w:rsid w:val="00B5572A"/>
    <w:rsid w:val="00B56615"/>
    <w:rsid w:val="00B63590"/>
    <w:rsid w:val="00B65D40"/>
    <w:rsid w:val="00B670E3"/>
    <w:rsid w:val="00B8440B"/>
    <w:rsid w:val="00B91B8B"/>
    <w:rsid w:val="00BA261C"/>
    <w:rsid w:val="00BB00AD"/>
    <w:rsid w:val="00BB4754"/>
    <w:rsid w:val="00BC0D8E"/>
    <w:rsid w:val="00BC1392"/>
    <w:rsid w:val="00BC4820"/>
    <w:rsid w:val="00BD012F"/>
    <w:rsid w:val="00BD67FE"/>
    <w:rsid w:val="00BD6895"/>
    <w:rsid w:val="00BF4381"/>
    <w:rsid w:val="00C102FB"/>
    <w:rsid w:val="00C13975"/>
    <w:rsid w:val="00C24C03"/>
    <w:rsid w:val="00C27B48"/>
    <w:rsid w:val="00C40B87"/>
    <w:rsid w:val="00C4259C"/>
    <w:rsid w:val="00C428CA"/>
    <w:rsid w:val="00C45422"/>
    <w:rsid w:val="00C634A3"/>
    <w:rsid w:val="00C92901"/>
    <w:rsid w:val="00C96DDB"/>
    <w:rsid w:val="00CA17DE"/>
    <w:rsid w:val="00CA4055"/>
    <w:rsid w:val="00CB7593"/>
    <w:rsid w:val="00CC5ECC"/>
    <w:rsid w:val="00CD0A4E"/>
    <w:rsid w:val="00CF4BA0"/>
    <w:rsid w:val="00D12B20"/>
    <w:rsid w:val="00D14404"/>
    <w:rsid w:val="00D23204"/>
    <w:rsid w:val="00D24492"/>
    <w:rsid w:val="00D30987"/>
    <w:rsid w:val="00D3585D"/>
    <w:rsid w:val="00D4092F"/>
    <w:rsid w:val="00D41DBC"/>
    <w:rsid w:val="00D4209D"/>
    <w:rsid w:val="00D43074"/>
    <w:rsid w:val="00D641DF"/>
    <w:rsid w:val="00D64B2C"/>
    <w:rsid w:val="00D73416"/>
    <w:rsid w:val="00D85553"/>
    <w:rsid w:val="00D90142"/>
    <w:rsid w:val="00D93468"/>
    <w:rsid w:val="00DA5769"/>
    <w:rsid w:val="00DB12D2"/>
    <w:rsid w:val="00DB6ACF"/>
    <w:rsid w:val="00DC0CB1"/>
    <w:rsid w:val="00DC2B0B"/>
    <w:rsid w:val="00DC42E6"/>
    <w:rsid w:val="00DD208A"/>
    <w:rsid w:val="00DD5A55"/>
    <w:rsid w:val="00E00310"/>
    <w:rsid w:val="00E2114F"/>
    <w:rsid w:val="00E24830"/>
    <w:rsid w:val="00E47C0C"/>
    <w:rsid w:val="00E628EE"/>
    <w:rsid w:val="00E76C9D"/>
    <w:rsid w:val="00E83961"/>
    <w:rsid w:val="00E929BE"/>
    <w:rsid w:val="00EA3B5C"/>
    <w:rsid w:val="00EB5E3F"/>
    <w:rsid w:val="00EC4AD6"/>
    <w:rsid w:val="00EC6FE8"/>
    <w:rsid w:val="00ED1863"/>
    <w:rsid w:val="00ED49C6"/>
    <w:rsid w:val="00ED4D0B"/>
    <w:rsid w:val="00EF7EB9"/>
    <w:rsid w:val="00F35520"/>
    <w:rsid w:val="00F421C5"/>
    <w:rsid w:val="00F6714A"/>
    <w:rsid w:val="00F676AB"/>
    <w:rsid w:val="00F74E48"/>
    <w:rsid w:val="00F76B64"/>
    <w:rsid w:val="00FB5BF7"/>
    <w:rsid w:val="00FC0A15"/>
    <w:rsid w:val="00FC2E25"/>
    <w:rsid w:val="00FC364E"/>
    <w:rsid w:val="00FC464E"/>
    <w:rsid w:val="00FD1ADA"/>
    <w:rsid w:val="00FD63C9"/>
    <w:rsid w:val="00FE60F6"/>
    <w:rsid w:val="00FF10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1E3E"/>
    <w:pPr>
      <w:spacing w:before="160" w:after="160" w:line="320" w:lineRule="exact"/>
    </w:pPr>
    <w:rPr>
      <w:rFonts w:ascii="Arial" w:hAnsi="Arial"/>
      <w:sz w:val="24"/>
    </w:rPr>
  </w:style>
  <w:style w:type="paragraph" w:styleId="berschrift1">
    <w:name w:val="heading 1"/>
    <w:basedOn w:val="Standard"/>
    <w:next w:val="Standard"/>
    <w:qFormat/>
    <w:pPr>
      <w:keepNext/>
      <w:jc w:val="right"/>
      <w:outlineLvl w:val="0"/>
    </w:pPr>
    <w:rPr>
      <w:i/>
    </w:rPr>
  </w:style>
  <w:style w:type="paragraph" w:styleId="berschrift2">
    <w:name w:val="heading 2"/>
    <w:basedOn w:val="Standard"/>
    <w:next w:val="Standard"/>
    <w:qFormat/>
    <w:rsid w:val="000F68B9"/>
    <w:pPr>
      <w:keepNext/>
      <w:spacing w:after="240"/>
      <w:jc w:val="center"/>
      <w:outlineLvl w:val="1"/>
    </w:pPr>
    <w:rPr>
      <w:b/>
    </w:rPr>
  </w:style>
  <w:style w:type="paragraph" w:styleId="berschrift3">
    <w:name w:val="heading 3"/>
    <w:basedOn w:val="Standard"/>
    <w:next w:val="Standard"/>
    <w:qFormat/>
    <w:pPr>
      <w:keepNext/>
      <w:jc w:val="center"/>
      <w:outlineLvl w:val="2"/>
    </w:pPr>
    <w:rPr>
      <w:b/>
      <w:sz w:val="28"/>
    </w:rPr>
  </w:style>
  <w:style w:type="paragraph" w:styleId="berschrift4">
    <w:name w:val="heading 4"/>
    <w:basedOn w:val="Standard"/>
    <w:next w:val="Standard"/>
    <w:qFormat/>
    <w:pPr>
      <w:keepNext/>
      <w:jc w:val="center"/>
      <w:outlineLvl w:val="3"/>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C0A15"/>
    <w:pPr>
      <w:tabs>
        <w:tab w:val="center" w:pos="4536"/>
        <w:tab w:val="right" w:pos="9072"/>
      </w:tabs>
      <w:spacing w:before="0" w:after="0" w:line="240" w:lineRule="auto"/>
    </w:pPr>
  </w:style>
  <w:style w:type="paragraph" w:styleId="Fuzeile">
    <w:name w:val="foot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character" w:styleId="Seitenzahl">
    <w:name w:val="page number"/>
    <w:basedOn w:val="Absatz-Standardschriftart"/>
  </w:style>
  <w:style w:type="paragraph" w:styleId="Textkrper">
    <w:name w:val="Body Text"/>
    <w:basedOn w:val="Standard"/>
    <w:pPr>
      <w:tabs>
        <w:tab w:val="left" w:pos="284"/>
      </w:tabs>
    </w:pPr>
    <w:rPr>
      <w:sz w:val="18"/>
    </w:rPr>
  </w:style>
  <w:style w:type="paragraph" w:customStyle="1" w:styleId="Brieftext">
    <w:name w:val="Brieftext"/>
    <w:rsid w:val="00A90557"/>
    <w:pPr>
      <w:spacing w:line="240" w:lineRule="exact"/>
    </w:pPr>
    <w:rPr>
      <w:sz w:val="22"/>
      <w:szCs w:val="24"/>
    </w:rPr>
  </w:style>
  <w:style w:type="table" w:customStyle="1" w:styleId="Tabellengitternetz">
    <w:name w:val="Tabellengitternetz"/>
    <w:basedOn w:val="NormaleTabelle"/>
    <w:rsid w:val="00ED4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1C3BEB"/>
    <w:rPr>
      <w:sz w:val="16"/>
      <w:szCs w:val="16"/>
    </w:rPr>
  </w:style>
  <w:style w:type="paragraph" w:styleId="Kommentartext">
    <w:name w:val="annotation text"/>
    <w:basedOn w:val="Standard"/>
    <w:semiHidden/>
    <w:rsid w:val="001C3BEB"/>
    <w:rPr>
      <w:sz w:val="20"/>
    </w:rPr>
  </w:style>
  <w:style w:type="paragraph" w:styleId="Kommentarthema">
    <w:name w:val="annotation subject"/>
    <w:basedOn w:val="Kommentartext"/>
    <w:next w:val="Kommentartext"/>
    <w:semiHidden/>
    <w:rsid w:val="001C3BEB"/>
    <w:rPr>
      <w:b/>
      <w:bCs/>
    </w:rPr>
  </w:style>
  <w:style w:type="paragraph" w:styleId="Sprechblasentext">
    <w:name w:val="Balloon Text"/>
    <w:basedOn w:val="Standard"/>
    <w:semiHidden/>
    <w:rsid w:val="001C3BEB"/>
    <w:rPr>
      <w:rFonts w:ascii="Tahoma" w:hAnsi="Tahoma" w:cs="Tahoma"/>
      <w:sz w:val="16"/>
      <w:szCs w:val="16"/>
    </w:rPr>
  </w:style>
  <w:style w:type="paragraph" w:customStyle="1" w:styleId="Arbeitsvertragstext">
    <w:name w:val="Arbeitsvertragstext"/>
    <w:basedOn w:val="Standard"/>
    <w:qFormat/>
    <w:rsid w:val="00681161"/>
    <w:pPr>
      <w:spacing w:line="320" w:lineRule="atLeast"/>
    </w:pPr>
    <w:rPr>
      <w:rFonts w:eastAsia="Calibri"/>
      <w:szCs w:val="22"/>
      <w:lang w:eastAsia="en-US"/>
    </w:rPr>
  </w:style>
  <w:style w:type="paragraph" w:customStyle="1" w:styleId="Aufzhlung">
    <w:name w:val="Aufzählung"/>
    <w:basedOn w:val="Arbeitsvertragstext"/>
    <w:qFormat/>
    <w:rsid w:val="00610D7E"/>
    <w:pPr>
      <w:numPr>
        <w:numId w:val="3"/>
      </w:numPr>
      <w:spacing w:after="240"/>
    </w:pPr>
  </w:style>
  <w:style w:type="paragraph" w:customStyle="1" w:styleId="Zwischenberschrift">
    <w:name w:val="Zwischenüberschrift"/>
    <w:basedOn w:val="Arbeitsvertragstext"/>
    <w:qFormat/>
    <w:rsid w:val="000F68B9"/>
    <w:rPr>
      <w:b/>
    </w:rPr>
  </w:style>
  <w:style w:type="paragraph" w:styleId="Funotentext">
    <w:name w:val="footnote text"/>
    <w:basedOn w:val="Standard"/>
    <w:link w:val="FunotentextZchn"/>
    <w:uiPriority w:val="99"/>
    <w:semiHidden/>
    <w:unhideWhenUsed/>
    <w:rsid w:val="00DC2B0B"/>
    <w:rPr>
      <w:sz w:val="20"/>
    </w:rPr>
  </w:style>
  <w:style w:type="character" w:customStyle="1" w:styleId="FunotentextZchn">
    <w:name w:val="Fußnotentext Zchn"/>
    <w:basedOn w:val="Absatz-Standardschriftart"/>
    <w:link w:val="Funotentext"/>
    <w:uiPriority w:val="99"/>
    <w:semiHidden/>
    <w:rsid w:val="00DC2B0B"/>
  </w:style>
  <w:style w:type="character" w:styleId="Funotenzeichen">
    <w:name w:val="footnote reference"/>
    <w:uiPriority w:val="99"/>
    <w:semiHidden/>
    <w:unhideWhenUsed/>
    <w:rsid w:val="00DC2B0B"/>
    <w:rPr>
      <w:vertAlign w:val="superscript"/>
    </w:rPr>
  </w:style>
  <w:style w:type="paragraph" w:customStyle="1" w:styleId="FormatvorlageArbeitsvertragstextVor24PtNach0Pt">
    <w:name w:val="Formatvorlage Arbeitsvertragstext + Vor:  24 Pt. Nach:  0 Pt."/>
    <w:basedOn w:val="Arbeitsvertragstext"/>
    <w:rsid w:val="000074E1"/>
    <w:pPr>
      <w:spacing w:before="480" w:after="0" w:line="320" w:lineRule="exact"/>
    </w:pPr>
    <w:rPr>
      <w:rFonts w:eastAsia="Times New Roman"/>
      <w:szCs w:val="20"/>
      <w:lang w:eastAsia="de-DE"/>
    </w:rPr>
  </w:style>
  <w:style w:type="paragraph" w:customStyle="1" w:styleId="Arbeitsvertrag">
    <w:name w:val="Arbeitsvertrag"/>
    <w:basedOn w:val="FormatvorlageArbeitsvertragstextVor24PtNach0Pt"/>
    <w:qFormat/>
    <w:rsid w:val="000074E1"/>
    <w:pPr>
      <w:jc w:val="center"/>
      <w:outlineLvl w:val="0"/>
    </w:pPr>
    <w:rPr>
      <w:b/>
      <w:spacing w:val="60"/>
    </w:rPr>
  </w:style>
  <w:style w:type="paragraph" w:customStyle="1" w:styleId="Paragraf">
    <w:name w:val="Paragraf"/>
    <w:basedOn w:val="berschrift1"/>
    <w:rsid w:val="00681161"/>
    <w:pPr>
      <w:spacing w:before="360" w:after="240"/>
      <w:jc w:val="center"/>
      <w:outlineLvl w:val="1"/>
    </w:pPr>
    <w:rPr>
      <w:b/>
      <w:i w:val="0"/>
    </w:rPr>
  </w:style>
  <w:style w:type="paragraph" w:customStyle="1" w:styleId="Vertragstext">
    <w:name w:val="Vertragstext"/>
    <w:basedOn w:val="Standard"/>
    <w:qFormat/>
    <w:rsid w:val="005B3963"/>
    <w:pPr>
      <w:tabs>
        <w:tab w:val="left" w:pos="284"/>
        <w:tab w:val="left" w:pos="4820"/>
        <w:tab w:val="left" w:pos="5245"/>
      </w:tabs>
      <w:spacing w:before="360" w:after="360" w:line="360" w:lineRule="exact"/>
      <w:ind w:left="425" w:hanging="425"/>
    </w:pPr>
    <w:rPr>
      <w:rFonts w:cs="Arial"/>
      <w:szCs w:val="22"/>
    </w:rPr>
  </w:style>
  <w:style w:type="paragraph" w:customStyle="1" w:styleId="Nummerierung">
    <w:name w:val="Nummerierung"/>
    <w:basedOn w:val="Vertragstext"/>
    <w:qFormat/>
    <w:rsid w:val="005B3963"/>
    <w:pPr>
      <w:numPr>
        <w:numId w:val="7"/>
      </w:numPr>
    </w:pPr>
  </w:style>
  <w:style w:type="paragraph" w:customStyle="1" w:styleId="Hinweise">
    <w:name w:val="Hinweise"/>
    <w:basedOn w:val="Standard"/>
    <w:qFormat/>
    <w:rsid w:val="00ED1863"/>
    <w:pPr>
      <w:spacing w:before="120" w:after="120" w:line="240" w:lineRule="auto"/>
      <w:jc w:val="center"/>
    </w:pPr>
    <w:rPr>
      <w:rFonts w:cs="Arial"/>
      <w:szCs w:val="22"/>
    </w:rPr>
  </w:style>
  <w:style w:type="character" w:styleId="Hervorhebung">
    <w:name w:val="Emphasis"/>
    <w:basedOn w:val="Absatz-Standardschriftart"/>
    <w:uiPriority w:val="20"/>
    <w:qFormat/>
    <w:rsid w:val="008F384B"/>
    <w:rPr>
      <w:i w:val="0"/>
      <w:iCs w:val="0"/>
    </w:rPr>
  </w:style>
  <w:style w:type="character" w:customStyle="1" w:styleId="zit">
    <w:name w:val="zit"/>
    <w:basedOn w:val="Absatz-Standardschriftart"/>
    <w:rsid w:val="008F38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1E3E"/>
    <w:pPr>
      <w:spacing w:before="160" w:after="160" w:line="320" w:lineRule="exact"/>
    </w:pPr>
    <w:rPr>
      <w:rFonts w:ascii="Arial" w:hAnsi="Arial"/>
      <w:sz w:val="24"/>
    </w:rPr>
  </w:style>
  <w:style w:type="paragraph" w:styleId="berschrift1">
    <w:name w:val="heading 1"/>
    <w:basedOn w:val="Standard"/>
    <w:next w:val="Standard"/>
    <w:qFormat/>
    <w:pPr>
      <w:keepNext/>
      <w:jc w:val="right"/>
      <w:outlineLvl w:val="0"/>
    </w:pPr>
    <w:rPr>
      <w:i/>
    </w:rPr>
  </w:style>
  <w:style w:type="paragraph" w:styleId="berschrift2">
    <w:name w:val="heading 2"/>
    <w:basedOn w:val="Standard"/>
    <w:next w:val="Standard"/>
    <w:qFormat/>
    <w:rsid w:val="000F68B9"/>
    <w:pPr>
      <w:keepNext/>
      <w:spacing w:after="240"/>
      <w:jc w:val="center"/>
      <w:outlineLvl w:val="1"/>
    </w:pPr>
    <w:rPr>
      <w:b/>
    </w:rPr>
  </w:style>
  <w:style w:type="paragraph" w:styleId="berschrift3">
    <w:name w:val="heading 3"/>
    <w:basedOn w:val="Standard"/>
    <w:next w:val="Standard"/>
    <w:qFormat/>
    <w:pPr>
      <w:keepNext/>
      <w:jc w:val="center"/>
      <w:outlineLvl w:val="2"/>
    </w:pPr>
    <w:rPr>
      <w:b/>
      <w:sz w:val="28"/>
    </w:rPr>
  </w:style>
  <w:style w:type="paragraph" w:styleId="berschrift4">
    <w:name w:val="heading 4"/>
    <w:basedOn w:val="Standard"/>
    <w:next w:val="Standard"/>
    <w:qFormat/>
    <w:pPr>
      <w:keepNext/>
      <w:jc w:val="center"/>
      <w:outlineLvl w:val="3"/>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C0A15"/>
    <w:pPr>
      <w:tabs>
        <w:tab w:val="center" w:pos="4536"/>
        <w:tab w:val="right" w:pos="9072"/>
      </w:tabs>
      <w:spacing w:before="0" w:after="0" w:line="240" w:lineRule="auto"/>
    </w:pPr>
  </w:style>
  <w:style w:type="paragraph" w:styleId="Fuzeile">
    <w:name w:val="foot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character" w:styleId="Seitenzahl">
    <w:name w:val="page number"/>
    <w:basedOn w:val="Absatz-Standardschriftart"/>
  </w:style>
  <w:style w:type="paragraph" w:styleId="Textkrper">
    <w:name w:val="Body Text"/>
    <w:basedOn w:val="Standard"/>
    <w:pPr>
      <w:tabs>
        <w:tab w:val="left" w:pos="284"/>
      </w:tabs>
    </w:pPr>
    <w:rPr>
      <w:sz w:val="18"/>
    </w:rPr>
  </w:style>
  <w:style w:type="paragraph" w:customStyle="1" w:styleId="Brieftext">
    <w:name w:val="Brieftext"/>
    <w:rsid w:val="00A90557"/>
    <w:pPr>
      <w:spacing w:line="240" w:lineRule="exact"/>
    </w:pPr>
    <w:rPr>
      <w:sz w:val="22"/>
      <w:szCs w:val="24"/>
    </w:rPr>
  </w:style>
  <w:style w:type="table" w:customStyle="1" w:styleId="Tabellengitternetz">
    <w:name w:val="Tabellengitternetz"/>
    <w:basedOn w:val="NormaleTabelle"/>
    <w:rsid w:val="00ED4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1C3BEB"/>
    <w:rPr>
      <w:sz w:val="16"/>
      <w:szCs w:val="16"/>
    </w:rPr>
  </w:style>
  <w:style w:type="paragraph" w:styleId="Kommentartext">
    <w:name w:val="annotation text"/>
    <w:basedOn w:val="Standard"/>
    <w:semiHidden/>
    <w:rsid w:val="001C3BEB"/>
    <w:rPr>
      <w:sz w:val="20"/>
    </w:rPr>
  </w:style>
  <w:style w:type="paragraph" w:styleId="Kommentarthema">
    <w:name w:val="annotation subject"/>
    <w:basedOn w:val="Kommentartext"/>
    <w:next w:val="Kommentartext"/>
    <w:semiHidden/>
    <w:rsid w:val="001C3BEB"/>
    <w:rPr>
      <w:b/>
      <w:bCs/>
    </w:rPr>
  </w:style>
  <w:style w:type="paragraph" w:styleId="Sprechblasentext">
    <w:name w:val="Balloon Text"/>
    <w:basedOn w:val="Standard"/>
    <w:semiHidden/>
    <w:rsid w:val="001C3BEB"/>
    <w:rPr>
      <w:rFonts w:ascii="Tahoma" w:hAnsi="Tahoma" w:cs="Tahoma"/>
      <w:sz w:val="16"/>
      <w:szCs w:val="16"/>
    </w:rPr>
  </w:style>
  <w:style w:type="paragraph" w:customStyle="1" w:styleId="Arbeitsvertragstext">
    <w:name w:val="Arbeitsvertragstext"/>
    <w:basedOn w:val="Standard"/>
    <w:qFormat/>
    <w:rsid w:val="00681161"/>
    <w:pPr>
      <w:spacing w:line="320" w:lineRule="atLeast"/>
    </w:pPr>
    <w:rPr>
      <w:rFonts w:eastAsia="Calibri"/>
      <w:szCs w:val="22"/>
      <w:lang w:eastAsia="en-US"/>
    </w:rPr>
  </w:style>
  <w:style w:type="paragraph" w:customStyle="1" w:styleId="Aufzhlung">
    <w:name w:val="Aufzählung"/>
    <w:basedOn w:val="Arbeitsvertragstext"/>
    <w:qFormat/>
    <w:rsid w:val="00610D7E"/>
    <w:pPr>
      <w:numPr>
        <w:numId w:val="3"/>
      </w:numPr>
      <w:spacing w:after="240"/>
    </w:pPr>
  </w:style>
  <w:style w:type="paragraph" w:customStyle="1" w:styleId="Zwischenberschrift">
    <w:name w:val="Zwischenüberschrift"/>
    <w:basedOn w:val="Arbeitsvertragstext"/>
    <w:qFormat/>
    <w:rsid w:val="000F68B9"/>
    <w:rPr>
      <w:b/>
    </w:rPr>
  </w:style>
  <w:style w:type="paragraph" w:styleId="Funotentext">
    <w:name w:val="footnote text"/>
    <w:basedOn w:val="Standard"/>
    <w:link w:val="FunotentextZchn"/>
    <w:uiPriority w:val="99"/>
    <w:semiHidden/>
    <w:unhideWhenUsed/>
    <w:rsid w:val="00DC2B0B"/>
    <w:rPr>
      <w:sz w:val="20"/>
    </w:rPr>
  </w:style>
  <w:style w:type="character" w:customStyle="1" w:styleId="FunotentextZchn">
    <w:name w:val="Fußnotentext Zchn"/>
    <w:basedOn w:val="Absatz-Standardschriftart"/>
    <w:link w:val="Funotentext"/>
    <w:uiPriority w:val="99"/>
    <w:semiHidden/>
    <w:rsid w:val="00DC2B0B"/>
  </w:style>
  <w:style w:type="character" w:styleId="Funotenzeichen">
    <w:name w:val="footnote reference"/>
    <w:uiPriority w:val="99"/>
    <w:semiHidden/>
    <w:unhideWhenUsed/>
    <w:rsid w:val="00DC2B0B"/>
    <w:rPr>
      <w:vertAlign w:val="superscript"/>
    </w:rPr>
  </w:style>
  <w:style w:type="paragraph" w:customStyle="1" w:styleId="FormatvorlageArbeitsvertragstextVor24PtNach0Pt">
    <w:name w:val="Formatvorlage Arbeitsvertragstext + Vor:  24 Pt. Nach:  0 Pt."/>
    <w:basedOn w:val="Arbeitsvertragstext"/>
    <w:rsid w:val="000074E1"/>
    <w:pPr>
      <w:spacing w:before="480" w:after="0" w:line="320" w:lineRule="exact"/>
    </w:pPr>
    <w:rPr>
      <w:rFonts w:eastAsia="Times New Roman"/>
      <w:szCs w:val="20"/>
      <w:lang w:eastAsia="de-DE"/>
    </w:rPr>
  </w:style>
  <w:style w:type="paragraph" w:customStyle="1" w:styleId="Arbeitsvertrag">
    <w:name w:val="Arbeitsvertrag"/>
    <w:basedOn w:val="FormatvorlageArbeitsvertragstextVor24PtNach0Pt"/>
    <w:qFormat/>
    <w:rsid w:val="000074E1"/>
    <w:pPr>
      <w:jc w:val="center"/>
      <w:outlineLvl w:val="0"/>
    </w:pPr>
    <w:rPr>
      <w:b/>
      <w:spacing w:val="60"/>
    </w:rPr>
  </w:style>
  <w:style w:type="paragraph" w:customStyle="1" w:styleId="Paragraf">
    <w:name w:val="Paragraf"/>
    <w:basedOn w:val="berschrift1"/>
    <w:rsid w:val="00681161"/>
    <w:pPr>
      <w:spacing w:before="360" w:after="240"/>
      <w:jc w:val="center"/>
      <w:outlineLvl w:val="1"/>
    </w:pPr>
    <w:rPr>
      <w:b/>
      <w:i w:val="0"/>
    </w:rPr>
  </w:style>
  <w:style w:type="paragraph" w:customStyle="1" w:styleId="Vertragstext">
    <w:name w:val="Vertragstext"/>
    <w:basedOn w:val="Standard"/>
    <w:qFormat/>
    <w:rsid w:val="005B3963"/>
    <w:pPr>
      <w:tabs>
        <w:tab w:val="left" w:pos="284"/>
        <w:tab w:val="left" w:pos="4820"/>
        <w:tab w:val="left" w:pos="5245"/>
      </w:tabs>
      <w:spacing w:before="360" w:after="360" w:line="360" w:lineRule="exact"/>
      <w:ind w:left="425" w:hanging="425"/>
    </w:pPr>
    <w:rPr>
      <w:rFonts w:cs="Arial"/>
      <w:szCs w:val="22"/>
    </w:rPr>
  </w:style>
  <w:style w:type="paragraph" w:customStyle="1" w:styleId="Nummerierung">
    <w:name w:val="Nummerierung"/>
    <w:basedOn w:val="Vertragstext"/>
    <w:qFormat/>
    <w:rsid w:val="005B3963"/>
    <w:pPr>
      <w:numPr>
        <w:numId w:val="7"/>
      </w:numPr>
    </w:pPr>
  </w:style>
  <w:style w:type="paragraph" w:customStyle="1" w:styleId="Hinweise">
    <w:name w:val="Hinweise"/>
    <w:basedOn w:val="Standard"/>
    <w:qFormat/>
    <w:rsid w:val="00ED1863"/>
    <w:pPr>
      <w:spacing w:before="120" w:after="120" w:line="240" w:lineRule="auto"/>
      <w:jc w:val="center"/>
    </w:pPr>
    <w:rPr>
      <w:rFonts w:cs="Arial"/>
      <w:szCs w:val="22"/>
    </w:rPr>
  </w:style>
  <w:style w:type="character" w:styleId="Hervorhebung">
    <w:name w:val="Emphasis"/>
    <w:basedOn w:val="Absatz-Standardschriftart"/>
    <w:uiPriority w:val="20"/>
    <w:qFormat/>
    <w:rsid w:val="008F384B"/>
    <w:rPr>
      <w:i w:val="0"/>
      <w:iCs w:val="0"/>
    </w:rPr>
  </w:style>
  <w:style w:type="character" w:customStyle="1" w:styleId="zit">
    <w:name w:val="zit"/>
    <w:basedOn w:val="Absatz-Standardschriftart"/>
    <w:rsid w:val="008F3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5BC47-73A0-4C5D-87E1-CC95F1A49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C2EE25F1.dotm</Template>
  <TotalTime>0</TotalTime>
  <Pages>5</Pages>
  <Words>1114</Words>
  <Characters>7022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Anlage 1</vt:lpstr>
    </vt:vector>
  </TitlesOfParts>
  <Company>TdL</Company>
  <LinksUpToDate>false</LinksUpToDate>
  <CharactersWithSpaces>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dc:title>
  <dc:creator>Maczkowicz, Katrin</dc:creator>
  <cp:lastModifiedBy>Maczkowicz, Katrin</cp:lastModifiedBy>
  <cp:revision>3</cp:revision>
  <cp:lastPrinted>2016-01-20T10:06:00Z</cp:lastPrinted>
  <dcterms:created xsi:type="dcterms:W3CDTF">2017-01-18T14:36:00Z</dcterms:created>
  <dcterms:modified xsi:type="dcterms:W3CDTF">2017-01-18T14:36:00Z</dcterms:modified>
</cp:coreProperties>
</file>